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A5EA3" w14:textId="77777777" w:rsidR="00836E6A" w:rsidRPr="00F13DD9" w:rsidRDefault="00836E6A" w:rsidP="00836E6A">
      <w:pPr>
        <w:pStyle w:val="Heading1"/>
      </w:pPr>
      <w:bookmarkStart w:id="0" w:name="Where_To_File"/>
      <w:bookmarkEnd w:id="0"/>
      <w:r w:rsidRPr="00C016F2">
        <w:t xml:space="preserve">Instructions </w:t>
      </w:r>
      <w:r>
        <w:t xml:space="preserve">for </w:t>
      </w:r>
      <w:r w:rsidRPr="00C016F2">
        <w:t xml:space="preserve">Form </w:t>
      </w:r>
      <w:r w:rsidRPr="00F13DD9">
        <w:rPr>
          <w:w w:val="95"/>
        </w:rPr>
        <w:t>8038-G</w:t>
      </w:r>
    </w:p>
    <w:p w14:paraId="2C0E9B3D" w14:textId="5712AF72" w:rsidR="00836E6A" w:rsidRDefault="00836E6A" w:rsidP="0038389B">
      <w:pPr>
        <w:pStyle w:val="Heading2"/>
        <w:rPr>
          <w:rFonts w:hAnsi="Arial" w:cs="Arial"/>
          <w:sz w:val="44"/>
          <w:szCs w:val="44"/>
        </w:rPr>
      </w:pPr>
      <w:r w:rsidRPr="00F13DD9">
        <w:rPr>
          <w:w w:val="110"/>
        </w:rPr>
        <w:t>Information</w:t>
      </w:r>
      <w:r w:rsidRPr="00F13DD9">
        <w:rPr>
          <w:spacing w:val="-4"/>
          <w:w w:val="110"/>
        </w:rPr>
        <w:t xml:space="preserve"> </w:t>
      </w:r>
      <w:r w:rsidRPr="00F13DD9">
        <w:rPr>
          <w:w w:val="110"/>
        </w:rPr>
        <w:t>Return</w:t>
      </w:r>
      <w:r w:rsidRPr="00F13DD9">
        <w:rPr>
          <w:spacing w:val="-4"/>
          <w:w w:val="110"/>
        </w:rPr>
        <w:t xml:space="preserve"> </w:t>
      </w:r>
      <w:r w:rsidRPr="00F13DD9">
        <w:rPr>
          <w:w w:val="110"/>
        </w:rPr>
        <w:t>for</w:t>
      </w:r>
      <w:r w:rsidRPr="00F13DD9">
        <w:rPr>
          <w:spacing w:val="-4"/>
          <w:w w:val="110"/>
        </w:rPr>
        <w:t xml:space="preserve"> </w:t>
      </w:r>
      <w:r w:rsidRPr="00F13DD9">
        <w:rPr>
          <w:w w:val="110"/>
        </w:rPr>
        <w:t>Tax-Exempt</w:t>
      </w:r>
      <w:r w:rsidRPr="00F13DD9">
        <w:rPr>
          <w:spacing w:val="-4"/>
          <w:w w:val="110"/>
        </w:rPr>
        <w:t xml:space="preserve"> </w:t>
      </w:r>
      <w:r w:rsidRPr="00F13DD9">
        <w:rPr>
          <w:w w:val="110"/>
        </w:rPr>
        <w:t>Governmental</w:t>
      </w:r>
      <w:r w:rsidRPr="00F13DD9">
        <w:rPr>
          <w:spacing w:val="-4"/>
          <w:w w:val="110"/>
        </w:rPr>
        <w:t xml:space="preserve"> </w:t>
      </w:r>
      <w:r w:rsidRPr="00F13DD9">
        <w:rPr>
          <w:w w:val="110"/>
        </w:rPr>
        <w:t>Bonds</w:t>
      </w:r>
      <w:r>
        <w:rPr>
          <w:rFonts w:hAnsi="Arial" w:cs="Arial"/>
          <w:noProof/>
        </w:rPr>
        <w:t xml:space="preserve"> </w:t>
      </w:r>
    </w:p>
    <w:p w14:paraId="476633D3" w14:textId="02E18854" w:rsidR="00836E6A" w:rsidRDefault="0038389B" w:rsidP="00836E6A">
      <w:pPr>
        <w:spacing w:line="276" w:lineRule="auto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4C53E4" wp14:editId="21379ED0">
                <wp:simplePos x="0" y="0"/>
                <wp:positionH relativeFrom="margin">
                  <wp:align>left</wp:align>
                </wp:positionH>
                <wp:positionV relativeFrom="paragraph">
                  <wp:posOffset>38862</wp:posOffset>
                </wp:positionV>
                <wp:extent cx="5486400" cy="0"/>
                <wp:effectExtent l="0" t="0" r="0" b="0"/>
                <wp:wrapNone/>
                <wp:docPr id="33" name="Straight Connector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988DB1" id="Straight Connector 3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3.05pt" to="6in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" strokeweight="1.5pt">
                <w10:wrap anchorx="margin"/>
              </v:line>
            </w:pict>
          </mc:Fallback>
        </mc:AlternateContent>
      </w:r>
    </w:p>
    <w:p w14:paraId="36DEF620" w14:textId="77777777" w:rsidR="00836E6A" w:rsidRDefault="00836E6A" w:rsidP="00836E6A">
      <w:pPr>
        <w:spacing w:line="276" w:lineRule="auto"/>
        <w:rPr>
          <w:rFonts w:ascii="Arial" w:hAnsi="Arial" w:cs="Arial"/>
          <w:sz w:val="44"/>
          <w:szCs w:val="44"/>
        </w:rPr>
      </w:pPr>
    </w:p>
    <w:p w14:paraId="2295069D" w14:textId="77777777" w:rsidR="00836E6A" w:rsidRDefault="00836E6A" w:rsidP="00836E6A">
      <w:pPr>
        <w:pStyle w:val="Body"/>
      </w:pPr>
    </w:p>
    <w:p w14:paraId="4A2B7878" w14:textId="77777777" w:rsidR="00836E6A" w:rsidRPr="002102F0" w:rsidRDefault="00836E6A" w:rsidP="00836E6A">
      <w:pPr>
        <w:pStyle w:val="Body"/>
      </w:pPr>
    </w:p>
    <w:p w14:paraId="00B97FB8" w14:textId="77777777" w:rsidR="00836E6A" w:rsidRDefault="00836E6A" w:rsidP="00836E6A">
      <w:pPr>
        <w:spacing w:line="276" w:lineRule="auto"/>
        <w:rPr>
          <w:rFonts w:ascii="Arial" w:hAnsi="Arial" w:cs="Arial"/>
          <w:sz w:val="44"/>
          <w:szCs w:val="44"/>
        </w:rPr>
      </w:pPr>
    </w:p>
    <w:p w14:paraId="67656D70" w14:textId="77777777" w:rsidR="00836E6A" w:rsidRDefault="00836E6A" w:rsidP="00836E6A">
      <w:pPr>
        <w:spacing w:line="276" w:lineRule="auto"/>
        <w:rPr>
          <w:rFonts w:ascii="Arial" w:hAnsi="Arial" w:cs="Arial"/>
          <w:sz w:val="44"/>
          <w:szCs w:val="44"/>
        </w:rPr>
      </w:pPr>
    </w:p>
    <w:p w14:paraId="3924595A" w14:textId="77777777" w:rsidR="00836E6A" w:rsidRDefault="00836E6A" w:rsidP="00836E6A">
      <w:pPr>
        <w:spacing w:line="276" w:lineRule="auto"/>
        <w:rPr>
          <w:rFonts w:ascii="Arial" w:hAnsi="Arial" w:cs="Arial"/>
        </w:rPr>
      </w:pPr>
    </w:p>
    <w:p w14:paraId="428493B5" w14:textId="77777777" w:rsidR="00836E6A" w:rsidRDefault="00836E6A" w:rsidP="00836E6A">
      <w:pPr>
        <w:spacing w:line="276" w:lineRule="auto"/>
        <w:rPr>
          <w:rFonts w:ascii="Arial" w:hAnsi="Arial" w:cs="Arial"/>
        </w:rPr>
      </w:pPr>
    </w:p>
    <w:p w14:paraId="73236190" w14:textId="77777777" w:rsidR="00836E6A" w:rsidRDefault="00836E6A" w:rsidP="00836E6A">
      <w:pPr>
        <w:spacing w:line="276" w:lineRule="auto"/>
        <w:rPr>
          <w:rFonts w:ascii="Arial" w:hAnsi="Arial" w:cs="Arial"/>
        </w:rPr>
      </w:pPr>
    </w:p>
    <w:p w14:paraId="2F62D736" w14:textId="77777777" w:rsidR="00836E6A" w:rsidRDefault="00836E6A" w:rsidP="00836E6A">
      <w:pPr>
        <w:spacing w:line="276" w:lineRule="auto"/>
        <w:rPr>
          <w:rFonts w:ascii="Arial" w:hAnsi="Arial" w:cs="Arial"/>
        </w:rPr>
      </w:pPr>
    </w:p>
    <w:p w14:paraId="7DE6FCDE" w14:textId="7B41C46D" w:rsidR="00836E6A" w:rsidRDefault="00836E6A" w:rsidP="00836E6A">
      <w:pPr>
        <w:spacing w:line="276" w:lineRule="auto"/>
        <w:rPr>
          <w:rFonts w:ascii="Arial" w:hAnsi="Arial" w:cs="Arial"/>
        </w:rPr>
      </w:pPr>
    </w:p>
    <w:p w14:paraId="25198767" w14:textId="5F6C535B" w:rsidR="0038389B" w:rsidRDefault="0038389B" w:rsidP="00836E6A">
      <w:pPr>
        <w:spacing w:line="276" w:lineRule="auto"/>
        <w:rPr>
          <w:rFonts w:ascii="Arial" w:hAnsi="Arial" w:cs="Arial"/>
        </w:rPr>
      </w:pPr>
    </w:p>
    <w:p w14:paraId="59C6BB33" w14:textId="38087802" w:rsidR="0038389B" w:rsidRDefault="0038389B" w:rsidP="00836E6A">
      <w:pPr>
        <w:spacing w:line="276" w:lineRule="auto"/>
        <w:rPr>
          <w:rFonts w:ascii="Arial" w:hAnsi="Arial" w:cs="Arial"/>
        </w:rPr>
      </w:pPr>
    </w:p>
    <w:p w14:paraId="37F0AE75" w14:textId="27618E28" w:rsidR="0038389B" w:rsidRDefault="0038389B" w:rsidP="00836E6A">
      <w:pPr>
        <w:spacing w:line="276" w:lineRule="auto"/>
        <w:rPr>
          <w:rFonts w:ascii="Arial" w:hAnsi="Arial" w:cs="Arial"/>
        </w:rPr>
      </w:pPr>
    </w:p>
    <w:p w14:paraId="64974B3A" w14:textId="1B2DE0D7" w:rsidR="0038389B" w:rsidRDefault="0038389B" w:rsidP="00836E6A">
      <w:pPr>
        <w:spacing w:line="276" w:lineRule="auto"/>
        <w:rPr>
          <w:rFonts w:ascii="Arial" w:hAnsi="Arial" w:cs="Arial"/>
        </w:rPr>
      </w:pPr>
    </w:p>
    <w:p w14:paraId="4A1759BE" w14:textId="7CDAAC5B" w:rsidR="0038389B" w:rsidRDefault="0038389B" w:rsidP="00836E6A">
      <w:pPr>
        <w:spacing w:line="276" w:lineRule="auto"/>
        <w:rPr>
          <w:rFonts w:ascii="Arial" w:hAnsi="Arial" w:cs="Arial"/>
        </w:rPr>
      </w:pPr>
    </w:p>
    <w:p w14:paraId="16A6B6E7" w14:textId="77777777" w:rsidR="0038389B" w:rsidRDefault="0038389B" w:rsidP="00836E6A">
      <w:pPr>
        <w:spacing w:line="276" w:lineRule="auto"/>
        <w:rPr>
          <w:rFonts w:ascii="Arial" w:hAnsi="Arial" w:cs="Arial"/>
        </w:rPr>
      </w:pPr>
    </w:p>
    <w:p w14:paraId="217FD114" w14:textId="77777777" w:rsidR="00836E6A" w:rsidRDefault="00836E6A" w:rsidP="00836E6A">
      <w:pPr>
        <w:pStyle w:val="Body"/>
        <w:spacing w:line="276" w:lineRule="auto"/>
        <w:rPr>
          <w:sz w:val="16"/>
          <w:szCs w:val="16"/>
        </w:rPr>
      </w:pPr>
    </w:p>
    <w:p w14:paraId="3F84ACA1" w14:textId="77777777" w:rsidR="00836E6A" w:rsidRPr="00AA6848" w:rsidRDefault="00836E6A" w:rsidP="00836E6A">
      <w:pPr>
        <w:pStyle w:val="Body"/>
        <w:spacing w:line="276" w:lineRule="auto"/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26EE6287" wp14:editId="2246AA3D">
            <wp:simplePos x="0" y="0"/>
            <wp:positionH relativeFrom="margin">
              <wp:posOffset>5041265</wp:posOffset>
            </wp:positionH>
            <wp:positionV relativeFrom="paragraph">
              <wp:posOffset>148487</wp:posOffset>
            </wp:positionV>
            <wp:extent cx="902335" cy="902335"/>
            <wp:effectExtent l="0" t="0" r="0" b="0"/>
            <wp:wrapTight wrapText="bothSides">
              <wp:wrapPolygon edited="0">
                <wp:start x="0" y="0"/>
                <wp:lineTo x="0" y="20977"/>
                <wp:lineTo x="20977" y="20977"/>
                <wp:lineTo x="20977" y="0"/>
                <wp:lineTo x="0" y="0"/>
              </wp:wrapPolygon>
            </wp:wrapTight>
            <wp:docPr id="35" name="Picture 35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90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DF7773" w14:textId="77777777" w:rsidR="00836E6A" w:rsidRDefault="00836E6A" w:rsidP="00836E6A">
      <w:pPr>
        <w:spacing w:line="276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FDADCC" wp14:editId="1E01111A">
                <wp:simplePos x="0" y="0"/>
                <wp:positionH relativeFrom="column">
                  <wp:posOffset>4629150</wp:posOffset>
                </wp:positionH>
                <wp:positionV relativeFrom="paragraph">
                  <wp:posOffset>807085</wp:posOffset>
                </wp:positionV>
                <wp:extent cx="1628140" cy="589915"/>
                <wp:effectExtent l="0" t="0" r="0" b="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140" cy="5899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B1D5F8" w14:textId="77777777" w:rsidR="00836E6A" w:rsidRPr="00CB2D83" w:rsidRDefault="00836E6A" w:rsidP="00836E6A">
                            <w:pPr>
                              <w:spacing w:line="240" w:lineRule="exact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Visit the Accessibility Page on IRS.gov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FDADCC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margin-left:364.5pt;margin-top:63.55pt;width:128.2pt;height:46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" stroked="f">
                <v:fill opacity="0"/>
                <v:textbox>
                  <w:txbxContent>
                    <w:p w14:paraId="20B1D5F8" w14:textId="77777777" w:rsidR="00836E6A" w:rsidRPr="00CB2D83" w:rsidRDefault="00836E6A" w:rsidP="00836E6A">
                      <w:pPr>
                        <w:spacing w:line="240" w:lineRule="exact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Visit the Accessibility Page on IRS.gov</w:t>
                      </w:r>
                    </w:p>
                  </w:txbxContent>
                </v:textbox>
              </v:shape>
            </w:pict>
          </mc:Fallback>
        </mc:AlternateContent>
      </w:r>
      <w:r w:rsidRPr="003B5022">
        <w:rPr>
          <w:rFonts w:ascii="Arial" w:hAnsi="Arial" w:cs="Arial"/>
          <w:noProof/>
        </w:rPr>
        <w:drawing>
          <wp:inline distT="0" distB="0" distL="0" distR="0" wp14:anchorId="29F9C972" wp14:editId="6EB1DA53">
            <wp:extent cx="3822700" cy="850900"/>
            <wp:effectExtent l="0" t="0" r="6350" b="635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2700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F66440" w14:textId="77777777" w:rsidR="00836E6A" w:rsidRDefault="00836E6A" w:rsidP="00836E6A">
      <w:pPr>
        <w:rPr>
          <w:rFonts w:ascii="Arial" w:hAnsi="Arial" w:cs="Arial"/>
        </w:rPr>
      </w:pPr>
      <w:r w:rsidRPr="00C016F2">
        <w:rPr>
          <w:rFonts w:ascii="Arial" w:hAnsi="Arial" w:cs="Arial"/>
        </w:rPr>
        <w:t>Inst</w:t>
      </w:r>
      <w:r>
        <w:rPr>
          <w:rFonts w:ascii="Arial" w:hAnsi="Arial" w:cs="Arial"/>
        </w:rPr>
        <w:t>ruction 8038 G (Rev. 10-2021 ) Catalog Number 55432S</w:t>
      </w:r>
    </w:p>
    <w:p w14:paraId="7970AD2F" w14:textId="77777777" w:rsidR="00836E6A" w:rsidRDefault="00836E6A" w:rsidP="00836E6A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Department of the Treasury </w:t>
      </w:r>
      <w:r w:rsidRPr="00C016F2">
        <w:rPr>
          <w:rFonts w:ascii="Arial" w:hAnsi="Arial" w:cs="Arial"/>
          <w:b/>
        </w:rPr>
        <w:t>Internal Revenue Service</w:t>
      </w:r>
      <w:r>
        <w:rPr>
          <w:rFonts w:ascii="Arial" w:hAnsi="Arial" w:cs="Arial"/>
        </w:rPr>
        <w:t xml:space="preserve"> </w:t>
      </w:r>
      <w:hyperlink r:id="rId9" w:history="1">
        <w:r w:rsidRPr="0096034D">
          <w:rPr>
            <w:rStyle w:val="Hyperlink"/>
            <w:rFonts w:ascii="Arial" w:hAnsi="Arial" w:cs="Arial"/>
          </w:rPr>
          <w:t>www.irs.gov</w:t>
        </w:r>
      </w:hyperlink>
    </w:p>
    <w:p w14:paraId="72B0DE48" w14:textId="77777777" w:rsidR="00836E6A" w:rsidRPr="0038389B" w:rsidRDefault="00836E6A" w:rsidP="00836E6A">
      <w:pPr>
        <w:pStyle w:val="Body"/>
        <w:jc w:val="center"/>
        <w:rPr>
          <w:rFonts w:eastAsia="Arial" w:cs="Arial"/>
          <w:w w:val="95"/>
          <w:sz w:val="52"/>
          <w:szCs w:val="52"/>
        </w:rPr>
      </w:pPr>
      <w:r w:rsidRPr="0038389B">
        <w:rPr>
          <w:w w:val="95"/>
        </w:rPr>
        <w:lastRenderedPageBreak/>
        <w:t>This page is intentionally left blank</w:t>
      </w:r>
    </w:p>
    <w:p w14:paraId="045A2B67" w14:textId="77777777" w:rsidR="00836E6A" w:rsidRPr="0038389B" w:rsidRDefault="00836E6A" w:rsidP="00836E6A">
      <w:pPr>
        <w:widowControl/>
        <w:autoSpaceDE/>
        <w:autoSpaceDN/>
        <w:spacing w:before="240" w:after="240"/>
        <w:rPr>
          <w:rFonts w:ascii="Verdana" w:eastAsiaTheme="minorHAnsi" w:hAnsi="Verdana" w:cstheme="minorBidi"/>
          <w:sz w:val="40"/>
          <w:szCs w:val="40"/>
        </w:rPr>
      </w:pPr>
      <w:r w:rsidRPr="0038389B">
        <w:rPr>
          <w:rFonts w:ascii="Verdana" w:hAnsi="Verdana"/>
        </w:rPr>
        <w:br w:type="page"/>
      </w:r>
    </w:p>
    <w:p w14:paraId="2F735DAE" w14:textId="7FE78D69" w:rsidR="006F2C1B" w:rsidRPr="0038389B" w:rsidRDefault="006F2C1B" w:rsidP="006F2C1B">
      <w:pPr>
        <w:pStyle w:val="Heading2"/>
      </w:pPr>
      <w:r w:rsidRPr="0038389B">
        <w:lastRenderedPageBreak/>
        <w:t>Contents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5"/>
        <w:gridCol w:w="2022"/>
        <w:gridCol w:w="1483"/>
      </w:tblGrid>
      <w:tr w:rsidR="00923376" w:rsidRPr="0038389B" w14:paraId="48240791" w14:textId="77777777" w:rsidTr="0038389B">
        <w:tc>
          <w:tcPr>
            <w:tcW w:w="5125" w:type="dxa"/>
            <w:shd w:val="clear" w:color="auto" w:fill="auto"/>
            <w:vAlign w:val="bottom"/>
          </w:tcPr>
          <w:p w14:paraId="531832B4" w14:textId="72E33667" w:rsidR="00923376" w:rsidRPr="0038389B" w:rsidRDefault="00923376" w:rsidP="00923376">
            <w:pPr>
              <w:pStyle w:val="Body"/>
              <w:spacing w:before="0" w:after="0"/>
              <w:jc w:val="center"/>
              <w:rPr>
                <w:b/>
                <w:bCs/>
              </w:rPr>
            </w:pPr>
            <w:r w:rsidRPr="0038389B">
              <w:rPr>
                <w:b/>
                <w:bCs/>
              </w:rPr>
              <w:t>Topic</w:t>
            </w:r>
          </w:p>
        </w:tc>
        <w:tc>
          <w:tcPr>
            <w:tcW w:w="2022" w:type="dxa"/>
            <w:shd w:val="clear" w:color="auto" w:fill="auto"/>
            <w:vAlign w:val="bottom"/>
          </w:tcPr>
          <w:p w14:paraId="625E1189" w14:textId="5120D4DA" w:rsidR="00923376" w:rsidRPr="0038389B" w:rsidRDefault="00923376" w:rsidP="00923376">
            <w:pPr>
              <w:pStyle w:val="Body"/>
              <w:spacing w:before="0" w:after="0"/>
              <w:jc w:val="center"/>
              <w:rPr>
                <w:b/>
                <w:bCs/>
              </w:rPr>
            </w:pPr>
            <w:r w:rsidRPr="0038389B">
              <w:rPr>
                <w:b/>
                <w:bCs/>
              </w:rPr>
              <w:t>Regular Page</w:t>
            </w:r>
          </w:p>
        </w:tc>
        <w:tc>
          <w:tcPr>
            <w:tcW w:w="1483" w:type="dxa"/>
            <w:shd w:val="clear" w:color="auto" w:fill="auto"/>
            <w:vAlign w:val="bottom"/>
          </w:tcPr>
          <w:p w14:paraId="4DD38F0F" w14:textId="734DF049" w:rsidR="00923376" w:rsidRPr="0038389B" w:rsidRDefault="00923376" w:rsidP="00923376">
            <w:pPr>
              <w:pStyle w:val="Body"/>
              <w:spacing w:before="0" w:after="0"/>
              <w:jc w:val="center"/>
              <w:rPr>
                <w:b/>
                <w:bCs/>
              </w:rPr>
            </w:pPr>
            <w:r w:rsidRPr="0038389B">
              <w:rPr>
                <w:b/>
                <w:bCs/>
              </w:rPr>
              <w:t>Large Print Page</w:t>
            </w:r>
          </w:p>
        </w:tc>
      </w:tr>
      <w:tr w:rsidR="006F2C1B" w:rsidRPr="0038389B" w14:paraId="133C8AAB" w14:textId="77777777" w:rsidTr="0038389B">
        <w:tc>
          <w:tcPr>
            <w:tcW w:w="5125" w:type="dxa"/>
            <w:shd w:val="clear" w:color="auto" w:fill="auto"/>
            <w:vAlign w:val="bottom"/>
          </w:tcPr>
          <w:p w14:paraId="77DDA7A9" w14:textId="77777777" w:rsidR="006F2C1B" w:rsidRPr="0038389B" w:rsidRDefault="006F2C1B" w:rsidP="00356F87">
            <w:pPr>
              <w:pStyle w:val="Body"/>
              <w:spacing w:before="0" w:after="0"/>
            </w:pPr>
            <w:r w:rsidRPr="0038389B">
              <w:t>Future Developments</w:t>
            </w:r>
          </w:p>
        </w:tc>
        <w:tc>
          <w:tcPr>
            <w:tcW w:w="2022" w:type="dxa"/>
            <w:shd w:val="clear" w:color="auto" w:fill="auto"/>
            <w:vAlign w:val="bottom"/>
          </w:tcPr>
          <w:p w14:paraId="0D75FB3A" w14:textId="77777777" w:rsidR="006F2C1B" w:rsidRPr="0038389B" w:rsidRDefault="006F2C1B" w:rsidP="00923376">
            <w:pPr>
              <w:pStyle w:val="Body"/>
              <w:spacing w:before="0" w:after="0"/>
              <w:jc w:val="center"/>
            </w:pPr>
            <w:r w:rsidRPr="0038389B">
              <w:t>1</w:t>
            </w:r>
          </w:p>
        </w:tc>
        <w:tc>
          <w:tcPr>
            <w:tcW w:w="1483" w:type="dxa"/>
            <w:shd w:val="clear" w:color="auto" w:fill="auto"/>
            <w:vAlign w:val="bottom"/>
          </w:tcPr>
          <w:p w14:paraId="0233AB3A" w14:textId="77777777" w:rsidR="006F2C1B" w:rsidRPr="0038389B" w:rsidRDefault="006F2C1B" w:rsidP="00923376">
            <w:pPr>
              <w:pStyle w:val="Body"/>
              <w:spacing w:before="0" w:after="0"/>
              <w:jc w:val="center"/>
            </w:pPr>
            <w:r w:rsidRPr="0038389B">
              <w:t>4</w:t>
            </w:r>
          </w:p>
        </w:tc>
      </w:tr>
      <w:tr w:rsidR="006F2C1B" w:rsidRPr="0038389B" w14:paraId="3949F0A2" w14:textId="77777777" w:rsidTr="0038389B">
        <w:tc>
          <w:tcPr>
            <w:tcW w:w="5125" w:type="dxa"/>
            <w:shd w:val="clear" w:color="auto" w:fill="auto"/>
            <w:vAlign w:val="bottom"/>
          </w:tcPr>
          <w:p w14:paraId="14A07740" w14:textId="77777777" w:rsidR="006F2C1B" w:rsidRPr="0038389B" w:rsidRDefault="006F2C1B" w:rsidP="00356F87">
            <w:pPr>
              <w:pStyle w:val="Body"/>
              <w:spacing w:before="0" w:after="0"/>
            </w:pPr>
            <w:r w:rsidRPr="0038389B">
              <w:t>General Instructions</w:t>
            </w:r>
          </w:p>
        </w:tc>
        <w:tc>
          <w:tcPr>
            <w:tcW w:w="2022" w:type="dxa"/>
            <w:shd w:val="clear" w:color="auto" w:fill="auto"/>
            <w:vAlign w:val="bottom"/>
          </w:tcPr>
          <w:p w14:paraId="6B0B9469" w14:textId="77777777" w:rsidR="006F2C1B" w:rsidRPr="0038389B" w:rsidRDefault="006F2C1B" w:rsidP="00923376">
            <w:pPr>
              <w:pStyle w:val="Body"/>
              <w:spacing w:before="0" w:after="0"/>
              <w:jc w:val="center"/>
            </w:pPr>
            <w:r w:rsidRPr="0038389B">
              <w:t>1</w:t>
            </w:r>
          </w:p>
        </w:tc>
        <w:tc>
          <w:tcPr>
            <w:tcW w:w="1483" w:type="dxa"/>
            <w:shd w:val="clear" w:color="auto" w:fill="auto"/>
            <w:vAlign w:val="bottom"/>
          </w:tcPr>
          <w:p w14:paraId="364968E5" w14:textId="77777777" w:rsidR="006F2C1B" w:rsidRPr="0038389B" w:rsidRDefault="006F2C1B" w:rsidP="00923376">
            <w:pPr>
              <w:pStyle w:val="Body"/>
              <w:spacing w:before="0" w:after="0"/>
              <w:jc w:val="center"/>
            </w:pPr>
            <w:r w:rsidRPr="0038389B">
              <w:t>4</w:t>
            </w:r>
          </w:p>
        </w:tc>
      </w:tr>
      <w:tr w:rsidR="006F2C1B" w:rsidRPr="0038389B" w14:paraId="7761046B" w14:textId="77777777" w:rsidTr="0038389B">
        <w:tc>
          <w:tcPr>
            <w:tcW w:w="5125" w:type="dxa"/>
            <w:shd w:val="clear" w:color="auto" w:fill="auto"/>
            <w:vAlign w:val="bottom"/>
          </w:tcPr>
          <w:p w14:paraId="64A14FB7" w14:textId="77777777" w:rsidR="006F2C1B" w:rsidRPr="0038389B" w:rsidRDefault="006F2C1B" w:rsidP="00356F87">
            <w:pPr>
              <w:pStyle w:val="Body"/>
              <w:spacing w:before="0" w:after="0"/>
            </w:pPr>
            <w:r w:rsidRPr="0038389B">
              <w:t>Specific Instructions</w:t>
            </w:r>
          </w:p>
        </w:tc>
        <w:tc>
          <w:tcPr>
            <w:tcW w:w="2022" w:type="dxa"/>
            <w:shd w:val="clear" w:color="auto" w:fill="auto"/>
            <w:vAlign w:val="bottom"/>
          </w:tcPr>
          <w:p w14:paraId="1B7C09A8" w14:textId="77777777" w:rsidR="006F2C1B" w:rsidRPr="0038389B" w:rsidRDefault="006F2C1B" w:rsidP="00923376">
            <w:pPr>
              <w:pStyle w:val="Body"/>
              <w:spacing w:before="0" w:after="0"/>
              <w:jc w:val="center"/>
            </w:pPr>
            <w:r w:rsidRPr="0038389B">
              <w:t>2</w:t>
            </w:r>
          </w:p>
        </w:tc>
        <w:tc>
          <w:tcPr>
            <w:tcW w:w="1483" w:type="dxa"/>
            <w:shd w:val="clear" w:color="auto" w:fill="auto"/>
            <w:vAlign w:val="bottom"/>
          </w:tcPr>
          <w:p w14:paraId="008B3446" w14:textId="5BBA0525" w:rsidR="006F2C1B" w:rsidRPr="0038389B" w:rsidRDefault="006F2C1B" w:rsidP="00923376">
            <w:pPr>
              <w:pStyle w:val="Body"/>
              <w:spacing w:before="0" w:after="0"/>
              <w:jc w:val="center"/>
            </w:pPr>
            <w:r w:rsidRPr="0038389B">
              <w:t>1</w:t>
            </w:r>
            <w:r w:rsidR="0038389B">
              <w:t>3</w:t>
            </w:r>
          </w:p>
        </w:tc>
      </w:tr>
      <w:tr w:rsidR="006F2C1B" w:rsidRPr="0038389B" w14:paraId="1B225617" w14:textId="77777777" w:rsidTr="0038389B">
        <w:tc>
          <w:tcPr>
            <w:tcW w:w="5125" w:type="dxa"/>
            <w:shd w:val="clear" w:color="auto" w:fill="auto"/>
            <w:vAlign w:val="bottom"/>
          </w:tcPr>
          <w:p w14:paraId="5FF37668" w14:textId="77777777" w:rsidR="006F2C1B" w:rsidRPr="0038389B" w:rsidRDefault="006F2C1B" w:rsidP="00356F87">
            <w:pPr>
              <w:pStyle w:val="Body"/>
              <w:spacing w:before="0" w:after="0"/>
            </w:pPr>
            <w:r w:rsidRPr="0038389B">
              <w:t>Part I-Reporting Authority</w:t>
            </w:r>
          </w:p>
        </w:tc>
        <w:tc>
          <w:tcPr>
            <w:tcW w:w="2022" w:type="dxa"/>
            <w:shd w:val="clear" w:color="auto" w:fill="auto"/>
            <w:vAlign w:val="bottom"/>
          </w:tcPr>
          <w:p w14:paraId="1A124AA0" w14:textId="77777777" w:rsidR="006F2C1B" w:rsidRPr="0038389B" w:rsidRDefault="006F2C1B" w:rsidP="00923376">
            <w:pPr>
              <w:pStyle w:val="Body"/>
              <w:spacing w:before="0" w:after="0"/>
              <w:jc w:val="center"/>
            </w:pPr>
            <w:r w:rsidRPr="0038389B">
              <w:t>2</w:t>
            </w:r>
          </w:p>
        </w:tc>
        <w:tc>
          <w:tcPr>
            <w:tcW w:w="1483" w:type="dxa"/>
            <w:shd w:val="clear" w:color="auto" w:fill="auto"/>
            <w:vAlign w:val="bottom"/>
          </w:tcPr>
          <w:p w14:paraId="4AC5A39B" w14:textId="43D63F0F" w:rsidR="006F2C1B" w:rsidRPr="0038389B" w:rsidRDefault="006F2C1B" w:rsidP="00923376">
            <w:pPr>
              <w:pStyle w:val="Body"/>
              <w:spacing w:before="0" w:after="0"/>
              <w:jc w:val="center"/>
            </w:pPr>
            <w:r w:rsidRPr="0038389B">
              <w:t>1</w:t>
            </w:r>
            <w:r w:rsidR="0038389B">
              <w:t>3</w:t>
            </w:r>
          </w:p>
        </w:tc>
      </w:tr>
      <w:tr w:rsidR="006F2C1B" w:rsidRPr="0038389B" w14:paraId="630AC698" w14:textId="77777777" w:rsidTr="0038389B">
        <w:tc>
          <w:tcPr>
            <w:tcW w:w="5125" w:type="dxa"/>
            <w:shd w:val="clear" w:color="auto" w:fill="auto"/>
            <w:vAlign w:val="bottom"/>
          </w:tcPr>
          <w:p w14:paraId="0F4D6F99" w14:textId="77777777" w:rsidR="006F2C1B" w:rsidRPr="0038389B" w:rsidRDefault="006F2C1B" w:rsidP="00356F87">
            <w:pPr>
              <w:pStyle w:val="Body"/>
              <w:spacing w:before="0" w:after="0"/>
            </w:pPr>
            <w:r w:rsidRPr="0038389B">
              <w:t>Part II-Type of Issue</w:t>
            </w:r>
          </w:p>
        </w:tc>
        <w:tc>
          <w:tcPr>
            <w:tcW w:w="2022" w:type="dxa"/>
            <w:shd w:val="clear" w:color="auto" w:fill="auto"/>
            <w:vAlign w:val="bottom"/>
          </w:tcPr>
          <w:p w14:paraId="28BEFFC0" w14:textId="77777777" w:rsidR="006F2C1B" w:rsidRPr="0038389B" w:rsidRDefault="006F2C1B" w:rsidP="00923376">
            <w:pPr>
              <w:pStyle w:val="Body"/>
              <w:spacing w:before="0" w:after="0"/>
              <w:jc w:val="center"/>
            </w:pPr>
            <w:r w:rsidRPr="0038389B">
              <w:t>2</w:t>
            </w:r>
          </w:p>
        </w:tc>
        <w:tc>
          <w:tcPr>
            <w:tcW w:w="1483" w:type="dxa"/>
            <w:shd w:val="clear" w:color="auto" w:fill="auto"/>
            <w:vAlign w:val="bottom"/>
          </w:tcPr>
          <w:p w14:paraId="426620F2" w14:textId="77777777" w:rsidR="006F2C1B" w:rsidRPr="0038389B" w:rsidRDefault="006F2C1B" w:rsidP="00923376">
            <w:pPr>
              <w:pStyle w:val="Body"/>
              <w:spacing w:before="0" w:after="0"/>
              <w:jc w:val="center"/>
            </w:pPr>
            <w:r w:rsidRPr="0038389B">
              <w:t>17</w:t>
            </w:r>
          </w:p>
        </w:tc>
      </w:tr>
      <w:tr w:rsidR="006F2C1B" w:rsidRPr="0038389B" w14:paraId="0D3525CF" w14:textId="77777777" w:rsidTr="0038389B">
        <w:tc>
          <w:tcPr>
            <w:tcW w:w="5125" w:type="dxa"/>
            <w:shd w:val="clear" w:color="auto" w:fill="auto"/>
            <w:vAlign w:val="bottom"/>
          </w:tcPr>
          <w:p w14:paraId="2F719787" w14:textId="77777777" w:rsidR="006F2C1B" w:rsidRPr="0038389B" w:rsidRDefault="006F2C1B" w:rsidP="00356F87">
            <w:pPr>
              <w:pStyle w:val="Body"/>
              <w:spacing w:before="0" w:after="0"/>
            </w:pPr>
            <w:r w:rsidRPr="0038389B">
              <w:t>Part III-Description of Bonds</w:t>
            </w:r>
          </w:p>
        </w:tc>
        <w:tc>
          <w:tcPr>
            <w:tcW w:w="2022" w:type="dxa"/>
            <w:shd w:val="clear" w:color="auto" w:fill="auto"/>
            <w:vAlign w:val="bottom"/>
          </w:tcPr>
          <w:p w14:paraId="33CED582" w14:textId="77777777" w:rsidR="006F2C1B" w:rsidRPr="0038389B" w:rsidRDefault="006F2C1B" w:rsidP="00923376">
            <w:pPr>
              <w:pStyle w:val="Body"/>
              <w:spacing w:before="0" w:after="0"/>
              <w:jc w:val="center"/>
            </w:pPr>
            <w:r w:rsidRPr="0038389B">
              <w:t>3</w:t>
            </w:r>
          </w:p>
        </w:tc>
        <w:tc>
          <w:tcPr>
            <w:tcW w:w="1483" w:type="dxa"/>
            <w:shd w:val="clear" w:color="auto" w:fill="auto"/>
            <w:vAlign w:val="bottom"/>
          </w:tcPr>
          <w:p w14:paraId="20E1B04C" w14:textId="1C9764FB" w:rsidR="006F2C1B" w:rsidRPr="0038389B" w:rsidRDefault="006F2C1B" w:rsidP="00923376">
            <w:pPr>
              <w:pStyle w:val="Body"/>
              <w:spacing w:before="0" w:after="0"/>
              <w:jc w:val="center"/>
            </w:pPr>
            <w:r w:rsidRPr="0038389B">
              <w:t>1</w:t>
            </w:r>
            <w:r w:rsidR="0038389B">
              <w:t>9</w:t>
            </w:r>
          </w:p>
        </w:tc>
      </w:tr>
      <w:tr w:rsidR="006F2C1B" w:rsidRPr="0038389B" w14:paraId="59D1DEF2" w14:textId="77777777" w:rsidTr="0038389B">
        <w:tc>
          <w:tcPr>
            <w:tcW w:w="5125" w:type="dxa"/>
            <w:shd w:val="clear" w:color="auto" w:fill="auto"/>
            <w:vAlign w:val="bottom"/>
          </w:tcPr>
          <w:p w14:paraId="4AF833A4" w14:textId="77777777" w:rsidR="006F2C1B" w:rsidRPr="0038389B" w:rsidRDefault="006F2C1B" w:rsidP="00356F87">
            <w:pPr>
              <w:pStyle w:val="Body"/>
              <w:spacing w:before="0" w:after="0"/>
            </w:pPr>
            <w:r w:rsidRPr="0038389B">
              <w:t>Part IV-Uses of Proceeds of Bond Issue</w:t>
            </w:r>
          </w:p>
        </w:tc>
        <w:tc>
          <w:tcPr>
            <w:tcW w:w="2022" w:type="dxa"/>
            <w:shd w:val="clear" w:color="auto" w:fill="auto"/>
            <w:vAlign w:val="bottom"/>
          </w:tcPr>
          <w:p w14:paraId="2EE1F252" w14:textId="77777777" w:rsidR="006F2C1B" w:rsidRPr="0038389B" w:rsidRDefault="006F2C1B" w:rsidP="00923376">
            <w:pPr>
              <w:pStyle w:val="Body"/>
              <w:spacing w:before="0" w:after="0"/>
              <w:jc w:val="center"/>
            </w:pPr>
            <w:r w:rsidRPr="0038389B">
              <w:t>3</w:t>
            </w:r>
          </w:p>
        </w:tc>
        <w:tc>
          <w:tcPr>
            <w:tcW w:w="1483" w:type="dxa"/>
            <w:shd w:val="clear" w:color="auto" w:fill="auto"/>
            <w:vAlign w:val="bottom"/>
          </w:tcPr>
          <w:p w14:paraId="2D1A022A" w14:textId="77777777" w:rsidR="006F2C1B" w:rsidRPr="0038389B" w:rsidRDefault="006F2C1B" w:rsidP="00923376">
            <w:pPr>
              <w:pStyle w:val="Body"/>
              <w:spacing w:before="0" w:after="0"/>
              <w:jc w:val="center"/>
            </w:pPr>
            <w:r w:rsidRPr="0038389B">
              <w:t>20</w:t>
            </w:r>
          </w:p>
        </w:tc>
      </w:tr>
      <w:tr w:rsidR="006F2C1B" w:rsidRPr="0038389B" w14:paraId="1FCCD25F" w14:textId="77777777" w:rsidTr="0038389B">
        <w:tc>
          <w:tcPr>
            <w:tcW w:w="5125" w:type="dxa"/>
            <w:shd w:val="clear" w:color="auto" w:fill="auto"/>
            <w:vAlign w:val="bottom"/>
          </w:tcPr>
          <w:p w14:paraId="6362D403" w14:textId="77777777" w:rsidR="006F2C1B" w:rsidRPr="0038389B" w:rsidRDefault="006F2C1B" w:rsidP="00356F87">
            <w:pPr>
              <w:pStyle w:val="Body"/>
              <w:spacing w:before="0" w:after="0"/>
            </w:pPr>
            <w:r w:rsidRPr="0038389B">
              <w:t>Part V-Description of Refunded Bonds</w:t>
            </w:r>
          </w:p>
        </w:tc>
        <w:tc>
          <w:tcPr>
            <w:tcW w:w="2022" w:type="dxa"/>
            <w:shd w:val="clear" w:color="auto" w:fill="auto"/>
            <w:vAlign w:val="bottom"/>
          </w:tcPr>
          <w:p w14:paraId="616C58B8" w14:textId="77777777" w:rsidR="006F2C1B" w:rsidRPr="0038389B" w:rsidRDefault="006F2C1B" w:rsidP="00923376">
            <w:pPr>
              <w:pStyle w:val="Body"/>
              <w:spacing w:before="0" w:after="0"/>
              <w:jc w:val="center"/>
            </w:pPr>
            <w:r w:rsidRPr="0038389B">
              <w:t>3</w:t>
            </w:r>
          </w:p>
        </w:tc>
        <w:tc>
          <w:tcPr>
            <w:tcW w:w="1483" w:type="dxa"/>
            <w:shd w:val="clear" w:color="auto" w:fill="auto"/>
            <w:vAlign w:val="bottom"/>
          </w:tcPr>
          <w:p w14:paraId="14947EB0" w14:textId="4B9F2F4B" w:rsidR="006F2C1B" w:rsidRPr="0038389B" w:rsidRDefault="006F2C1B" w:rsidP="00923376">
            <w:pPr>
              <w:pStyle w:val="Body"/>
              <w:spacing w:before="0" w:after="0"/>
              <w:jc w:val="center"/>
            </w:pPr>
            <w:r w:rsidRPr="0038389B">
              <w:t>2</w:t>
            </w:r>
            <w:r w:rsidR="0038389B">
              <w:t>2</w:t>
            </w:r>
          </w:p>
        </w:tc>
      </w:tr>
      <w:tr w:rsidR="006F2C1B" w:rsidRPr="0038389B" w14:paraId="653C5F8D" w14:textId="77777777" w:rsidTr="0038389B">
        <w:tc>
          <w:tcPr>
            <w:tcW w:w="5125" w:type="dxa"/>
            <w:shd w:val="clear" w:color="auto" w:fill="auto"/>
            <w:vAlign w:val="bottom"/>
          </w:tcPr>
          <w:p w14:paraId="0FAF5557" w14:textId="77777777" w:rsidR="006F2C1B" w:rsidRPr="0038389B" w:rsidRDefault="006F2C1B" w:rsidP="00356F87">
            <w:pPr>
              <w:pStyle w:val="Body"/>
              <w:spacing w:before="0" w:after="0"/>
            </w:pPr>
            <w:r w:rsidRPr="0038389B">
              <w:t>Part VI-Miscellaneous</w:t>
            </w:r>
          </w:p>
        </w:tc>
        <w:tc>
          <w:tcPr>
            <w:tcW w:w="2022" w:type="dxa"/>
            <w:shd w:val="clear" w:color="auto" w:fill="auto"/>
            <w:vAlign w:val="bottom"/>
          </w:tcPr>
          <w:p w14:paraId="5469A161" w14:textId="77777777" w:rsidR="006F2C1B" w:rsidRPr="0038389B" w:rsidRDefault="006F2C1B" w:rsidP="00923376">
            <w:pPr>
              <w:pStyle w:val="Body"/>
              <w:spacing w:before="0" w:after="0"/>
              <w:jc w:val="center"/>
            </w:pPr>
            <w:r w:rsidRPr="0038389B">
              <w:t>3</w:t>
            </w:r>
          </w:p>
        </w:tc>
        <w:tc>
          <w:tcPr>
            <w:tcW w:w="1483" w:type="dxa"/>
            <w:shd w:val="clear" w:color="auto" w:fill="auto"/>
            <w:vAlign w:val="bottom"/>
          </w:tcPr>
          <w:p w14:paraId="7360D79C" w14:textId="77777777" w:rsidR="006F2C1B" w:rsidRPr="0038389B" w:rsidRDefault="006F2C1B" w:rsidP="00923376">
            <w:pPr>
              <w:pStyle w:val="Body"/>
              <w:spacing w:before="0" w:after="0"/>
              <w:jc w:val="center"/>
            </w:pPr>
            <w:r w:rsidRPr="0038389B">
              <w:t>22</w:t>
            </w:r>
          </w:p>
        </w:tc>
      </w:tr>
      <w:tr w:rsidR="006F2C1B" w:rsidRPr="0038389B" w14:paraId="425ADF5F" w14:textId="77777777" w:rsidTr="0038389B">
        <w:tc>
          <w:tcPr>
            <w:tcW w:w="5125" w:type="dxa"/>
            <w:shd w:val="clear" w:color="auto" w:fill="auto"/>
            <w:vAlign w:val="bottom"/>
          </w:tcPr>
          <w:p w14:paraId="582A8301" w14:textId="77777777" w:rsidR="006F2C1B" w:rsidRPr="0038389B" w:rsidRDefault="006F2C1B" w:rsidP="00356F87">
            <w:pPr>
              <w:pStyle w:val="Body"/>
              <w:spacing w:before="0" w:after="0"/>
            </w:pPr>
            <w:r w:rsidRPr="0038389B">
              <w:t>Signature and Consent</w:t>
            </w:r>
          </w:p>
        </w:tc>
        <w:tc>
          <w:tcPr>
            <w:tcW w:w="2022" w:type="dxa"/>
            <w:shd w:val="clear" w:color="auto" w:fill="auto"/>
            <w:vAlign w:val="bottom"/>
          </w:tcPr>
          <w:p w14:paraId="71F0B4F2" w14:textId="77777777" w:rsidR="006F2C1B" w:rsidRPr="0038389B" w:rsidRDefault="006F2C1B" w:rsidP="00923376">
            <w:pPr>
              <w:pStyle w:val="Body"/>
              <w:spacing w:before="0" w:after="0"/>
              <w:jc w:val="center"/>
            </w:pPr>
            <w:r w:rsidRPr="0038389B">
              <w:t>4</w:t>
            </w:r>
          </w:p>
        </w:tc>
        <w:tc>
          <w:tcPr>
            <w:tcW w:w="1483" w:type="dxa"/>
            <w:shd w:val="clear" w:color="auto" w:fill="auto"/>
            <w:vAlign w:val="bottom"/>
          </w:tcPr>
          <w:p w14:paraId="3A5AA439" w14:textId="77777777" w:rsidR="006F2C1B" w:rsidRPr="0038389B" w:rsidRDefault="006F2C1B" w:rsidP="00923376">
            <w:pPr>
              <w:pStyle w:val="Body"/>
              <w:spacing w:before="0" w:after="0"/>
              <w:jc w:val="center"/>
            </w:pPr>
            <w:r w:rsidRPr="0038389B">
              <w:t>26</w:t>
            </w:r>
          </w:p>
        </w:tc>
      </w:tr>
      <w:tr w:rsidR="006F2C1B" w:rsidRPr="0038389B" w14:paraId="2AFEE104" w14:textId="77777777" w:rsidTr="0038389B">
        <w:tc>
          <w:tcPr>
            <w:tcW w:w="5125" w:type="dxa"/>
            <w:shd w:val="clear" w:color="auto" w:fill="auto"/>
            <w:vAlign w:val="bottom"/>
          </w:tcPr>
          <w:p w14:paraId="33380FFC" w14:textId="77777777" w:rsidR="006F2C1B" w:rsidRPr="0038389B" w:rsidRDefault="006F2C1B" w:rsidP="00356F87">
            <w:pPr>
              <w:pStyle w:val="Body"/>
              <w:spacing w:before="0" w:after="0"/>
            </w:pPr>
            <w:r w:rsidRPr="0038389B">
              <w:t>Paid Preparer</w:t>
            </w:r>
          </w:p>
        </w:tc>
        <w:tc>
          <w:tcPr>
            <w:tcW w:w="2022" w:type="dxa"/>
            <w:shd w:val="clear" w:color="auto" w:fill="auto"/>
            <w:vAlign w:val="bottom"/>
          </w:tcPr>
          <w:p w14:paraId="08CA1389" w14:textId="77777777" w:rsidR="006F2C1B" w:rsidRPr="0038389B" w:rsidRDefault="006F2C1B" w:rsidP="00923376">
            <w:pPr>
              <w:pStyle w:val="Body"/>
              <w:spacing w:before="0" w:after="0"/>
              <w:jc w:val="center"/>
            </w:pPr>
            <w:r w:rsidRPr="0038389B">
              <w:t>4</w:t>
            </w:r>
          </w:p>
        </w:tc>
        <w:tc>
          <w:tcPr>
            <w:tcW w:w="1483" w:type="dxa"/>
            <w:shd w:val="clear" w:color="auto" w:fill="auto"/>
            <w:vAlign w:val="bottom"/>
          </w:tcPr>
          <w:p w14:paraId="4B5C3234" w14:textId="77777777" w:rsidR="006F2C1B" w:rsidRPr="0038389B" w:rsidRDefault="006F2C1B" w:rsidP="00923376">
            <w:pPr>
              <w:pStyle w:val="Body"/>
              <w:spacing w:before="0" w:after="0"/>
              <w:jc w:val="center"/>
            </w:pPr>
            <w:r w:rsidRPr="0038389B">
              <w:t>27</w:t>
            </w:r>
          </w:p>
        </w:tc>
      </w:tr>
      <w:tr w:rsidR="006F2C1B" w:rsidRPr="0038389B" w14:paraId="4DB59866" w14:textId="77777777" w:rsidTr="0038389B">
        <w:tc>
          <w:tcPr>
            <w:tcW w:w="5125" w:type="dxa"/>
            <w:shd w:val="clear" w:color="auto" w:fill="auto"/>
            <w:vAlign w:val="bottom"/>
          </w:tcPr>
          <w:p w14:paraId="0F0B0E0E" w14:textId="77777777" w:rsidR="006F2C1B" w:rsidRPr="0038389B" w:rsidRDefault="006F2C1B" w:rsidP="00356F87">
            <w:pPr>
              <w:pStyle w:val="Body"/>
              <w:spacing w:before="0" w:after="0"/>
            </w:pPr>
            <w:r w:rsidRPr="0038389B">
              <w:t>Paperwork Reduction Act Notice</w:t>
            </w:r>
          </w:p>
        </w:tc>
        <w:tc>
          <w:tcPr>
            <w:tcW w:w="2022" w:type="dxa"/>
            <w:shd w:val="clear" w:color="auto" w:fill="auto"/>
            <w:vAlign w:val="bottom"/>
          </w:tcPr>
          <w:p w14:paraId="3626DA05" w14:textId="77777777" w:rsidR="006F2C1B" w:rsidRPr="0038389B" w:rsidRDefault="006F2C1B" w:rsidP="00923376">
            <w:pPr>
              <w:pStyle w:val="Body"/>
              <w:spacing w:before="0" w:after="0"/>
              <w:jc w:val="center"/>
            </w:pPr>
            <w:r w:rsidRPr="0038389B">
              <w:t>4</w:t>
            </w:r>
          </w:p>
        </w:tc>
        <w:tc>
          <w:tcPr>
            <w:tcW w:w="1483" w:type="dxa"/>
            <w:shd w:val="clear" w:color="auto" w:fill="auto"/>
            <w:vAlign w:val="bottom"/>
          </w:tcPr>
          <w:p w14:paraId="0B86CEBB" w14:textId="7E988C43" w:rsidR="006F2C1B" w:rsidRPr="0038389B" w:rsidRDefault="006F2C1B" w:rsidP="00923376">
            <w:pPr>
              <w:pStyle w:val="Body"/>
              <w:spacing w:before="0" w:after="0"/>
              <w:jc w:val="center"/>
            </w:pPr>
            <w:r w:rsidRPr="0038389B">
              <w:t>2</w:t>
            </w:r>
            <w:r w:rsidR="0038389B">
              <w:t>8</w:t>
            </w:r>
          </w:p>
        </w:tc>
      </w:tr>
    </w:tbl>
    <w:p w14:paraId="344AAA48" w14:textId="77777777" w:rsidR="006F2C1B" w:rsidRPr="0038389B" w:rsidRDefault="006F2C1B">
      <w:pPr>
        <w:widowControl/>
        <w:autoSpaceDE/>
        <w:autoSpaceDN/>
        <w:spacing w:before="240" w:after="240"/>
        <w:rPr>
          <w:rFonts w:ascii="Verdana" w:eastAsiaTheme="minorHAnsi" w:hAnsi="Verdana" w:cstheme="minorBidi"/>
          <w:sz w:val="40"/>
          <w:szCs w:val="40"/>
        </w:rPr>
      </w:pPr>
      <w:r w:rsidRPr="0038389B">
        <w:rPr>
          <w:rFonts w:ascii="Verdana" w:hAnsi="Verdana"/>
        </w:rPr>
        <w:br w:type="page"/>
      </w:r>
    </w:p>
    <w:p w14:paraId="3EEA4CBF" w14:textId="15172748" w:rsidR="00F13DD9" w:rsidRPr="0038389B" w:rsidRDefault="00F13DD9" w:rsidP="00836E6A">
      <w:pPr>
        <w:pStyle w:val="Body"/>
        <w:spacing w:line="276" w:lineRule="auto"/>
      </w:pPr>
      <w:r w:rsidRPr="0038389B">
        <w:lastRenderedPageBreak/>
        <w:t>Section references are to the Internal Revenue</w:t>
      </w:r>
      <w:r w:rsidRPr="0038389B">
        <w:rPr>
          <w:spacing w:val="-39"/>
        </w:rPr>
        <w:t xml:space="preserve"> </w:t>
      </w:r>
      <w:r w:rsidRPr="0038389B">
        <w:t>Code</w:t>
      </w:r>
      <w:r w:rsidRPr="0038389B">
        <w:rPr>
          <w:spacing w:val="-5"/>
        </w:rPr>
        <w:t xml:space="preserve"> </w:t>
      </w:r>
      <w:r w:rsidRPr="0038389B">
        <w:t>unless</w:t>
      </w:r>
      <w:r w:rsidRPr="0038389B">
        <w:rPr>
          <w:spacing w:val="-4"/>
        </w:rPr>
        <w:t xml:space="preserve"> </w:t>
      </w:r>
      <w:r w:rsidRPr="0038389B">
        <w:t>otherwise</w:t>
      </w:r>
      <w:r w:rsidRPr="0038389B">
        <w:rPr>
          <w:spacing w:val="-4"/>
        </w:rPr>
        <w:t xml:space="preserve"> </w:t>
      </w:r>
      <w:r w:rsidRPr="0038389B">
        <w:t>noted.</w:t>
      </w:r>
    </w:p>
    <w:p w14:paraId="3D8F19DF" w14:textId="77777777" w:rsidR="00F13DD9" w:rsidRPr="0038389B" w:rsidRDefault="00F13DD9" w:rsidP="00B544EE">
      <w:pPr>
        <w:pStyle w:val="Heading2"/>
      </w:pPr>
      <w:bookmarkStart w:id="1" w:name="Future_Developments"/>
      <w:bookmarkEnd w:id="1"/>
      <w:r w:rsidRPr="0038389B">
        <w:t>Future</w:t>
      </w:r>
      <w:r w:rsidRPr="0038389B">
        <w:rPr>
          <w:spacing w:val="9"/>
        </w:rPr>
        <w:t xml:space="preserve"> </w:t>
      </w:r>
      <w:r w:rsidRPr="0038389B">
        <w:t>Developments</w:t>
      </w:r>
    </w:p>
    <w:p w14:paraId="35E05BBA" w14:textId="77777777" w:rsidR="00F13DD9" w:rsidRPr="0038389B" w:rsidRDefault="00F13DD9" w:rsidP="00B544EE">
      <w:pPr>
        <w:pStyle w:val="Body"/>
      </w:pPr>
      <w:r w:rsidRPr="0038389B">
        <w:t>For the latest information about</w:t>
      </w:r>
      <w:r w:rsidRPr="0038389B">
        <w:rPr>
          <w:spacing w:val="1"/>
        </w:rPr>
        <w:t xml:space="preserve"> </w:t>
      </w:r>
      <w:r w:rsidRPr="0038389B">
        <w:t>developments</w:t>
      </w:r>
      <w:r w:rsidRPr="0038389B">
        <w:rPr>
          <w:spacing w:val="-9"/>
        </w:rPr>
        <w:t xml:space="preserve"> </w:t>
      </w:r>
      <w:r w:rsidRPr="0038389B">
        <w:t>related</w:t>
      </w:r>
      <w:r w:rsidRPr="0038389B">
        <w:rPr>
          <w:spacing w:val="-8"/>
        </w:rPr>
        <w:t xml:space="preserve"> </w:t>
      </w:r>
      <w:r w:rsidRPr="0038389B">
        <w:t>to</w:t>
      </w:r>
      <w:r w:rsidRPr="0038389B">
        <w:rPr>
          <w:spacing w:val="-9"/>
        </w:rPr>
        <w:t xml:space="preserve"> </w:t>
      </w:r>
      <w:r w:rsidRPr="0038389B">
        <w:t>Form</w:t>
      </w:r>
      <w:r w:rsidRPr="0038389B">
        <w:rPr>
          <w:spacing w:val="-8"/>
        </w:rPr>
        <w:t xml:space="preserve"> </w:t>
      </w:r>
      <w:r w:rsidRPr="0038389B">
        <w:t>8038-G</w:t>
      </w:r>
      <w:r w:rsidRPr="0038389B">
        <w:rPr>
          <w:spacing w:val="-9"/>
        </w:rPr>
        <w:t xml:space="preserve"> </w:t>
      </w:r>
      <w:r w:rsidRPr="0038389B">
        <w:t>and</w:t>
      </w:r>
      <w:r w:rsidRPr="0038389B">
        <w:rPr>
          <w:spacing w:val="-47"/>
        </w:rPr>
        <w:t xml:space="preserve"> </w:t>
      </w:r>
      <w:r w:rsidRPr="0038389B">
        <w:t>its</w:t>
      </w:r>
      <w:r w:rsidRPr="0038389B">
        <w:rPr>
          <w:spacing w:val="2"/>
        </w:rPr>
        <w:t xml:space="preserve"> </w:t>
      </w:r>
      <w:r w:rsidRPr="0038389B">
        <w:t>instructions,</w:t>
      </w:r>
      <w:r w:rsidRPr="0038389B">
        <w:rPr>
          <w:spacing w:val="3"/>
        </w:rPr>
        <w:t xml:space="preserve"> </w:t>
      </w:r>
      <w:r w:rsidRPr="0038389B">
        <w:t>such</w:t>
      </w:r>
      <w:r w:rsidRPr="0038389B">
        <w:rPr>
          <w:spacing w:val="2"/>
        </w:rPr>
        <w:t xml:space="preserve"> </w:t>
      </w:r>
      <w:r w:rsidRPr="0038389B">
        <w:t>as</w:t>
      </w:r>
      <w:r w:rsidRPr="0038389B">
        <w:rPr>
          <w:spacing w:val="3"/>
        </w:rPr>
        <w:t xml:space="preserve"> </w:t>
      </w:r>
      <w:r w:rsidRPr="0038389B">
        <w:t>legislation</w:t>
      </w:r>
      <w:r w:rsidRPr="0038389B">
        <w:rPr>
          <w:spacing w:val="1"/>
        </w:rPr>
        <w:t xml:space="preserve"> </w:t>
      </w:r>
      <w:r w:rsidRPr="0038389B">
        <w:t>enacted after they were published, go to</w:t>
      </w:r>
      <w:r w:rsidRPr="0038389B">
        <w:rPr>
          <w:spacing w:val="1"/>
        </w:rPr>
        <w:t xml:space="preserve"> </w:t>
      </w:r>
      <w:hyperlink r:id="rId10">
        <w:r w:rsidRPr="0038389B">
          <w:rPr>
            <w:i/>
            <w:u w:val="single" w:color="0055A1"/>
          </w:rPr>
          <w:t>IRS.gov/Form8038G</w:t>
        </w:r>
      </w:hyperlink>
      <w:r w:rsidRPr="0038389B">
        <w:t>.</w:t>
      </w:r>
    </w:p>
    <w:p w14:paraId="55D7624E" w14:textId="60ACDD00" w:rsidR="00F13DD9" w:rsidRPr="0038389B" w:rsidRDefault="00F13DD9" w:rsidP="00B544EE">
      <w:pPr>
        <w:pStyle w:val="Heading1"/>
      </w:pPr>
      <w:bookmarkStart w:id="2" w:name="General_Instructions"/>
      <w:bookmarkEnd w:id="2"/>
      <w:r w:rsidRPr="0038389B">
        <w:t>General</w:t>
      </w:r>
      <w:r w:rsidRPr="0038389B">
        <w:rPr>
          <w:spacing w:val="2"/>
        </w:rPr>
        <w:t xml:space="preserve"> </w:t>
      </w:r>
      <w:r w:rsidRPr="0038389B">
        <w:t>Instructions</w:t>
      </w:r>
    </w:p>
    <w:p w14:paraId="42E32214" w14:textId="77777777" w:rsidR="00F13DD9" w:rsidRPr="0038389B" w:rsidRDefault="00F13DD9" w:rsidP="00B544EE">
      <w:pPr>
        <w:pStyle w:val="Heading2"/>
      </w:pPr>
      <w:bookmarkStart w:id="3" w:name="Purpose_of_Form"/>
      <w:bookmarkEnd w:id="3"/>
      <w:r w:rsidRPr="0038389B">
        <w:t>Purpose</w:t>
      </w:r>
      <w:r w:rsidRPr="0038389B">
        <w:rPr>
          <w:spacing w:val="1"/>
        </w:rPr>
        <w:t xml:space="preserve"> </w:t>
      </w:r>
      <w:r w:rsidRPr="0038389B">
        <w:t>of</w:t>
      </w:r>
      <w:r w:rsidRPr="0038389B">
        <w:rPr>
          <w:spacing w:val="1"/>
        </w:rPr>
        <w:t xml:space="preserve"> </w:t>
      </w:r>
      <w:r w:rsidRPr="0038389B">
        <w:t>Form</w:t>
      </w:r>
    </w:p>
    <w:p w14:paraId="5AC09844" w14:textId="385AB59E" w:rsidR="00F13DD9" w:rsidRPr="0038389B" w:rsidRDefault="00F13DD9" w:rsidP="00B544EE">
      <w:pPr>
        <w:pStyle w:val="Body"/>
      </w:pPr>
      <w:r w:rsidRPr="0038389B">
        <w:t>Form 8038-G is used by issuers of</w:t>
      </w:r>
      <w:r w:rsidRPr="0038389B">
        <w:rPr>
          <w:spacing w:val="1"/>
        </w:rPr>
        <w:t xml:space="preserve"> </w:t>
      </w:r>
      <w:r w:rsidRPr="0038389B">
        <w:t>tax-exempt governmental bonds to</w:t>
      </w:r>
      <w:r w:rsidRPr="0038389B">
        <w:rPr>
          <w:spacing w:val="-47"/>
        </w:rPr>
        <w:t xml:space="preserve"> </w:t>
      </w:r>
      <w:r w:rsidRPr="0038389B">
        <w:t>provide</w:t>
      </w:r>
      <w:r w:rsidRPr="0038389B">
        <w:rPr>
          <w:spacing w:val="-12"/>
        </w:rPr>
        <w:t xml:space="preserve"> </w:t>
      </w:r>
      <w:r w:rsidRPr="0038389B">
        <w:t>the</w:t>
      </w:r>
      <w:r w:rsidRPr="0038389B">
        <w:rPr>
          <w:spacing w:val="-12"/>
        </w:rPr>
        <w:t xml:space="preserve"> </w:t>
      </w:r>
      <w:r w:rsidRPr="0038389B">
        <w:t>IRS</w:t>
      </w:r>
      <w:r w:rsidRPr="0038389B">
        <w:rPr>
          <w:spacing w:val="-12"/>
        </w:rPr>
        <w:t xml:space="preserve"> </w:t>
      </w:r>
      <w:r w:rsidRPr="0038389B">
        <w:t>with</w:t>
      </w:r>
      <w:r w:rsidRPr="0038389B">
        <w:rPr>
          <w:spacing w:val="-12"/>
        </w:rPr>
        <w:t xml:space="preserve"> </w:t>
      </w:r>
      <w:r w:rsidRPr="0038389B">
        <w:t>the</w:t>
      </w:r>
      <w:r w:rsidRPr="0038389B">
        <w:rPr>
          <w:spacing w:val="-11"/>
        </w:rPr>
        <w:t xml:space="preserve"> </w:t>
      </w:r>
      <w:r w:rsidRPr="0038389B">
        <w:t>information</w:t>
      </w:r>
      <w:r w:rsidR="00B544EE" w:rsidRPr="0038389B">
        <w:t xml:space="preserve"> </w:t>
      </w:r>
      <w:r w:rsidRPr="0038389B">
        <w:t>required</w:t>
      </w:r>
      <w:r w:rsidRPr="0038389B">
        <w:rPr>
          <w:spacing w:val="-9"/>
        </w:rPr>
        <w:t xml:space="preserve"> </w:t>
      </w:r>
      <w:r w:rsidRPr="0038389B">
        <w:t>by</w:t>
      </w:r>
      <w:r w:rsidRPr="0038389B">
        <w:rPr>
          <w:spacing w:val="-9"/>
        </w:rPr>
        <w:t xml:space="preserve"> </w:t>
      </w:r>
      <w:r w:rsidRPr="0038389B">
        <w:t>section</w:t>
      </w:r>
      <w:r w:rsidRPr="0038389B">
        <w:rPr>
          <w:spacing w:val="-9"/>
        </w:rPr>
        <w:t xml:space="preserve"> </w:t>
      </w:r>
      <w:r w:rsidRPr="0038389B">
        <w:t>149(e)</w:t>
      </w:r>
      <w:r w:rsidRPr="0038389B">
        <w:rPr>
          <w:spacing w:val="-10"/>
        </w:rPr>
        <w:t xml:space="preserve"> </w:t>
      </w:r>
      <w:r w:rsidRPr="0038389B">
        <w:t>and</w:t>
      </w:r>
      <w:r w:rsidRPr="0038389B">
        <w:rPr>
          <w:spacing w:val="-9"/>
        </w:rPr>
        <w:t xml:space="preserve"> </w:t>
      </w:r>
      <w:r w:rsidRPr="0038389B">
        <w:t>to</w:t>
      </w:r>
      <w:r w:rsidRPr="0038389B">
        <w:rPr>
          <w:spacing w:val="-9"/>
        </w:rPr>
        <w:t xml:space="preserve"> </w:t>
      </w:r>
      <w:r w:rsidRPr="0038389B">
        <w:t>monitor</w:t>
      </w:r>
      <w:r w:rsidRPr="0038389B">
        <w:rPr>
          <w:spacing w:val="-47"/>
        </w:rPr>
        <w:t xml:space="preserve"> </w:t>
      </w:r>
      <w:r w:rsidRPr="0038389B">
        <w:t>compliance with the requirements of</w:t>
      </w:r>
      <w:r w:rsidRPr="0038389B">
        <w:rPr>
          <w:spacing w:val="1"/>
        </w:rPr>
        <w:t xml:space="preserve"> </w:t>
      </w:r>
      <w:r w:rsidRPr="0038389B">
        <w:t>sections</w:t>
      </w:r>
      <w:r w:rsidRPr="0038389B">
        <w:rPr>
          <w:spacing w:val="-8"/>
        </w:rPr>
        <w:t xml:space="preserve"> </w:t>
      </w:r>
      <w:r w:rsidRPr="0038389B">
        <w:t>141</w:t>
      </w:r>
      <w:r w:rsidRPr="0038389B">
        <w:rPr>
          <w:spacing w:val="-7"/>
        </w:rPr>
        <w:t xml:space="preserve"> </w:t>
      </w:r>
      <w:r w:rsidRPr="0038389B">
        <w:t>through</w:t>
      </w:r>
      <w:r w:rsidRPr="0038389B">
        <w:rPr>
          <w:spacing w:val="-7"/>
        </w:rPr>
        <w:t xml:space="preserve"> </w:t>
      </w:r>
      <w:r w:rsidRPr="0038389B">
        <w:t>150.</w:t>
      </w:r>
    </w:p>
    <w:p w14:paraId="299E52CE" w14:textId="77777777" w:rsidR="00F13DD9" w:rsidRPr="0038389B" w:rsidRDefault="00F13DD9" w:rsidP="00B544EE">
      <w:pPr>
        <w:pStyle w:val="Heading2"/>
      </w:pPr>
      <w:bookmarkStart w:id="4" w:name="Who_Must_File"/>
      <w:bookmarkEnd w:id="4"/>
      <w:r w:rsidRPr="0038389B">
        <w:t>Who</w:t>
      </w:r>
      <w:r w:rsidRPr="0038389B">
        <w:rPr>
          <w:spacing w:val="1"/>
        </w:rPr>
        <w:t xml:space="preserve"> </w:t>
      </w:r>
      <w:r w:rsidRPr="0038389B">
        <w:t>Must</w:t>
      </w:r>
      <w:r w:rsidRPr="0038389B">
        <w:rPr>
          <w:spacing w:val="1"/>
        </w:rPr>
        <w:t xml:space="preserve"> </w:t>
      </w:r>
      <w:r w:rsidRPr="0038389B">
        <w:t>File</w:t>
      </w:r>
    </w:p>
    <w:tbl>
      <w:tblPr>
        <w:tblW w:w="5000" w:type="pct"/>
        <w:tblBorders>
          <w:top w:val="single" w:sz="4" w:space="0" w:color="231F20"/>
          <w:bottom w:val="single" w:sz="4" w:space="0" w:color="231F20"/>
          <w:insideH w:val="single" w:sz="4" w:space="0" w:color="231F2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9"/>
        <w:gridCol w:w="5081"/>
      </w:tblGrid>
      <w:tr w:rsidR="00F13DD9" w:rsidRPr="0038389B" w14:paraId="01E65A64" w14:textId="77777777" w:rsidTr="002D421E">
        <w:trPr>
          <w:trHeight w:val="504"/>
        </w:trPr>
        <w:tc>
          <w:tcPr>
            <w:tcW w:w="2286" w:type="pct"/>
          </w:tcPr>
          <w:p w14:paraId="309C2D49" w14:textId="77777777" w:rsidR="00F13DD9" w:rsidRPr="0038389B" w:rsidRDefault="00F13DD9" w:rsidP="0052622D">
            <w:pPr>
              <w:pStyle w:val="Body"/>
              <w:spacing w:before="0" w:after="0"/>
              <w:rPr>
                <w:b/>
                <w:bCs/>
              </w:rPr>
            </w:pPr>
            <w:r w:rsidRPr="0038389B">
              <w:rPr>
                <w:b/>
                <w:bCs/>
                <w:w w:val="105"/>
              </w:rPr>
              <w:t>IF the issue price</w:t>
            </w:r>
            <w:r w:rsidRPr="0038389B">
              <w:rPr>
                <w:b/>
                <w:bCs/>
                <w:spacing w:val="1"/>
                <w:w w:val="105"/>
              </w:rPr>
              <w:t xml:space="preserve"> </w:t>
            </w:r>
            <w:r w:rsidRPr="0038389B">
              <w:rPr>
                <w:b/>
                <w:bCs/>
                <w:w w:val="105"/>
              </w:rPr>
              <w:t>(line 21, column (b))</w:t>
            </w:r>
            <w:r w:rsidRPr="0038389B">
              <w:rPr>
                <w:b/>
                <w:bCs/>
                <w:spacing w:val="-38"/>
                <w:w w:val="105"/>
              </w:rPr>
              <w:t xml:space="preserve"> </w:t>
            </w:r>
            <w:r w:rsidRPr="0038389B">
              <w:rPr>
                <w:b/>
                <w:bCs/>
                <w:w w:val="105"/>
              </w:rPr>
              <w:t>is...</w:t>
            </w:r>
          </w:p>
        </w:tc>
        <w:tc>
          <w:tcPr>
            <w:tcW w:w="2714" w:type="pct"/>
          </w:tcPr>
          <w:p w14:paraId="04851E41" w14:textId="3D8F4C0F" w:rsidR="00F13DD9" w:rsidRPr="0038389B" w:rsidRDefault="00F13DD9" w:rsidP="0052622D">
            <w:pPr>
              <w:pStyle w:val="Body"/>
              <w:spacing w:before="0" w:after="0"/>
              <w:rPr>
                <w:b/>
                <w:bCs/>
              </w:rPr>
            </w:pPr>
            <w:r w:rsidRPr="0038389B">
              <w:rPr>
                <w:b/>
                <w:bCs/>
                <w:w w:val="105"/>
              </w:rPr>
              <w:t>THEN, for tax-exempt</w:t>
            </w:r>
            <w:r w:rsidRPr="0038389B">
              <w:rPr>
                <w:b/>
                <w:bCs/>
                <w:spacing w:val="1"/>
                <w:w w:val="105"/>
              </w:rPr>
              <w:t xml:space="preserve"> </w:t>
            </w:r>
            <w:r w:rsidRPr="0038389B">
              <w:rPr>
                <w:b/>
                <w:bCs/>
                <w:w w:val="105"/>
              </w:rPr>
              <w:t>governmental bonds</w:t>
            </w:r>
            <w:r w:rsidRPr="0038389B">
              <w:rPr>
                <w:b/>
                <w:bCs/>
                <w:spacing w:val="1"/>
                <w:w w:val="105"/>
              </w:rPr>
              <w:t xml:space="preserve"> </w:t>
            </w:r>
            <w:r w:rsidRPr="0038389B">
              <w:rPr>
                <w:b/>
                <w:bCs/>
                <w:spacing w:val="-1"/>
                <w:w w:val="105"/>
              </w:rPr>
              <w:t>issued</w:t>
            </w:r>
            <w:r w:rsidRPr="0038389B">
              <w:rPr>
                <w:b/>
                <w:bCs/>
                <w:spacing w:val="-8"/>
                <w:w w:val="105"/>
              </w:rPr>
              <w:t xml:space="preserve"> </w:t>
            </w:r>
            <w:r w:rsidRPr="0038389B">
              <w:rPr>
                <w:b/>
                <w:bCs/>
                <w:spacing w:val="-1"/>
                <w:w w:val="105"/>
              </w:rPr>
              <w:t>after</w:t>
            </w:r>
            <w:r w:rsidRPr="0038389B">
              <w:rPr>
                <w:b/>
                <w:bCs/>
                <w:spacing w:val="-8"/>
                <w:w w:val="105"/>
              </w:rPr>
              <w:t xml:space="preserve"> </w:t>
            </w:r>
            <w:r w:rsidRPr="0038389B">
              <w:rPr>
                <w:b/>
                <w:bCs/>
                <w:w w:val="105"/>
              </w:rPr>
              <w:lastRenderedPageBreak/>
              <w:t>December</w:t>
            </w:r>
            <w:r w:rsidRPr="0038389B">
              <w:rPr>
                <w:b/>
                <w:bCs/>
                <w:spacing w:val="-37"/>
                <w:w w:val="105"/>
              </w:rPr>
              <w:t xml:space="preserve"> </w:t>
            </w:r>
            <w:bookmarkStart w:id="5" w:name="Other_Forms_That_May_Be_Required"/>
            <w:bookmarkEnd w:id="5"/>
            <w:r w:rsidRPr="0038389B">
              <w:rPr>
                <w:b/>
                <w:bCs/>
                <w:w w:val="105"/>
              </w:rPr>
              <w:t>31,</w:t>
            </w:r>
            <w:r w:rsidRPr="0038389B">
              <w:rPr>
                <w:b/>
                <w:bCs/>
                <w:spacing w:val="-7"/>
                <w:w w:val="105"/>
              </w:rPr>
              <w:t xml:space="preserve"> </w:t>
            </w:r>
            <w:r w:rsidRPr="0038389B">
              <w:rPr>
                <w:b/>
                <w:bCs/>
                <w:w w:val="105"/>
              </w:rPr>
              <w:t>1986,</w:t>
            </w:r>
            <w:r w:rsidRPr="0038389B">
              <w:rPr>
                <w:b/>
                <w:bCs/>
                <w:spacing w:val="-7"/>
                <w:w w:val="105"/>
              </w:rPr>
              <w:t xml:space="preserve"> </w:t>
            </w:r>
            <w:r w:rsidRPr="0038389B">
              <w:rPr>
                <w:b/>
                <w:bCs/>
                <w:w w:val="105"/>
              </w:rPr>
              <w:t>issuers</w:t>
            </w:r>
            <w:r w:rsidRPr="0038389B">
              <w:rPr>
                <w:b/>
                <w:bCs/>
                <w:spacing w:val="-6"/>
                <w:w w:val="105"/>
              </w:rPr>
              <w:t xml:space="preserve"> </w:t>
            </w:r>
            <w:r w:rsidRPr="0038389B">
              <w:rPr>
                <w:b/>
                <w:bCs/>
                <w:w w:val="105"/>
              </w:rPr>
              <w:t>must</w:t>
            </w:r>
            <w:r w:rsidR="0052622D" w:rsidRPr="0038389B">
              <w:rPr>
                <w:b/>
                <w:bCs/>
                <w:w w:val="105"/>
                <w:u w:color="231F20"/>
              </w:rPr>
              <w:t xml:space="preserve"> file...</w:t>
            </w:r>
          </w:p>
        </w:tc>
      </w:tr>
      <w:tr w:rsidR="00F13DD9" w:rsidRPr="0038389B" w14:paraId="17E32603" w14:textId="77777777" w:rsidTr="002D421E">
        <w:trPr>
          <w:trHeight w:val="504"/>
        </w:trPr>
        <w:tc>
          <w:tcPr>
            <w:tcW w:w="2286" w:type="pct"/>
          </w:tcPr>
          <w:p w14:paraId="7D265955" w14:textId="77777777" w:rsidR="00F13DD9" w:rsidRPr="0038389B" w:rsidRDefault="00F13DD9" w:rsidP="0052622D">
            <w:pPr>
              <w:pStyle w:val="Body"/>
              <w:spacing w:before="0" w:after="0"/>
            </w:pPr>
            <w:r w:rsidRPr="0038389B">
              <w:lastRenderedPageBreak/>
              <w:t>$100,000 or</w:t>
            </w:r>
            <w:r w:rsidRPr="0038389B">
              <w:rPr>
                <w:spacing w:val="1"/>
              </w:rPr>
              <w:t xml:space="preserve"> </w:t>
            </w:r>
            <w:r w:rsidRPr="0038389B">
              <w:t>more</w:t>
            </w:r>
          </w:p>
        </w:tc>
        <w:tc>
          <w:tcPr>
            <w:tcW w:w="2714" w:type="pct"/>
          </w:tcPr>
          <w:p w14:paraId="40C9C6F9" w14:textId="779E0113" w:rsidR="00F13DD9" w:rsidRPr="0038389B" w:rsidRDefault="00F13DD9" w:rsidP="0052622D">
            <w:pPr>
              <w:pStyle w:val="Body"/>
              <w:spacing w:before="0" w:after="0"/>
            </w:pPr>
            <w:r w:rsidRPr="0038389B">
              <w:t>a</w:t>
            </w:r>
            <w:r w:rsidRPr="0038389B">
              <w:rPr>
                <w:spacing w:val="5"/>
              </w:rPr>
              <w:t xml:space="preserve"> </w:t>
            </w:r>
            <w:r w:rsidRPr="0038389B">
              <w:rPr>
                <w:b/>
                <w:bCs/>
              </w:rPr>
              <w:t>separate</w:t>
            </w:r>
            <w:r w:rsidRPr="0038389B">
              <w:rPr>
                <w:spacing w:val="6"/>
              </w:rPr>
              <w:t xml:space="preserve"> </w:t>
            </w:r>
            <w:r w:rsidRPr="0038389B">
              <w:t>Form</w:t>
            </w:r>
            <w:r w:rsidRPr="0038389B">
              <w:rPr>
                <w:spacing w:val="6"/>
              </w:rPr>
              <w:t xml:space="preserve"> </w:t>
            </w:r>
            <w:r w:rsidRPr="0038389B">
              <w:t>8038-G</w:t>
            </w:r>
            <w:r w:rsidR="0052622D" w:rsidRPr="0038389B">
              <w:rPr>
                <w:u w:color="231F20"/>
              </w:rPr>
              <w:t xml:space="preserve"> for</w:t>
            </w:r>
            <w:r w:rsidR="0052622D" w:rsidRPr="0038389B">
              <w:rPr>
                <w:spacing w:val="1"/>
                <w:u w:color="231F20"/>
              </w:rPr>
              <w:t xml:space="preserve"> </w:t>
            </w:r>
            <w:r w:rsidR="0052622D" w:rsidRPr="0038389B">
              <w:rPr>
                <w:b/>
                <w:bCs/>
                <w:u w:color="231F20"/>
              </w:rPr>
              <w:t>each</w:t>
            </w:r>
            <w:r w:rsidR="0052622D" w:rsidRPr="0038389B">
              <w:rPr>
                <w:spacing w:val="2"/>
                <w:u w:color="231F20"/>
              </w:rPr>
              <w:t xml:space="preserve"> </w:t>
            </w:r>
            <w:r w:rsidR="0052622D" w:rsidRPr="0038389B">
              <w:rPr>
                <w:u w:color="231F20"/>
              </w:rPr>
              <w:t>issue</w:t>
            </w:r>
            <w:r w:rsidR="0052622D" w:rsidRPr="0038389B">
              <w:rPr>
                <w:u w:val="single" w:color="231F20"/>
              </w:rPr>
              <w:t>.</w:t>
            </w:r>
          </w:p>
        </w:tc>
      </w:tr>
      <w:tr w:rsidR="00F13DD9" w:rsidRPr="0038389B" w14:paraId="0BFBBBA9" w14:textId="77777777" w:rsidTr="002D421E">
        <w:trPr>
          <w:trHeight w:val="504"/>
        </w:trPr>
        <w:tc>
          <w:tcPr>
            <w:tcW w:w="2286" w:type="pct"/>
          </w:tcPr>
          <w:p w14:paraId="0035F59E" w14:textId="77777777" w:rsidR="00F13DD9" w:rsidRPr="0038389B" w:rsidRDefault="00F13DD9" w:rsidP="0052622D">
            <w:pPr>
              <w:pStyle w:val="Body"/>
              <w:spacing w:before="0" w:after="0"/>
            </w:pPr>
            <w:r w:rsidRPr="0038389B">
              <w:t>less</w:t>
            </w:r>
            <w:r w:rsidRPr="0038389B">
              <w:rPr>
                <w:spacing w:val="1"/>
              </w:rPr>
              <w:t xml:space="preserve"> </w:t>
            </w:r>
            <w:r w:rsidRPr="0038389B">
              <w:t>than</w:t>
            </w:r>
            <w:r w:rsidRPr="0038389B">
              <w:rPr>
                <w:spacing w:val="1"/>
              </w:rPr>
              <w:t xml:space="preserve"> </w:t>
            </w:r>
            <w:r w:rsidRPr="0038389B">
              <w:t>$100,000</w:t>
            </w:r>
          </w:p>
        </w:tc>
        <w:tc>
          <w:tcPr>
            <w:tcW w:w="2714" w:type="pct"/>
          </w:tcPr>
          <w:p w14:paraId="311C6E8A" w14:textId="77777777" w:rsidR="00F13DD9" w:rsidRPr="0038389B" w:rsidRDefault="00F13DD9" w:rsidP="0052622D">
            <w:pPr>
              <w:pStyle w:val="Body"/>
              <w:spacing w:before="0" w:after="0"/>
            </w:pPr>
            <w:r w:rsidRPr="0038389B">
              <w:t>Form</w:t>
            </w:r>
            <w:r w:rsidRPr="0038389B">
              <w:rPr>
                <w:spacing w:val="2"/>
              </w:rPr>
              <w:t xml:space="preserve"> </w:t>
            </w:r>
            <w:r w:rsidRPr="0038389B">
              <w:t>8038-GC,</w:t>
            </w:r>
          </w:p>
          <w:p w14:paraId="2AC96A32" w14:textId="77777777" w:rsidR="00F13DD9" w:rsidRPr="0038389B" w:rsidRDefault="00F13DD9" w:rsidP="0052622D">
            <w:pPr>
              <w:pStyle w:val="Body"/>
              <w:spacing w:before="0" w:after="0"/>
            </w:pPr>
            <w:r w:rsidRPr="0038389B">
              <w:t>Information Return for</w:t>
            </w:r>
            <w:r w:rsidRPr="0038389B">
              <w:rPr>
                <w:spacing w:val="-36"/>
              </w:rPr>
              <w:t xml:space="preserve"> </w:t>
            </w:r>
            <w:r w:rsidRPr="0038389B">
              <w:t>Small Tax-Exempt</w:t>
            </w:r>
            <w:r w:rsidRPr="0038389B">
              <w:rPr>
                <w:spacing w:val="1"/>
              </w:rPr>
              <w:t xml:space="preserve"> </w:t>
            </w:r>
            <w:r w:rsidRPr="0038389B">
              <w:t>Governmental</w:t>
            </w:r>
            <w:r w:rsidRPr="0038389B">
              <w:rPr>
                <w:spacing w:val="3"/>
              </w:rPr>
              <w:t xml:space="preserve"> </w:t>
            </w:r>
            <w:r w:rsidRPr="0038389B">
              <w:t>Bond</w:t>
            </w:r>
            <w:r w:rsidRPr="0038389B">
              <w:rPr>
                <w:spacing w:val="1"/>
              </w:rPr>
              <w:t xml:space="preserve"> </w:t>
            </w:r>
            <w:r w:rsidRPr="0038389B">
              <w:t>Issues, Leases, and</w:t>
            </w:r>
            <w:r w:rsidRPr="0038389B">
              <w:rPr>
                <w:spacing w:val="1"/>
              </w:rPr>
              <w:t xml:space="preserve"> </w:t>
            </w:r>
            <w:r w:rsidRPr="0038389B">
              <w:t>Installment</w:t>
            </w:r>
            <w:r w:rsidRPr="0038389B">
              <w:rPr>
                <w:spacing w:val="-3"/>
              </w:rPr>
              <w:t xml:space="preserve"> </w:t>
            </w:r>
            <w:r w:rsidRPr="0038389B">
              <w:t>Sales.</w:t>
            </w:r>
          </w:p>
        </w:tc>
      </w:tr>
    </w:tbl>
    <w:p w14:paraId="64DEEEF0" w14:textId="77777777" w:rsidR="00F13DD9" w:rsidRPr="0038389B" w:rsidRDefault="00F13DD9" w:rsidP="00836E6A">
      <w:pPr>
        <w:pStyle w:val="Heading2"/>
      </w:pPr>
      <w:bookmarkStart w:id="6" w:name="When_To_File"/>
      <w:bookmarkStart w:id="7" w:name="Rounding_to_Whole_Dollars"/>
      <w:bookmarkEnd w:id="6"/>
      <w:bookmarkEnd w:id="7"/>
      <w:r w:rsidRPr="0038389B">
        <w:t>When</w:t>
      </w:r>
      <w:r w:rsidRPr="0038389B">
        <w:rPr>
          <w:spacing w:val="1"/>
        </w:rPr>
        <w:t xml:space="preserve"> </w:t>
      </w:r>
      <w:r w:rsidRPr="0038389B">
        <w:t>To File</w:t>
      </w:r>
    </w:p>
    <w:p w14:paraId="57816380" w14:textId="77777777" w:rsidR="00F13DD9" w:rsidRPr="0038389B" w:rsidRDefault="00F13DD9" w:rsidP="00836E6A">
      <w:pPr>
        <w:pStyle w:val="Body"/>
      </w:pPr>
      <w:r w:rsidRPr="0038389B">
        <w:t>File Form 8038-G on or before the 15th</w:t>
      </w:r>
      <w:r w:rsidRPr="0038389B">
        <w:rPr>
          <w:spacing w:val="1"/>
        </w:rPr>
        <w:t xml:space="preserve"> </w:t>
      </w:r>
      <w:r w:rsidRPr="0038389B">
        <w:t>day of the 2nd calendar month after the</w:t>
      </w:r>
      <w:r w:rsidRPr="0038389B">
        <w:rPr>
          <w:spacing w:val="1"/>
        </w:rPr>
        <w:t xml:space="preserve"> </w:t>
      </w:r>
      <w:r w:rsidRPr="0038389B">
        <w:t>close</w:t>
      </w:r>
      <w:r w:rsidRPr="0038389B">
        <w:rPr>
          <w:spacing w:val="-8"/>
        </w:rPr>
        <w:t xml:space="preserve"> </w:t>
      </w:r>
      <w:r w:rsidRPr="0038389B">
        <w:t>of</w:t>
      </w:r>
      <w:r w:rsidRPr="0038389B">
        <w:rPr>
          <w:spacing w:val="-9"/>
        </w:rPr>
        <w:t xml:space="preserve"> </w:t>
      </w:r>
      <w:r w:rsidRPr="0038389B">
        <w:t>the</w:t>
      </w:r>
      <w:r w:rsidRPr="0038389B">
        <w:rPr>
          <w:spacing w:val="-8"/>
        </w:rPr>
        <w:t xml:space="preserve"> </w:t>
      </w:r>
      <w:r w:rsidRPr="0038389B">
        <w:t>calendar</w:t>
      </w:r>
      <w:r w:rsidRPr="0038389B">
        <w:rPr>
          <w:spacing w:val="-8"/>
        </w:rPr>
        <w:t xml:space="preserve"> </w:t>
      </w:r>
      <w:r w:rsidRPr="0038389B">
        <w:t>quarter</w:t>
      </w:r>
      <w:r w:rsidRPr="0038389B">
        <w:rPr>
          <w:spacing w:val="-8"/>
        </w:rPr>
        <w:t xml:space="preserve"> </w:t>
      </w:r>
      <w:r w:rsidRPr="0038389B">
        <w:t>in</w:t>
      </w:r>
      <w:r w:rsidRPr="0038389B">
        <w:rPr>
          <w:spacing w:val="-9"/>
        </w:rPr>
        <w:t xml:space="preserve"> </w:t>
      </w:r>
      <w:r w:rsidRPr="0038389B">
        <w:t>which</w:t>
      </w:r>
      <w:r w:rsidRPr="0038389B">
        <w:rPr>
          <w:spacing w:val="-8"/>
        </w:rPr>
        <w:t xml:space="preserve"> </w:t>
      </w:r>
      <w:r w:rsidRPr="0038389B">
        <w:t>the</w:t>
      </w:r>
      <w:r w:rsidRPr="0038389B">
        <w:rPr>
          <w:spacing w:val="-47"/>
        </w:rPr>
        <w:t xml:space="preserve"> </w:t>
      </w:r>
      <w:r w:rsidRPr="0038389B">
        <w:t>bond</w:t>
      </w:r>
      <w:r w:rsidRPr="0038389B">
        <w:rPr>
          <w:spacing w:val="-9"/>
        </w:rPr>
        <w:t xml:space="preserve"> </w:t>
      </w:r>
      <w:r w:rsidRPr="0038389B">
        <w:t>is</w:t>
      </w:r>
      <w:r w:rsidRPr="0038389B">
        <w:rPr>
          <w:spacing w:val="-9"/>
        </w:rPr>
        <w:t xml:space="preserve"> </w:t>
      </w:r>
      <w:r w:rsidRPr="0038389B">
        <w:t>issued.</w:t>
      </w:r>
      <w:r w:rsidRPr="0038389B">
        <w:rPr>
          <w:spacing w:val="-9"/>
        </w:rPr>
        <w:t xml:space="preserve"> </w:t>
      </w:r>
      <w:r w:rsidRPr="0038389B">
        <w:t>Form</w:t>
      </w:r>
      <w:r w:rsidRPr="0038389B">
        <w:rPr>
          <w:spacing w:val="-8"/>
        </w:rPr>
        <w:t xml:space="preserve"> </w:t>
      </w:r>
      <w:r w:rsidRPr="0038389B">
        <w:t>8038-G</w:t>
      </w:r>
      <w:r w:rsidRPr="0038389B">
        <w:rPr>
          <w:spacing w:val="-9"/>
        </w:rPr>
        <w:t xml:space="preserve"> </w:t>
      </w:r>
      <w:r w:rsidRPr="0038389B">
        <w:t>may</w:t>
      </w:r>
      <w:r w:rsidRPr="0038389B">
        <w:rPr>
          <w:spacing w:val="-9"/>
        </w:rPr>
        <w:t xml:space="preserve"> </w:t>
      </w:r>
      <w:r w:rsidRPr="0038389B">
        <w:t>not</w:t>
      </w:r>
      <w:r w:rsidRPr="0038389B">
        <w:rPr>
          <w:spacing w:val="-8"/>
        </w:rPr>
        <w:t xml:space="preserve"> </w:t>
      </w:r>
      <w:r w:rsidRPr="0038389B">
        <w:t>be</w:t>
      </w:r>
      <w:r w:rsidRPr="0038389B">
        <w:rPr>
          <w:spacing w:val="-47"/>
        </w:rPr>
        <w:t xml:space="preserve"> </w:t>
      </w:r>
      <w:r w:rsidRPr="0038389B">
        <w:t>filed before the issue date and must be</w:t>
      </w:r>
      <w:r w:rsidRPr="0038389B">
        <w:rPr>
          <w:spacing w:val="1"/>
        </w:rPr>
        <w:t xml:space="preserve"> </w:t>
      </w:r>
      <w:r w:rsidRPr="0038389B">
        <w:t>completed based on the facts as of the</w:t>
      </w:r>
      <w:r w:rsidRPr="0038389B">
        <w:rPr>
          <w:spacing w:val="1"/>
        </w:rPr>
        <w:t xml:space="preserve"> </w:t>
      </w:r>
      <w:r w:rsidRPr="0038389B">
        <w:t>issue</w:t>
      </w:r>
      <w:r w:rsidRPr="0038389B">
        <w:rPr>
          <w:spacing w:val="-8"/>
        </w:rPr>
        <w:t xml:space="preserve"> </w:t>
      </w:r>
      <w:r w:rsidRPr="0038389B">
        <w:t>date.</w:t>
      </w:r>
    </w:p>
    <w:p w14:paraId="19D2F813" w14:textId="77777777" w:rsidR="00F13DD9" w:rsidRPr="0038389B" w:rsidRDefault="00F13DD9" w:rsidP="00836E6A">
      <w:pPr>
        <w:pStyle w:val="Body"/>
      </w:pPr>
      <w:r w:rsidRPr="0038389B">
        <w:rPr>
          <w:b/>
        </w:rPr>
        <w:t>Late filing.</w:t>
      </w:r>
      <w:r w:rsidRPr="0038389B">
        <w:rPr>
          <w:b/>
          <w:spacing w:val="1"/>
        </w:rPr>
        <w:t xml:space="preserve"> </w:t>
      </w:r>
      <w:r w:rsidRPr="0038389B">
        <w:t>An issuer may be granted an</w:t>
      </w:r>
      <w:r w:rsidRPr="0038389B">
        <w:rPr>
          <w:spacing w:val="1"/>
        </w:rPr>
        <w:t xml:space="preserve"> </w:t>
      </w:r>
      <w:r w:rsidRPr="0038389B">
        <w:t>extension of time to file Form 8038-G</w:t>
      </w:r>
      <w:r w:rsidRPr="0038389B">
        <w:rPr>
          <w:spacing w:val="1"/>
        </w:rPr>
        <w:t xml:space="preserve"> </w:t>
      </w:r>
      <w:bookmarkStart w:id="8" w:name="Definitions"/>
      <w:bookmarkEnd w:id="8"/>
      <w:r w:rsidRPr="0038389B">
        <w:t>under section 3 of Rev. Proc. 2002-48,</w:t>
      </w:r>
      <w:r w:rsidRPr="0038389B">
        <w:rPr>
          <w:spacing w:val="1"/>
        </w:rPr>
        <w:t xml:space="preserve"> </w:t>
      </w:r>
      <w:r w:rsidRPr="0038389B">
        <w:t>2002-37 I.R.B. 531, if it is determined that</w:t>
      </w:r>
      <w:r w:rsidRPr="0038389B">
        <w:rPr>
          <w:spacing w:val="-47"/>
        </w:rPr>
        <w:t xml:space="preserve"> </w:t>
      </w:r>
      <w:r w:rsidRPr="0038389B">
        <w:t>the failure to file timely is not due to willful</w:t>
      </w:r>
      <w:r w:rsidRPr="0038389B">
        <w:rPr>
          <w:spacing w:val="-47"/>
        </w:rPr>
        <w:t xml:space="preserve"> </w:t>
      </w:r>
      <w:r w:rsidRPr="0038389B">
        <w:t>neglect.</w:t>
      </w:r>
      <w:r w:rsidRPr="0038389B">
        <w:rPr>
          <w:spacing w:val="-8"/>
        </w:rPr>
        <w:t xml:space="preserve"> </w:t>
      </w:r>
      <w:r w:rsidRPr="0038389B">
        <w:t>Type</w:t>
      </w:r>
      <w:r w:rsidRPr="0038389B">
        <w:rPr>
          <w:spacing w:val="-8"/>
        </w:rPr>
        <w:t xml:space="preserve"> </w:t>
      </w:r>
      <w:r w:rsidRPr="0038389B">
        <w:t>or</w:t>
      </w:r>
      <w:r w:rsidRPr="0038389B">
        <w:rPr>
          <w:spacing w:val="-8"/>
        </w:rPr>
        <w:t xml:space="preserve"> </w:t>
      </w:r>
      <w:r w:rsidRPr="0038389B">
        <w:t>print</w:t>
      </w:r>
      <w:r w:rsidRPr="0038389B">
        <w:rPr>
          <w:spacing w:val="-8"/>
        </w:rPr>
        <w:t xml:space="preserve"> </w:t>
      </w:r>
      <w:r w:rsidRPr="0038389B">
        <w:t>at</w:t>
      </w:r>
      <w:r w:rsidRPr="0038389B">
        <w:rPr>
          <w:spacing w:val="-8"/>
        </w:rPr>
        <w:t xml:space="preserve"> </w:t>
      </w:r>
      <w:r w:rsidRPr="0038389B">
        <w:t>the</w:t>
      </w:r>
      <w:r w:rsidRPr="0038389B">
        <w:rPr>
          <w:spacing w:val="-8"/>
        </w:rPr>
        <w:t xml:space="preserve"> </w:t>
      </w:r>
      <w:r w:rsidRPr="0038389B">
        <w:t>top</w:t>
      </w:r>
      <w:r w:rsidRPr="0038389B">
        <w:rPr>
          <w:spacing w:val="-8"/>
        </w:rPr>
        <w:t xml:space="preserve"> </w:t>
      </w:r>
      <w:r w:rsidRPr="0038389B">
        <w:t>of</w:t>
      </w:r>
      <w:r w:rsidRPr="0038389B">
        <w:rPr>
          <w:spacing w:val="-8"/>
        </w:rPr>
        <w:t xml:space="preserve"> </w:t>
      </w:r>
      <w:r w:rsidRPr="0038389B">
        <w:t>the</w:t>
      </w:r>
      <w:r w:rsidRPr="0038389B">
        <w:rPr>
          <w:spacing w:val="-8"/>
        </w:rPr>
        <w:t xml:space="preserve"> </w:t>
      </w:r>
      <w:r w:rsidRPr="0038389B">
        <w:t>form</w:t>
      </w:r>
      <w:r w:rsidRPr="0038389B">
        <w:rPr>
          <w:spacing w:val="-47"/>
        </w:rPr>
        <w:t xml:space="preserve"> </w:t>
      </w:r>
      <w:r w:rsidRPr="0038389B">
        <w:t>“Request</w:t>
      </w:r>
      <w:r w:rsidRPr="0038389B">
        <w:rPr>
          <w:spacing w:val="-9"/>
        </w:rPr>
        <w:t xml:space="preserve"> </w:t>
      </w:r>
      <w:r w:rsidRPr="0038389B">
        <w:t>for</w:t>
      </w:r>
      <w:r w:rsidRPr="0038389B">
        <w:rPr>
          <w:spacing w:val="-8"/>
        </w:rPr>
        <w:t xml:space="preserve"> </w:t>
      </w:r>
      <w:r w:rsidRPr="0038389B">
        <w:t>Relief</w:t>
      </w:r>
      <w:r w:rsidRPr="0038389B">
        <w:rPr>
          <w:spacing w:val="-9"/>
        </w:rPr>
        <w:t xml:space="preserve"> </w:t>
      </w:r>
      <w:r w:rsidRPr="0038389B">
        <w:t>under</w:t>
      </w:r>
      <w:r w:rsidRPr="0038389B">
        <w:rPr>
          <w:spacing w:val="-8"/>
        </w:rPr>
        <w:t xml:space="preserve"> </w:t>
      </w:r>
      <w:r w:rsidRPr="0038389B">
        <w:t>section</w:t>
      </w:r>
      <w:r w:rsidRPr="0038389B">
        <w:rPr>
          <w:spacing w:val="-8"/>
        </w:rPr>
        <w:t xml:space="preserve"> </w:t>
      </w:r>
      <w:r w:rsidRPr="0038389B">
        <w:t>3</w:t>
      </w:r>
      <w:r w:rsidRPr="0038389B">
        <w:rPr>
          <w:spacing w:val="-9"/>
        </w:rPr>
        <w:t xml:space="preserve"> </w:t>
      </w:r>
      <w:r w:rsidRPr="0038389B">
        <w:t>of</w:t>
      </w:r>
      <w:r w:rsidRPr="0038389B">
        <w:rPr>
          <w:spacing w:val="-8"/>
        </w:rPr>
        <w:t xml:space="preserve"> </w:t>
      </w:r>
      <w:r w:rsidRPr="0038389B">
        <w:t>Rev.</w:t>
      </w:r>
      <w:r w:rsidRPr="0038389B">
        <w:rPr>
          <w:spacing w:val="-47"/>
        </w:rPr>
        <w:t xml:space="preserve"> </w:t>
      </w:r>
      <w:r w:rsidRPr="0038389B">
        <w:t xml:space="preserve">Proc. 2002-48” </w:t>
      </w:r>
      <w:r w:rsidRPr="0038389B">
        <w:lastRenderedPageBreak/>
        <w:t>and attach a letter</w:t>
      </w:r>
      <w:r w:rsidRPr="0038389B">
        <w:rPr>
          <w:spacing w:val="1"/>
        </w:rPr>
        <w:t xml:space="preserve"> </w:t>
      </w:r>
      <w:r w:rsidRPr="0038389B">
        <w:t>explaining why Form 8038-G was not</w:t>
      </w:r>
      <w:r w:rsidRPr="0038389B">
        <w:rPr>
          <w:spacing w:val="1"/>
        </w:rPr>
        <w:t xml:space="preserve"> </w:t>
      </w:r>
      <w:r w:rsidRPr="0038389B">
        <w:t>submitted</w:t>
      </w:r>
      <w:r w:rsidRPr="0038389B">
        <w:rPr>
          <w:spacing w:val="-9"/>
        </w:rPr>
        <w:t xml:space="preserve"> </w:t>
      </w:r>
      <w:r w:rsidRPr="0038389B">
        <w:t>to</w:t>
      </w:r>
      <w:r w:rsidRPr="0038389B">
        <w:rPr>
          <w:spacing w:val="-9"/>
        </w:rPr>
        <w:t xml:space="preserve"> </w:t>
      </w:r>
      <w:r w:rsidRPr="0038389B">
        <w:t>the</w:t>
      </w:r>
      <w:r w:rsidRPr="0038389B">
        <w:rPr>
          <w:spacing w:val="-9"/>
        </w:rPr>
        <w:t xml:space="preserve"> </w:t>
      </w:r>
      <w:r w:rsidRPr="0038389B">
        <w:t>IRS</w:t>
      </w:r>
      <w:r w:rsidRPr="0038389B">
        <w:rPr>
          <w:spacing w:val="-9"/>
        </w:rPr>
        <w:t xml:space="preserve"> </w:t>
      </w:r>
      <w:r w:rsidRPr="0038389B">
        <w:t>on</w:t>
      </w:r>
      <w:r w:rsidRPr="0038389B">
        <w:rPr>
          <w:spacing w:val="-9"/>
        </w:rPr>
        <w:t xml:space="preserve"> </w:t>
      </w:r>
      <w:r w:rsidRPr="0038389B">
        <w:t>time.</w:t>
      </w:r>
      <w:r w:rsidRPr="0038389B">
        <w:rPr>
          <w:spacing w:val="-9"/>
        </w:rPr>
        <w:t xml:space="preserve"> </w:t>
      </w:r>
      <w:r w:rsidRPr="0038389B">
        <w:t>Also</w:t>
      </w:r>
      <w:r w:rsidRPr="0038389B">
        <w:rPr>
          <w:spacing w:val="-9"/>
        </w:rPr>
        <w:t xml:space="preserve"> </w:t>
      </w:r>
      <w:r w:rsidRPr="0038389B">
        <w:t>indicate</w:t>
      </w:r>
      <w:r w:rsidRPr="0038389B">
        <w:rPr>
          <w:spacing w:val="-47"/>
        </w:rPr>
        <w:t xml:space="preserve"> </w:t>
      </w:r>
      <w:r w:rsidRPr="0038389B">
        <w:t>whether the bond issue in question is</w:t>
      </w:r>
      <w:r w:rsidRPr="0038389B">
        <w:rPr>
          <w:spacing w:val="1"/>
        </w:rPr>
        <w:t xml:space="preserve"> </w:t>
      </w:r>
      <w:r w:rsidRPr="0038389B">
        <w:t>under examination by the IRS. Do not</w:t>
      </w:r>
      <w:r w:rsidRPr="0038389B">
        <w:rPr>
          <w:spacing w:val="1"/>
        </w:rPr>
        <w:t xml:space="preserve"> </w:t>
      </w:r>
      <w:r w:rsidRPr="0038389B">
        <w:t>submit copies of the trust indenture or</w:t>
      </w:r>
      <w:r w:rsidRPr="0038389B">
        <w:rPr>
          <w:spacing w:val="1"/>
        </w:rPr>
        <w:t xml:space="preserve"> </w:t>
      </w:r>
      <w:r w:rsidRPr="0038389B">
        <w:t>other</w:t>
      </w:r>
      <w:r w:rsidRPr="0038389B">
        <w:rPr>
          <w:spacing w:val="-10"/>
        </w:rPr>
        <w:t xml:space="preserve"> </w:t>
      </w:r>
      <w:r w:rsidRPr="0038389B">
        <w:t>bond</w:t>
      </w:r>
      <w:r w:rsidRPr="0038389B">
        <w:rPr>
          <w:spacing w:val="-9"/>
        </w:rPr>
        <w:t xml:space="preserve"> </w:t>
      </w:r>
      <w:r w:rsidRPr="0038389B">
        <w:t>documents.</w:t>
      </w:r>
      <w:r w:rsidRPr="0038389B">
        <w:rPr>
          <w:spacing w:val="-9"/>
        </w:rPr>
        <w:t xml:space="preserve"> </w:t>
      </w:r>
      <w:r w:rsidRPr="0038389B">
        <w:t>See</w:t>
      </w:r>
      <w:r w:rsidRPr="0038389B">
        <w:rPr>
          <w:spacing w:val="-9"/>
        </w:rPr>
        <w:t xml:space="preserve"> </w:t>
      </w:r>
      <w:r w:rsidRPr="0038389B">
        <w:rPr>
          <w:i/>
        </w:rPr>
        <w:t>Where</w:t>
      </w:r>
      <w:r w:rsidRPr="0038389B">
        <w:rPr>
          <w:i/>
          <w:spacing w:val="-9"/>
        </w:rPr>
        <w:t xml:space="preserve"> </w:t>
      </w:r>
      <w:r w:rsidRPr="0038389B">
        <w:rPr>
          <w:i/>
        </w:rPr>
        <w:t>To</w:t>
      </w:r>
      <w:r w:rsidRPr="0038389B">
        <w:rPr>
          <w:i/>
          <w:spacing w:val="-10"/>
        </w:rPr>
        <w:t xml:space="preserve"> </w:t>
      </w:r>
      <w:r w:rsidRPr="0038389B">
        <w:rPr>
          <w:i/>
        </w:rPr>
        <w:t>File</w:t>
      </w:r>
      <w:r w:rsidRPr="0038389B">
        <w:rPr>
          <w:i/>
          <w:spacing w:val="-47"/>
        </w:rPr>
        <w:t xml:space="preserve"> </w:t>
      </w:r>
      <w:r w:rsidRPr="0038389B">
        <w:t>next.</w:t>
      </w:r>
    </w:p>
    <w:p w14:paraId="4D83AAD2" w14:textId="6D3AE3A7" w:rsidR="00F13DD9" w:rsidRPr="0038389B" w:rsidRDefault="00F13DD9" w:rsidP="00836E6A">
      <w:pPr>
        <w:pStyle w:val="Heading2"/>
      </w:pPr>
      <w:r w:rsidRPr="0038389B">
        <w:t>Where</w:t>
      </w:r>
      <w:r w:rsidRPr="0038389B">
        <w:rPr>
          <w:spacing w:val="3"/>
        </w:rPr>
        <w:t xml:space="preserve"> </w:t>
      </w:r>
      <w:r w:rsidRPr="0038389B">
        <w:t>To</w:t>
      </w:r>
      <w:r w:rsidRPr="0038389B">
        <w:rPr>
          <w:spacing w:val="3"/>
        </w:rPr>
        <w:t xml:space="preserve"> </w:t>
      </w:r>
      <w:r w:rsidRPr="0038389B">
        <w:t>File</w:t>
      </w:r>
    </w:p>
    <w:p w14:paraId="4F3D23CA" w14:textId="77777777" w:rsidR="00F13DD9" w:rsidRPr="0038389B" w:rsidRDefault="00F13DD9" w:rsidP="00836E6A">
      <w:pPr>
        <w:pStyle w:val="Body"/>
      </w:pPr>
      <w:r w:rsidRPr="0038389B">
        <w:t>File</w:t>
      </w:r>
      <w:r w:rsidRPr="0038389B">
        <w:rPr>
          <w:spacing w:val="-12"/>
        </w:rPr>
        <w:t xml:space="preserve"> </w:t>
      </w:r>
      <w:r w:rsidRPr="0038389B">
        <w:t>Form</w:t>
      </w:r>
      <w:r w:rsidRPr="0038389B">
        <w:rPr>
          <w:spacing w:val="-12"/>
        </w:rPr>
        <w:t xml:space="preserve"> </w:t>
      </w:r>
      <w:r w:rsidRPr="0038389B">
        <w:t>8038-G</w:t>
      </w:r>
      <w:r w:rsidRPr="0038389B">
        <w:rPr>
          <w:spacing w:val="-12"/>
        </w:rPr>
        <w:t xml:space="preserve"> </w:t>
      </w:r>
      <w:r w:rsidRPr="0038389B">
        <w:t>and</w:t>
      </w:r>
      <w:r w:rsidRPr="0038389B">
        <w:rPr>
          <w:spacing w:val="-13"/>
        </w:rPr>
        <w:t xml:space="preserve"> </w:t>
      </w:r>
      <w:r w:rsidRPr="0038389B">
        <w:t>any</w:t>
      </w:r>
      <w:r w:rsidRPr="0038389B">
        <w:rPr>
          <w:spacing w:val="-12"/>
        </w:rPr>
        <w:t xml:space="preserve"> </w:t>
      </w:r>
      <w:r w:rsidRPr="0038389B">
        <w:t>attachments</w:t>
      </w:r>
      <w:r w:rsidRPr="0038389B">
        <w:rPr>
          <w:spacing w:val="-12"/>
        </w:rPr>
        <w:t xml:space="preserve"> </w:t>
      </w:r>
      <w:r w:rsidRPr="0038389B">
        <w:t>at</w:t>
      </w:r>
      <w:r w:rsidRPr="0038389B">
        <w:rPr>
          <w:spacing w:val="-47"/>
        </w:rPr>
        <w:t xml:space="preserve"> </w:t>
      </w:r>
      <w:r w:rsidRPr="0038389B">
        <w:t>the</w:t>
      </w:r>
      <w:r w:rsidRPr="0038389B">
        <w:rPr>
          <w:spacing w:val="-8"/>
        </w:rPr>
        <w:t xml:space="preserve"> </w:t>
      </w:r>
      <w:r w:rsidRPr="0038389B">
        <w:t>following</w:t>
      </w:r>
      <w:r w:rsidRPr="0038389B">
        <w:rPr>
          <w:spacing w:val="-7"/>
        </w:rPr>
        <w:t xml:space="preserve"> </w:t>
      </w:r>
      <w:r w:rsidRPr="0038389B">
        <w:t>address.</w:t>
      </w:r>
    </w:p>
    <w:p w14:paraId="04E71AF8" w14:textId="77777777" w:rsidR="00836E6A" w:rsidRPr="0038389B" w:rsidRDefault="00F13DD9" w:rsidP="00836E6A">
      <w:pPr>
        <w:pStyle w:val="Bullets"/>
        <w:numPr>
          <w:ilvl w:val="0"/>
          <w:numId w:val="0"/>
        </w:numPr>
        <w:spacing w:before="0" w:after="0"/>
        <w:ind w:left="720"/>
        <w:rPr>
          <w:spacing w:val="1"/>
        </w:rPr>
      </w:pPr>
      <w:r w:rsidRPr="0038389B">
        <w:t>Department of the Treasury</w:t>
      </w:r>
      <w:r w:rsidRPr="0038389B">
        <w:rPr>
          <w:spacing w:val="1"/>
        </w:rPr>
        <w:t xml:space="preserve"> </w:t>
      </w:r>
    </w:p>
    <w:p w14:paraId="406B88F2" w14:textId="77777777" w:rsidR="00836E6A" w:rsidRPr="0038389B" w:rsidRDefault="00F13DD9" w:rsidP="00836E6A">
      <w:pPr>
        <w:pStyle w:val="Bullets"/>
        <w:numPr>
          <w:ilvl w:val="0"/>
          <w:numId w:val="0"/>
        </w:numPr>
        <w:spacing w:before="0" w:after="0"/>
        <w:ind w:left="720"/>
        <w:rPr>
          <w:spacing w:val="-45"/>
          <w:w w:val="95"/>
        </w:rPr>
      </w:pPr>
      <w:r w:rsidRPr="0038389B">
        <w:rPr>
          <w:w w:val="95"/>
        </w:rPr>
        <w:t>Internal</w:t>
      </w:r>
      <w:r w:rsidRPr="0038389B">
        <w:rPr>
          <w:spacing w:val="22"/>
          <w:w w:val="95"/>
        </w:rPr>
        <w:t xml:space="preserve"> </w:t>
      </w:r>
      <w:r w:rsidRPr="0038389B">
        <w:rPr>
          <w:w w:val="95"/>
        </w:rPr>
        <w:t>Revenue</w:t>
      </w:r>
      <w:r w:rsidRPr="0038389B">
        <w:rPr>
          <w:spacing w:val="23"/>
          <w:w w:val="95"/>
        </w:rPr>
        <w:t xml:space="preserve"> </w:t>
      </w:r>
      <w:r w:rsidRPr="0038389B">
        <w:rPr>
          <w:w w:val="95"/>
        </w:rPr>
        <w:t>Service</w:t>
      </w:r>
      <w:r w:rsidRPr="0038389B">
        <w:rPr>
          <w:spacing w:val="22"/>
          <w:w w:val="95"/>
        </w:rPr>
        <w:t xml:space="preserve"> </w:t>
      </w:r>
      <w:r w:rsidRPr="0038389B">
        <w:rPr>
          <w:w w:val="95"/>
        </w:rPr>
        <w:t>Center</w:t>
      </w:r>
      <w:r w:rsidRPr="0038389B">
        <w:rPr>
          <w:spacing w:val="-45"/>
          <w:w w:val="95"/>
        </w:rPr>
        <w:t xml:space="preserve"> </w:t>
      </w:r>
    </w:p>
    <w:p w14:paraId="7792CCA1" w14:textId="31024DB3" w:rsidR="00F13DD9" w:rsidRPr="0038389B" w:rsidRDefault="00F13DD9" w:rsidP="00836E6A">
      <w:pPr>
        <w:pStyle w:val="Bullets"/>
        <w:numPr>
          <w:ilvl w:val="0"/>
          <w:numId w:val="0"/>
        </w:numPr>
        <w:spacing w:before="0" w:after="0"/>
        <w:ind w:left="720"/>
      </w:pPr>
      <w:r w:rsidRPr="0038389B">
        <w:t>Ogden,</w:t>
      </w:r>
      <w:r w:rsidRPr="0038389B">
        <w:rPr>
          <w:spacing w:val="-8"/>
        </w:rPr>
        <w:t xml:space="preserve"> </w:t>
      </w:r>
      <w:r w:rsidRPr="0038389B">
        <w:t>UT</w:t>
      </w:r>
      <w:r w:rsidRPr="0038389B">
        <w:rPr>
          <w:spacing w:val="-7"/>
        </w:rPr>
        <w:t xml:space="preserve"> </w:t>
      </w:r>
      <w:r w:rsidRPr="0038389B">
        <w:t>84201</w:t>
      </w:r>
    </w:p>
    <w:p w14:paraId="6E98E2C5" w14:textId="77777777" w:rsidR="00F13DD9" w:rsidRPr="0038389B" w:rsidRDefault="00F13DD9" w:rsidP="00836E6A">
      <w:pPr>
        <w:pStyle w:val="Body"/>
      </w:pPr>
      <w:r w:rsidRPr="0038389B">
        <w:rPr>
          <w:b/>
        </w:rPr>
        <w:t>Private delivery services.</w:t>
      </w:r>
      <w:r w:rsidRPr="0038389B">
        <w:rPr>
          <w:b/>
          <w:spacing w:val="1"/>
        </w:rPr>
        <w:t xml:space="preserve"> </w:t>
      </w:r>
      <w:r w:rsidRPr="0038389B">
        <w:t>You can use</w:t>
      </w:r>
      <w:r w:rsidRPr="0038389B">
        <w:rPr>
          <w:spacing w:val="1"/>
        </w:rPr>
        <w:t xml:space="preserve"> </w:t>
      </w:r>
      <w:r w:rsidRPr="0038389B">
        <w:t>certain private delivery services (PDS)</w:t>
      </w:r>
      <w:r w:rsidRPr="0038389B">
        <w:rPr>
          <w:spacing w:val="1"/>
        </w:rPr>
        <w:t xml:space="preserve"> </w:t>
      </w:r>
      <w:r w:rsidRPr="0038389B">
        <w:t>designated by the IRS to meet the “timely</w:t>
      </w:r>
      <w:r w:rsidRPr="0038389B">
        <w:rPr>
          <w:spacing w:val="-47"/>
        </w:rPr>
        <w:t xml:space="preserve"> </w:t>
      </w:r>
      <w:r w:rsidRPr="0038389B">
        <w:t>mailing</w:t>
      </w:r>
      <w:r w:rsidRPr="0038389B">
        <w:rPr>
          <w:spacing w:val="-11"/>
        </w:rPr>
        <w:t xml:space="preserve"> </w:t>
      </w:r>
      <w:r w:rsidRPr="0038389B">
        <w:t>as</w:t>
      </w:r>
      <w:r w:rsidRPr="0038389B">
        <w:rPr>
          <w:spacing w:val="-11"/>
        </w:rPr>
        <w:t xml:space="preserve"> </w:t>
      </w:r>
      <w:r w:rsidRPr="0038389B">
        <w:t>timely</w:t>
      </w:r>
      <w:r w:rsidRPr="0038389B">
        <w:rPr>
          <w:spacing w:val="-10"/>
        </w:rPr>
        <w:t xml:space="preserve"> </w:t>
      </w:r>
      <w:r w:rsidRPr="0038389B">
        <w:t>filing”</w:t>
      </w:r>
      <w:r w:rsidRPr="0038389B">
        <w:rPr>
          <w:spacing w:val="-11"/>
        </w:rPr>
        <w:t xml:space="preserve"> </w:t>
      </w:r>
      <w:r w:rsidRPr="0038389B">
        <w:t>rule</w:t>
      </w:r>
      <w:r w:rsidRPr="0038389B">
        <w:rPr>
          <w:spacing w:val="-9"/>
        </w:rPr>
        <w:t xml:space="preserve"> </w:t>
      </w:r>
      <w:r w:rsidRPr="0038389B">
        <w:t>for</w:t>
      </w:r>
      <w:r w:rsidRPr="0038389B">
        <w:rPr>
          <w:spacing w:val="-11"/>
        </w:rPr>
        <w:t xml:space="preserve"> </w:t>
      </w:r>
      <w:r w:rsidRPr="0038389B">
        <w:t>tax</w:t>
      </w:r>
      <w:r w:rsidRPr="0038389B">
        <w:rPr>
          <w:spacing w:val="-11"/>
        </w:rPr>
        <w:t xml:space="preserve"> </w:t>
      </w:r>
      <w:r w:rsidRPr="0038389B">
        <w:t>returns.</w:t>
      </w:r>
      <w:r w:rsidRPr="0038389B">
        <w:rPr>
          <w:spacing w:val="-47"/>
        </w:rPr>
        <w:t xml:space="preserve"> </w:t>
      </w:r>
      <w:r w:rsidRPr="0038389B">
        <w:t xml:space="preserve">Go to </w:t>
      </w:r>
      <w:hyperlink r:id="rId11">
        <w:r w:rsidRPr="0038389B">
          <w:rPr>
            <w:i/>
            <w:u w:val="single" w:color="0055A1"/>
          </w:rPr>
          <w:t>IRS.gov/PDS</w:t>
        </w:r>
        <w:r w:rsidRPr="0038389B">
          <w:rPr>
            <w:i/>
          </w:rPr>
          <w:t xml:space="preserve"> </w:t>
        </w:r>
      </w:hyperlink>
      <w:r w:rsidRPr="0038389B">
        <w:t>for the current list of</w:t>
      </w:r>
      <w:r w:rsidRPr="0038389B">
        <w:rPr>
          <w:spacing w:val="1"/>
        </w:rPr>
        <w:t xml:space="preserve"> </w:t>
      </w:r>
      <w:r w:rsidRPr="0038389B">
        <w:t>designated</w:t>
      </w:r>
      <w:r w:rsidRPr="0038389B">
        <w:rPr>
          <w:spacing w:val="-7"/>
        </w:rPr>
        <w:t xml:space="preserve"> </w:t>
      </w:r>
      <w:r w:rsidRPr="0038389B">
        <w:t>services.</w:t>
      </w:r>
    </w:p>
    <w:p w14:paraId="7A40987F" w14:textId="77777777" w:rsidR="00F13DD9" w:rsidRPr="0038389B" w:rsidRDefault="00F13DD9" w:rsidP="00836E6A">
      <w:pPr>
        <w:pStyle w:val="Body"/>
      </w:pPr>
      <w:r w:rsidRPr="0038389B">
        <w:t>The</w:t>
      </w:r>
      <w:r w:rsidRPr="0038389B">
        <w:rPr>
          <w:spacing w:val="-11"/>
        </w:rPr>
        <w:t xml:space="preserve"> </w:t>
      </w:r>
      <w:r w:rsidRPr="0038389B">
        <w:t>PDS</w:t>
      </w:r>
      <w:r w:rsidRPr="0038389B">
        <w:rPr>
          <w:spacing w:val="-10"/>
        </w:rPr>
        <w:t xml:space="preserve"> </w:t>
      </w:r>
      <w:r w:rsidRPr="0038389B">
        <w:t>can</w:t>
      </w:r>
      <w:r w:rsidRPr="0038389B">
        <w:rPr>
          <w:spacing w:val="-9"/>
        </w:rPr>
        <w:t xml:space="preserve"> </w:t>
      </w:r>
      <w:r w:rsidRPr="0038389B">
        <w:t>tell</w:t>
      </w:r>
      <w:r w:rsidRPr="0038389B">
        <w:rPr>
          <w:spacing w:val="-10"/>
        </w:rPr>
        <w:t xml:space="preserve"> </w:t>
      </w:r>
      <w:r w:rsidRPr="0038389B">
        <w:t>you</w:t>
      </w:r>
      <w:r w:rsidRPr="0038389B">
        <w:rPr>
          <w:spacing w:val="-10"/>
        </w:rPr>
        <w:t xml:space="preserve"> </w:t>
      </w:r>
      <w:r w:rsidRPr="0038389B">
        <w:t>how</w:t>
      </w:r>
      <w:r w:rsidRPr="0038389B">
        <w:rPr>
          <w:spacing w:val="-9"/>
        </w:rPr>
        <w:t xml:space="preserve"> </w:t>
      </w:r>
      <w:r w:rsidRPr="0038389B">
        <w:t>to</w:t>
      </w:r>
      <w:r w:rsidRPr="0038389B">
        <w:rPr>
          <w:spacing w:val="-10"/>
        </w:rPr>
        <w:t xml:space="preserve"> </w:t>
      </w:r>
      <w:r w:rsidRPr="0038389B">
        <w:t>get</w:t>
      </w:r>
      <w:r w:rsidRPr="0038389B">
        <w:rPr>
          <w:spacing w:val="-10"/>
        </w:rPr>
        <w:t xml:space="preserve"> </w:t>
      </w:r>
      <w:r w:rsidRPr="0038389B">
        <w:t>written</w:t>
      </w:r>
      <w:r w:rsidRPr="0038389B">
        <w:rPr>
          <w:spacing w:val="-47"/>
        </w:rPr>
        <w:t xml:space="preserve"> </w:t>
      </w:r>
      <w:r w:rsidRPr="0038389B">
        <w:t>proof</w:t>
      </w:r>
      <w:r w:rsidRPr="0038389B">
        <w:rPr>
          <w:spacing w:val="-8"/>
        </w:rPr>
        <w:t xml:space="preserve"> </w:t>
      </w:r>
      <w:r w:rsidRPr="0038389B">
        <w:t>of</w:t>
      </w:r>
      <w:r w:rsidRPr="0038389B">
        <w:rPr>
          <w:spacing w:val="-7"/>
        </w:rPr>
        <w:t xml:space="preserve"> </w:t>
      </w:r>
      <w:r w:rsidRPr="0038389B">
        <w:t>the</w:t>
      </w:r>
      <w:r w:rsidRPr="0038389B">
        <w:rPr>
          <w:spacing w:val="-7"/>
        </w:rPr>
        <w:t xml:space="preserve"> </w:t>
      </w:r>
      <w:r w:rsidRPr="0038389B">
        <w:t>mailing</w:t>
      </w:r>
      <w:r w:rsidRPr="0038389B">
        <w:rPr>
          <w:spacing w:val="-8"/>
        </w:rPr>
        <w:t xml:space="preserve"> </w:t>
      </w:r>
      <w:r w:rsidRPr="0038389B">
        <w:t>date.</w:t>
      </w:r>
    </w:p>
    <w:p w14:paraId="1B2746EF" w14:textId="77777777" w:rsidR="00F13DD9" w:rsidRPr="0038389B" w:rsidRDefault="00F13DD9" w:rsidP="00836E6A">
      <w:pPr>
        <w:pStyle w:val="Body"/>
      </w:pPr>
      <w:r w:rsidRPr="0038389B">
        <w:lastRenderedPageBreak/>
        <w:t xml:space="preserve">For the IRS mailing address to use if you're using PDS, go to </w:t>
      </w:r>
      <w:hyperlink r:id="rId12">
        <w:r w:rsidRPr="0038389B">
          <w:rPr>
            <w:rStyle w:val="Hyperlink"/>
          </w:rPr>
          <w:t>IRS.gov/</w:t>
        </w:r>
      </w:hyperlink>
      <w:r w:rsidRPr="0038389B">
        <w:t xml:space="preserve"> </w:t>
      </w:r>
      <w:hyperlink r:id="rId13">
        <w:r w:rsidRPr="0038389B">
          <w:rPr>
            <w:rStyle w:val="Hyperlink"/>
          </w:rPr>
          <w:t>PDSstreetAddresses</w:t>
        </w:r>
      </w:hyperlink>
      <w:r w:rsidRPr="0038389B"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5"/>
        <w:gridCol w:w="6495"/>
      </w:tblGrid>
      <w:tr w:rsidR="00836E6A" w:rsidRPr="0038389B" w14:paraId="7F30D612" w14:textId="77777777" w:rsidTr="00C36913">
        <w:trPr>
          <w:trHeight w:val="2339"/>
        </w:trPr>
        <w:tc>
          <w:tcPr>
            <w:tcW w:w="2898" w:type="dxa"/>
          </w:tcPr>
          <w:p w14:paraId="518F2C5D" w14:textId="77777777" w:rsidR="00836E6A" w:rsidRPr="0038389B" w:rsidRDefault="00836E6A" w:rsidP="00C36913">
            <w:pPr>
              <w:pStyle w:val="Default"/>
              <w:widowControl/>
              <w:suppressAutoHyphens/>
              <w:jc w:val="center"/>
              <w:rPr>
                <w:rFonts w:ascii="Verdana" w:hAnsi="Verdana"/>
              </w:rPr>
            </w:pPr>
            <w:r w:rsidRPr="0038389B">
              <w:rPr>
                <w:rFonts w:ascii="Verdana" w:hAnsi="Verdana"/>
                <w:noProof/>
              </w:rPr>
              <w:drawing>
                <wp:anchor distT="0" distB="0" distL="114300" distR="114300" simplePos="0" relativeHeight="251663360" behindDoc="1" locked="0" layoutInCell="1" allowOverlap="1" wp14:anchorId="0F9159F7" wp14:editId="56352216">
                  <wp:simplePos x="0" y="0"/>
                  <wp:positionH relativeFrom="margin">
                    <wp:posOffset>264160</wp:posOffset>
                  </wp:positionH>
                  <wp:positionV relativeFrom="margin">
                    <wp:posOffset>180975</wp:posOffset>
                  </wp:positionV>
                  <wp:extent cx="1078230" cy="1064260"/>
                  <wp:effectExtent l="19050" t="0" r="7620" b="0"/>
                  <wp:wrapTight wrapText="bothSides">
                    <wp:wrapPolygon edited="0">
                      <wp:start x="-382" y="0"/>
                      <wp:lineTo x="-382" y="21265"/>
                      <wp:lineTo x="21753" y="21265"/>
                      <wp:lineTo x="21753" y="0"/>
                      <wp:lineTo x="-382" y="0"/>
                    </wp:wrapPolygon>
                  </wp:wrapTight>
                  <wp:docPr id="1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1064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678" w:type="dxa"/>
            <w:vAlign w:val="center"/>
          </w:tcPr>
          <w:p w14:paraId="7CA5C984" w14:textId="376F7FFC" w:rsidR="00836E6A" w:rsidRPr="0038389B" w:rsidRDefault="00836E6A" w:rsidP="00836E6A">
            <w:pPr>
              <w:pStyle w:val="Bullets"/>
              <w:numPr>
                <w:ilvl w:val="0"/>
                <w:numId w:val="0"/>
              </w:numPr>
              <w:ind w:left="720"/>
            </w:pPr>
            <w:r w:rsidRPr="0038389B">
              <w:t>PDS can’t deliver items to P.O.</w:t>
            </w:r>
            <w:r w:rsidRPr="0038389B">
              <w:rPr>
                <w:spacing w:val="1"/>
              </w:rPr>
              <w:t xml:space="preserve"> </w:t>
            </w:r>
            <w:r w:rsidRPr="0038389B">
              <w:t>boxes.</w:t>
            </w:r>
            <w:r w:rsidRPr="0038389B">
              <w:rPr>
                <w:spacing w:val="-9"/>
              </w:rPr>
              <w:t xml:space="preserve"> </w:t>
            </w:r>
            <w:r w:rsidRPr="0038389B">
              <w:t>You</w:t>
            </w:r>
            <w:r w:rsidRPr="0038389B">
              <w:rPr>
                <w:spacing w:val="-9"/>
              </w:rPr>
              <w:t xml:space="preserve"> </w:t>
            </w:r>
            <w:r w:rsidRPr="0038389B">
              <w:t>must</w:t>
            </w:r>
            <w:r w:rsidRPr="0038389B">
              <w:rPr>
                <w:spacing w:val="-7"/>
              </w:rPr>
              <w:t xml:space="preserve"> </w:t>
            </w:r>
            <w:r w:rsidRPr="0038389B">
              <w:t>use</w:t>
            </w:r>
            <w:r w:rsidRPr="0038389B">
              <w:rPr>
                <w:spacing w:val="-9"/>
              </w:rPr>
              <w:t xml:space="preserve"> </w:t>
            </w:r>
            <w:r w:rsidRPr="0038389B">
              <w:t>the</w:t>
            </w:r>
            <w:r w:rsidRPr="0038389B">
              <w:rPr>
                <w:spacing w:val="-8"/>
              </w:rPr>
              <w:t xml:space="preserve"> </w:t>
            </w:r>
            <w:r w:rsidRPr="0038389B">
              <w:t>U.S. Postal</w:t>
            </w:r>
            <w:r w:rsidRPr="0038389B">
              <w:rPr>
                <w:spacing w:val="-10"/>
              </w:rPr>
              <w:t xml:space="preserve"> </w:t>
            </w:r>
            <w:r w:rsidRPr="0038389B">
              <w:t>Service</w:t>
            </w:r>
            <w:r w:rsidRPr="0038389B">
              <w:rPr>
                <w:spacing w:val="-9"/>
              </w:rPr>
              <w:t xml:space="preserve"> </w:t>
            </w:r>
            <w:r w:rsidRPr="0038389B">
              <w:t>to</w:t>
            </w:r>
            <w:r w:rsidRPr="0038389B">
              <w:rPr>
                <w:spacing w:val="-9"/>
              </w:rPr>
              <w:t xml:space="preserve"> </w:t>
            </w:r>
            <w:r w:rsidRPr="0038389B">
              <w:t>mail</w:t>
            </w:r>
            <w:r w:rsidRPr="0038389B">
              <w:rPr>
                <w:spacing w:val="-9"/>
              </w:rPr>
              <w:t xml:space="preserve"> </w:t>
            </w:r>
            <w:r w:rsidRPr="0038389B">
              <w:t>any</w:t>
            </w:r>
            <w:r w:rsidRPr="0038389B">
              <w:rPr>
                <w:spacing w:val="-9"/>
              </w:rPr>
              <w:t xml:space="preserve"> </w:t>
            </w:r>
            <w:r w:rsidRPr="0038389B">
              <w:t>item</w:t>
            </w:r>
            <w:r w:rsidRPr="0038389B">
              <w:rPr>
                <w:spacing w:val="-9"/>
              </w:rPr>
              <w:t xml:space="preserve"> </w:t>
            </w:r>
            <w:r w:rsidRPr="0038389B">
              <w:t>to</w:t>
            </w:r>
            <w:r w:rsidRPr="0038389B">
              <w:rPr>
                <w:spacing w:val="-47"/>
              </w:rPr>
              <w:t xml:space="preserve"> </w:t>
            </w:r>
            <w:r w:rsidRPr="0038389B">
              <w:t>an</w:t>
            </w:r>
            <w:r w:rsidRPr="0038389B">
              <w:rPr>
                <w:spacing w:val="-8"/>
              </w:rPr>
              <w:t xml:space="preserve"> </w:t>
            </w:r>
            <w:r w:rsidRPr="0038389B">
              <w:t>IRS</w:t>
            </w:r>
            <w:r w:rsidRPr="0038389B">
              <w:rPr>
                <w:spacing w:val="-7"/>
              </w:rPr>
              <w:t xml:space="preserve"> </w:t>
            </w:r>
            <w:r w:rsidRPr="0038389B">
              <w:t>P.O.</w:t>
            </w:r>
            <w:r w:rsidRPr="0038389B">
              <w:rPr>
                <w:spacing w:val="-7"/>
              </w:rPr>
              <w:t xml:space="preserve"> </w:t>
            </w:r>
            <w:r w:rsidRPr="0038389B">
              <w:t>box</w:t>
            </w:r>
            <w:r w:rsidRPr="0038389B">
              <w:rPr>
                <w:spacing w:val="-8"/>
              </w:rPr>
              <w:t xml:space="preserve"> </w:t>
            </w:r>
            <w:r w:rsidRPr="0038389B">
              <w:t>address.</w:t>
            </w:r>
          </w:p>
        </w:tc>
      </w:tr>
    </w:tbl>
    <w:p w14:paraId="346C7109" w14:textId="77777777" w:rsidR="00F13DD9" w:rsidRPr="0038389B" w:rsidRDefault="00F13DD9" w:rsidP="00836E6A">
      <w:pPr>
        <w:pStyle w:val="Heading2"/>
      </w:pPr>
      <w:r w:rsidRPr="0038389B">
        <w:t>Other Forms That May Be</w:t>
      </w:r>
      <w:r w:rsidRPr="0038389B">
        <w:rPr>
          <w:spacing w:val="-59"/>
        </w:rPr>
        <w:t xml:space="preserve"> </w:t>
      </w:r>
      <w:r w:rsidRPr="0038389B">
        <w:t>Required</w:t>
      </w:r>
    </w:p>
    <w:p w14:paraId="3F392F66" w14:textId="77777777" w:rsidR="00F13DD9" w:rsidRPr="0038389B" w:rsidRDefault="00F13DD9" w:rsidP="00836E6A">
      <w:pPr>
        <w:pStyle w:val="Body"/>
      </w:pPr>
      <w:r w:rsidRPr="0038389B">
        <w:t>For</w:t>
      </w:r>
      <w:r w:rsidRPr="0038389B">
        <w:rPr>
          <w:spacing w:val="-10"/>
        </w:rPr>
        <w:t xml:space="preserve"> </w:t>
      </w:r>
      <w:r w:rsidRPr="0038389B">
        <w:t>rebating</w:t>
      </w:r>
      <w:r w:rsidRPr="0038389B">
        <w:rPr>
          <w:spacing w:val="-10"/>
        </w:rPr>
        <w:t xml:space="preserve"> </w:t>
      </w:r>
      <w:r w:rsidRPr="0038389B">
        <w:t>arbitrage</w:t>
      </w:r>
      <w:r w:rsidRPr="0038389B">
        <w:rPr>
          <w:spacing w:val="-10"/>
        </w:rPr>
        <w:t xml:space="preserve"> </w:t>
      </w:r>
      <w:r w:rsidRPr="0038389B">
        <w:t>(or</w:t>
      </w:r>
      <w:r w:rsidRPr="0038389B">
        <w:rPr>
          <w:spacing w:val="-10"/>
        </w:rPr>
        <w:t xml:space="preserve"> </w:t>
      </w:r>
      <w:r w:rsidRPr="0038389B">
        <w:t>paying</w:t>
      </w:r>
      <w:r w:rsidRPr="0038389B">
        <w:rPr>
          <w:spacing w:val="-11"/>
        </w:rPr>
        <w:t xml:space="preserve"> </w:t>
      </w:r>
      <w:r w:rsidRPr="0038389B">
        <w:t>a</w:t>
      </w:r>
      <w:r w:rsidRPr="0038389B">
        <w:rPr>
          <w:spacing w:val="-10"/>
        </w:rPr>
        <w:t xml:space="preserve"> </w:t>
      </w:r>
      <w:r w:rsidRPr="0038389B">
        <w:t>penalty</w:t>
      </w:r>
      <w:r w:rsidRPr="0038389B">
        <w:rPr>
          <w:spacing w:val="-47"/>
        </w:rPr>
        <w:t xml:space="preserve"> </w:t>
      </w:r>
      <w:r w:rsidRPr="0038389B">
        <w:t>in lieu of arbitrage rebate) to the federal</w:t>
      </w:r>
      <w:r w:rsidRPr="0038389B">
        <w:rPr>
          <w:spacing w:val="1"/>
        </w:rPr>
        <w:t xml:space="preserve"> </w:t>
      </w:r>
      <w:r w:rsidRPr="0038389B">
        <w:t>government, use Form 8038-T, Arbitrage</w:t>
      </w:r>
      <w:r w:rsidRPr="0038389B">
        <w:rPr>
          <w:spacing w:val="1"/>
        </w:rPr>
        <w:t xml:space="preserve"> </w:t>
      </w:r>
      <w:r w:rsidRPr="0038389B">
        <w:t>Rebate, Yield Reduction and Penalty in</w:t>
      </w:r>
      <w:r w:rsidRPr="0038389B">
        <w:rPr>
          <w:spacing w:val="1"/>
        </w:rPr>
        <w:t xml:space="preserve"> </w:t>
      </w:r>
      <w:r w:rsidRPr="0038389B">
        <w:t>Lieu</w:t>
      </w:r>
      <w:r w:rsidRPr="0038389B">
        <w:rPr>
          <w:spacing w:val="-8"/>
        </w:rPr>
        <w:t xml:space="preserve"> </w:t>
      </w:r>
      <w:r w:rsidRPr="0038389B">
        <w:t>of</w:t>
      </w:r>
      <w:r w:rsidRPr="0038389B">
        <w:rPr>
          <w:spacing w:val="-7"/>
        </w:rPr>
        <w:t xml:space="preserve"> </w:t>
      </w:r>
      <w:r w:rsidRPr="0038389B">
        <w:t>Arbitrage</w:t>
      </w:r>
      <w:r w:rsidRPr="0038389B">
        <w:rPr>
          <w:spacing w:val="-7"/>
        </w:rPr>
        <w:t xml:space="preserve"> </w:t>
      </w:r>
      <w:r w:rsidRPr="0038389B">
        <w:t>Rebate.</w:t>
      </w:r>
    </w:p>
    <w:p w14:paraId="0FDC40B0" w14:textId="77777777" w:rsidR="00F13DD9" w:rsidRPr="0038389B" w:rsidRDefault="00F13DD9" w:rsidP="00836E6A">
      <w:pPr>
        <w:pStyle w:val="Body"/>
      </w:pPr>
      <w:r w:rsidRPr="0038389B">
        <w:t>For private activity bonds, use Form</w:t>
      </w:r>
      <w:r w:rsidRPr="0038389B">
        <w:rPr>
          <w:spacing w:val="1"/>
        </w:rPr>
        <w:t xml:space="preserve"> </w:t>
      </w:r>
      <w:r w:rsidRPr="0038389B">
        <w:rPr>
          <w:spacing w:val="-1"/>
        </w:rPr>
        <w:t>8038,</w:t>
      </w:r>
      <w:r w:rsidRPr="0038389B">
        <w:rPr>
          <w:spacing w:val="-11"/>
        </w:rPr>
        <w:t xml:space="preserve"> </w:t>
      </w:r>
      <w:r w:rsidRPr="0038389B">
        <w:rPr>
          <w:spacing w:val="-1"/>
        </w:rPr>
        <w:t>Information</w:t>
      </w:r>
      <w:r w:rsidRPr="0038389B">
        <w:rPr>
          <w:spacing w:val="-11"/>
        </w:rPr>
        <w:t xml:space="preserve"> </w:t>
      </w:r>
      <w:r w:rsidRPr="0038389B">
        <w:t>Return</w:t>
      </w:r>
      <w:r w:rsidRPr="0038389B">
        <w:rPr>
          <w:spacing w:val="-11"/>
        </w:rPr>
        <w:t xml:space="preserve"> </w:t>
      </w:r>
      <w:r w:rsidRPr="0038389B">
        <w:t>for</w:t>
      </w:r>
      <w:r w:rsidRPr="0038389B">
        <w:rPr>
          <w:spacing w:val="-11"/>
        </w:rPr>
        <w:t xml:space="preserve"> </w:t>
      </w:r>
      <w:r w:rsidRPr="0038389B">
        <w:t>Tax-Exempt</w:t>
      </w:r>
      <w:r w:rsidRPr="0038389B">
        <w:rPr>
          <w:spacing w:val="-47"/>
        </w:rPr>
        <w:t xml:space="preserve"> </w:t>
      </w:r>
      <w:r w:rsidRPr="0038389B">
        <w:t>Private</w:t>
      </w:r>
      <w:r w:rsidRPr="0038389B">
        <w:rPr>
          <w:spacing w:val="-8"/>
        </w:rPr>
        <w:t xml:space="preserve"> </w:t>
      </w:r>
      <w:r w:rsidRPr="0038389B">
        <w:t>Activity</w:t>
      </w:r>
      <w:r w:rsidRPr="0038389B">
        <w:rPr>
          <w:spacing w:val="-8"/>
        </w:rPr>
        <w:t xml:space="preserve"> </w:t>
      </w:r>
      <w:r w:rsidRPr="0038389B">
        <w:t>Bond</w:t>
      </w:r>
      <w:r w:rsidRPr="0038389B">
        <w:rPr>
          <w:spacing w:val="-7"/>
        </w:rPr>
        <w:t xml:space="preserve"> </w:t>
      </w:r>
      <w:r w:rsidRPr="0038389B">
        <w:t>Issues.</w:t>
      </w:r>
    </w:p>
    <w:p w14:paraId="0FAA513E" w14:textId="77777777" w:rsidR="00F13DD9" w:rsidRPr="0038389B" w:rsidRDefault="00F13DD9" w:rsidP="00836E6A">
      <w:pPr>
        <w:pStyle w:val="Heading2"/>
      </w:pPr>
      <w:r w:rsidRPr="0038389B">
        <w:t>Rounding</w:t>
      </w:r>
      <w:r w:rsidRPr="0038389B">
        <w:rPr>
          <w:spacing w:val="-4"/>
        </w:rPr>
        <w:t xml:space="preserve"> </w:t>
      </w:r>
      <w:r w:rsidRPr="0038389B">
        <w:t>to</w:t>
      </w:r>
      <w:r w:rsidRPr="0038389B">
        <w:rPr>
          <w:spacing w:val="-2"/>
        </w:rPr>
        <w:t xml:space="preserve"> </w:t>
      </w:r>
      <w:r w:rsidRPr="0038389B">
        <w:t>Whole</w:t>
      </w:r>
      <w:r w:rsidRPr="0038389B">
        <w:rPr>
          <w:spacing w:val="-2"/>
        </w:rPr>
        <w:t xml:space="preserve"> </w:t>
      </w:r>
      <w:r w:rsidRPr="0038389B">
        <w:t>Dollars</w:t>
      </w:r>
    </w:p>
    <w:p w14:paraId="13FB7EEF" w14:textId="77777777" w:rsidR="00F13DD9" w:rsidRPr="0038389B" w:rsidRDefault="00F13DD9" w:rsidP="00836E6A">
      <w:pPr>
        <w:pStyle w:val="Body"/>
      </w:pPr>
      <w:r w:rsidRPr="0038389B">
        <w:t>You may show the money items on this</w:t>
      </w:r>
      <w:r w:rsidRPr="0038389B">
        <w:rPr>
          <w:spacing w:val="1"/>
        </w:rPr>
        <w:t xml:space="preserve"> </w:t>
      </w:r>
      <w:r w:rsidRPr="0038389B">
        <w:rPr>
          <w:spacing w:val="-1"/>
        </w:rPr>
        <w:t>return</w:t>
      </w:r>
      <w:r w:rsidRPr="0038389B">
        <w:rPr>
          <w:spacing w:val="-11"/>
        </w:rPr>
        <w:t xml:space="preserve"> </w:t>
      </w:r>
      <w:r w:rsidRPr="0038389B">
        <w:t>as</w:t>
      </w:r>
      <w:r w:rsidRPr="0038389B">
        <w:rPr>
          <w:spacing w:val="-12"/>
        </w:rPr>
        <w:t xml:space="preserve"> </w:t>
      </w:r>
      <w:r w:rsidRPr="0038389B">
        <w:t>whole-dollar</w:t>
      </w:r>
      <w:r w:rsidRPr="0038389B">
        <w:rPr>
          <w:spacing w:val="-11"/>
        </w:rPr>
        <w:t xml:space="preserve"> </w:t>
      </w:r>
      <w:r w:rsidRPr="0038389B">
        <w:t>amounts.</w:t>
      </w:r>
      <w:r w:rsidRPr="0038389B">
        <w:rPr>
          <w:spacing w:val="-12"/>
        </w:rPr>
        <w:t xml:space="preserve"> </w:t>
      </w:r>
      <w:r w:rsidRPr="0038389B">
        <w:t>To</w:t>
      </w:r>
      <w:r w:rsidRPr="0038389B">
        <w:rPr>
          <w:spacing w:val="-12"/>
        </w:rPr>
        <w:t xml:space="preserve"> </w:t>
      </w:r>
      <w:r w:rsidRPr="0038389B">
        <w:t>round,</w:t>
      </w:r>
      <w:r w:rsidRPr="0038389B">
        <w:rPr>
          <w:spacing w:val="-47"/>
        </w:rPr>
        <w:t xml:space="preserve"> </w:t>
      </w:r>
      <w:r w:rsidRPr="0038389B">
        <w:t>drop amounts under 50 cents and</w:t>
      </w:r>
      <w:r w:rsidRPr="0038389B">
        <w:rPr>
          <w:spacing w:val="1"/>
        </w:rPr>
        <w:t xml:space="preserve"> </w:t>
      </w:r>
      <w:r w:rsidRPr="0038389B">
        <w:t>increase amounts from 50 to 99 cents to</w:t>
      </w:r>
      <w:r w:rsidRPr="0038389B">
        <w:rPr>
          <w:spacing w:val="1"/>
        </w:rPr>
        <w:t xml:space="preserve"> </w:t>
      </w:r>
      <w:r w:rsidRPr="0038389B">
        <w:t xml:space="preserve">the next </w:t>
      </w:r>
      <w:r w:rsidRPr="0038389B">
        <w:lastRenderedPageBreak/>
        <w:t>dollar (for example, $1.39</w:t>
      </w:r>
      <w:r w:rsidRPr="0038389B">
        <w:rPr>
          <w:spacing w:val="1"/>
        </w:rPr>
        <w:t xml:space="preserve"> </w:t>
      </w:r>
      <w:r w:rsidRPr="0038389B">
        <w:t>becomes</w:t>
      </w:r>
      <w:r w:rsidRPr="0038389B">
        <w:rPr>
          <w:spacing w:val="-8"/>
        </w:rPr>
        <w:t xml:space="preserve"> </w:t>
      </w:r>
      <w:r w:rsidRPr="0038389B">
        <w:t>$1</w:t>
      </w:r>
      <w:r w:rsidRPr="0038389B">
        <w:rPr>
          <w:spacing w:val="-7"/>
        </w:rPr>
        <w:t xml:space="preserve"> </w:t>
      </w:r>
      <w:r w:rsidRPr="0038389B">
        <w:t>and</w:t>
      </w:r>
      <w:r w:rsidRPr="0038389B">
        <w:rPr>
          <w:spacing w:val="-7"/>
        </w:rPr>
        <w:t xml:space="preserve"> </w:t>
      </w:r>
      <w:r w:rsidRPr="0038389B">
        <w:t>$2.50</w:t>
      </w:r>
      <w:r w:rsidRPr="0038389B">
        <w:rPr>
          <w:spacing w:val="-7"/>
        </w:rPr>
        <w:t xml:space="preserve"> </w:t>
      </w:r>
      <w:r w:rsidRPr="0038389B">
        <w:t>becomes</w:t>
      </w:r>
      <w:r w:rsidRPr="0038389B">
        <w:rPr>
          <w:spacing w:val="-8"/>
        </w:rPr>
        <w:t xml:space="preserve"> </w:t>
      </w:r>
      <w:r w:rsidRPr="0038389B">
        <w:t>$3).</w:t>
      </w:r>
    </w:p>
    <w:p w14:paraId="32414E46" w14:textId="77777777" w:rsidR="00F13DD9" w:rsidRPr="0038389B" w:rsidRDefault="00F13DD9" w:rsidP="00836E6A">
      <w:pPr>
        <w:pStyle w:val="Body"/>
      </w:pPr>
      <w:r w:rsidRPr="0038389B">
        <w:t>If</w:t>
      </w:r>
      <w:r w:rsidRPr="0038389B">
        <w:rPr>
          <w:spacing w:val="-10"/>
        </w:rPr>
        <w:t xml:space="preserve"> </w:t>
      </w:r>
      <w:r w:rsidRPr="0038389B">
        <w:t>two</w:t>
      </w:r>
      <w:r w:rsidRPr="0038389B">
        <w:rPr>
          <w:spacing w:val="-10"/>
        </w:rPr>
        <w:t xml:space="preserve"> </w:t>
      </w:r>
      <w:r w:rsidRPr="0038389B">
        <w:t>or</w:t>
      </w:r>
      <w:r w:rsidRPr="0038389B">
        <w:rPr>
          <w:spacing w:val="-10"/>
        </w:rPr>
        <w:t xml:space="preserve"> </w:t>
      </w:r>
      <w:r w:rsidRPr="0038389B">
        <w:t>more</w:t>
      </w:r>
      <w:r w:rsidRPr="0038389B">
        <w:rPr>
          <w:spacing w:val="-10"/>
        </w:rPr>
        <w:t xml:space="preserve"> </w:t>
      </w:r>
      <w:r w:rsidRPr="0038389B">
        <w:t>amounts</w:t>
      </w:r>
      <w:r w:rsidRPr="0038389B">
        <w:rPr>
          <w:spacing w:val="-10"/>
        </w:rPr>
        <w:t xml:space="preserve"> </w:t>
      </w:r>
      <w:r w:rsidRPr="0038389B">
        <w:t>must</w:t>
      </w:r>
      <w:r w:rsidRPr="0038389B">
        <w:rPr>
          <w:spacing w:val="-10"/>
        </w:rPr>
        <w:t xml:space="preserve"> </w:t>
      </w:r>
      <w:r w:rsidRPr="0038389B">
        <w:t>be</w:t>
      </w:r>
      <w:r w:rsidRPr="0038389B">
        <w:rPr>
          <w:spacing w:val="-10"/>
        </w:rPr>
        <w:t xml:space="preserve"> </w:t>
      </w:r>
      <w:r w:rsidRPr="0038389B">
        <w:t>added</w:t>
      </w:r>
      <w:r w:rsidRPr="0038389B">
        <w:rPr>
          <w:spacing w:val="-47"/>
        </w:rPr>
        <w:t xml:space="preserve"> </w:t>
      </w:r>
      <w:r w:rsidRPr="0038389B">
        <w:t>to figure the amount to enter on a line,</w:t>
      </w:r>
      <w:r w:rsidRPr="0038389B">
        <w:rPr>
          <w:spacing w:val="1"/>
        </w:rPr>
        <w:t xml:space="preserve"> </w:t>
      </w:r>
      <w:r w:rsidRPr="0038389B">
        <w:t>include cents when adding the amounts</w:t>
      </w:r>
      <w:r w:rsidRPr="0038389B">
        <w:rPr>
          <w:spacing w:val="1"/>
        </w:rPr>
        <w:t xml:space="preserve"> </w:t>
      </w:r>
      <w:r w:rsidRPr="0038389B">
        <w:t>and</w:t>
      </w:r>
      <w:r w:rsidRPr="0038389B">
        <w:rPr>
          <w:spacing w:val="-8"/>
        </w:rPr>
        <w:t xml:space="preserve"> </w:t>
      </w:r>
      <w:r w:rsidRPr="0038389B">
        <w:t>round</w:t>
      </w:r>
      <w:r w:rsidRPr="0038389B">
        <w:rPr>
          <w:spacing w:val="-6"/>
        </w:rPr>
        <w:t xml:space="preserve"> </w:t>
      </w:r>
      <w:r w:rsidRPr="0038389B">
        <w:t>off</w:t>
      </w:r>
      <w:r w:rsidRPr="0038389B">
        <w:rPr>
          <w:spacing w:val="-8"/>
        </w:rPr>
        <w:t xml:space="preserve"> </w:t>
      </w:r>
      <w:r w:rsidRPr="0038389B">
        <w:t>only</w:t>
      </w:r>
      <w:r w:rsidRPr="0038389B">
        <w:rPr>
          <w:spacing w:val="-7"/>
        </w:rPr>
        <w:t xml:space="preserve"> </w:t>
      </w:r>
      <w:r w:rsidRPr="0038389B">
        <w:t>the</w:t>
      </w:r>
      <w:r w:rsidRPr="0038389B">
        <w:rPr>
          <w:spacing w:val="-7"/>
        </w:rPr>
        <w:t xml:space="preserve"> </w:t>
      </w:r>
      <w:r w:rsidRPr="0038389B">
        <w:t>total.</w:t>
      </w:r>
    </w:p>
    <w:p w14:paraId="0E6496CB" w14:textId="77777777" w:rsidR="00F13DD9" w:rsidRPr="0038389B" w:rsidRDefault="00F13DD9" w:rsidP="00836E6A">
      <w:pPr>
        <w:pStyle w:val="Heading2"/>
      </w:pPr>
      <w:r w:rsidRPr="0038389B">
        <w:t>Definitions</w:t>
      </w:r>
    </w:p>
    <w:p w14:paraId="43F9A889" w14:textId="77777777" w:rsidR="00F13DD9" w:rsidRPr="0038389B" w:rsidRDefault="00F13DD9" w:rsidP="00836E6A">
      <w:pPr>
        <w:pStyle w:val="Body"/>
      </w:pPr>
      <w:r w:rsidRPr="0038389B">
        <w:rPr>
          <w:b/>
        </w:rPr>
        <w:t xml:space="preserve">Bond. </w:t>
      </w:r>
      <w:r w:rsidRPr="0038389B">
        <w:t>This is any obligation, including</w:t>
      </w:r>
      <w:r w:rsidRPr="0038389B">
        <w:rPr>
          <w:spacing w:val="1"/>
        </w:rPr>
        <w:t xml:space="preserve"> </w:t>
      </w:r>
      <w:r w:rsidRPr="0038389B">
        <w:t>bond,</w:t>
      </w:r>
      <w:r w:rsidRPr="0038389B">
        <w:rPr>
          <w:spacing w:val="-10"/>
        </w:rPr>
        <w:t xml:space="preserve"> </w:t>
      </w:r>
      <w:r w:rsidRPr="0038389B">
        <w:t>note,</w:t>
      </w:r>
      <w:r w:rsidRPr="0038389B">
        <w:rPr>
          <w:spacing w:val="-9"/>
        </w:rPr>
        <w:t xml:space="preserve"> </w:t>
      </w:r>
      <w:r w:rsidRPr="0038389B">
        <w:t>commercial</w:t>
      </w:r>
      <w:r w:rsidRPr="0038389B">
        <w:rPr>
          <w:spacing w:val="-9"/>
        </w:rPr>
        <w:t xml:space="preserve"> </w:t>
      </w:r>
      <w:r w:rsidRPr="0038389B">
        <w:t>paper,</w:t>
      </w:r>
      <w:r w:rsidRPr="0038389B">
        <w:rPr>
          <w:spacing w:val="-10"/>
        </w:rPr>
        <w:t xml:space="preserve"> </w:t>
      </w:r>
      <w:r w:rsidRPr="0038389B">
        <w:t>installment</w:t>
      </w:r>
      <w:r w:rsidRPr="0038389B">
        <w:rPr>
          <w:spacing w:val="-47"/>
        </w:rPr>
        <w:t xml:space="preserve"> </w:t>
      </w:r>
      <w:r w:rsidRPr="0038389B">
        <w:t>purchase</w:t>
      </w:r>
      <w:r w:rsidRPr="0038389B">
        <w:rPr>
          <w:spacing w:val="-11"/>
        </w:rPr>
        <w:t xml:space="preserve"> </w:t>
      </w:r>
      <w:r w:rsidRPr="0038389B">
        <w:t>agreement,</w:t>
      </w:r>
      <w:r w:rsidRPr="0038389B">
        <w:rPr>
          <w:spacing w:val="-10"/>
        </w:rPr>
        <w:t xml:space="preserve"> </w:t>
      </w:r>
      <w:r w:rsidRPr="0038389B">
        <w:t>or</w:t>
      </w:r>
      <w:r w:rsidRPr="0038389B">
        <w:rPr>
          <w:spacing w:val="-11"/>
        </w:rPr>
        <w:t xml:space="preserve"> </w:t>
      </w:r>
      <w:r w:rsidRPr="0038389B">
        <w:t>financing</w:t>
      </w:r>
      <w:r w:rsidRPr="0038389B">
        <w:rPr>
          <w:spacing w:val="-10"/>
        </w:rPr>
        <w:t xml:space="preserve"> </w:t>
      </w:r>
      <w:r w:rsidRPr="0038389B">
        <w:t>lease.</w:t>
      </w:r>
    </w:p>
    <w:p w14:paraId="5BC371D9" w14:textId="77777777" w:rsidR="00F13DD9" w:rsidRPr="0038389B" w:rsidRDefault="00F13DD9" w:rsidP="00836E6A">
      <w:pPr>
        <w:pStyle w:val="Body"/>
      </w:pPr>
      <w:r w:rsidRPr="0038389B">
        <w:rPr>
          <w:b/>
        </w:rPr>
        <w:t>Taxable bond.</w:t>
      </w:r>
      <w:r w:rsidRPr="0038389B">
        <w:rPr>
          <w:b/>
          <w:spacing w:val="1"/>
        </w:rPr>
        <w:t xml:space="preserve"> </w:t>
      </w:r>
      <w:r w:rsidRPr="0038389B">
        <w:t>This is any bond the</w:t>
      </w:r>
      <w:r w:rsidRPr="0038389B">
        <w:rPr>
          <w:spacing w:val="1"/>
        </w:rPr>
        <w:t xml:space="preserve"> </w:t>
      </w:r>
      <w:r w:rsidRPr="0038389B">
        <w:t>interest on which is not excludable from</w:t>
      </w:r>
      <w:r w:rsidRPr="0038389B">
        <w:rPr>
          <w:spacing w:val="1"/>
        </w:rPr>
        <w:t xml:space="preserve"> </w:t>
      </w:r>
      <w:r w:rsidRPr="0038389B">
        <w:t>gross</w:t>
      </w:r>
      <w:r w:rsidRPr="0038389B">
        <w:rPr>
          <w:spacing w:val="-11"/>
        </w:rPr>
        <w:t xml:space="preserve"> </w:t>
      </w:r>
      <w:r w:rsidRPr="0038389B">
        <w:t>income</w:t>
      </w:r>
      <w:r w:rsidRPr="0038389B">
        <w:rPr>
          <w:spacing w:val="-11"/>
        </w:rPr>
        <w:t xml:space="preserve"> </w:t>
      </w:r>
      <w:r w:rsidRPr="0038389B">
        <w:t>under</w:t>
      </w:r>
      <w:r w:rsidRPr="0038389B">
        <w:rPr>
          <w:spacing w:val="-11"/>
        </w:rPr>
        <w:t xml:space="preserve"> </w:t>
      </w:r>
      <w:r w:rsidRPr="0038389B">
        <w:t>section</w:t>
      </w:r>
      <w:r w:rsidRPr="0038389B">
        <w:rPr>
          <w:spacing w:val="-11"/>
        </w:rPr>
        <w:t xml:space="preserve"> </w:t>
      </w:r>
      <w:r w:rsidRPr="0038389B">
        <w:t>103.</w:t>
      </w:r>
      <w:r w:rsidRPr="0038389B">
        <w:rPr>
          <w:spacing w:val="-10"/>
        </w:rPr>
        <w:t xml:space="preserve"> </w:t>
      </w:r>
      <w:r w:rsidRPr="0038389B">
        <w:t>Taxable</w:t>
      </w:r>
      <w:r w:rsidRPr="0038389B">
        <w:rPr>
          <w:spacing w:val="-47"/>
        </w:rPr>
        <w:t xml:space="preserve"> </w:t>
      </w:r>
      <w:r w:rsidRPr="0038389B">
        <w:t>bonds</w:t>
      </w:r>
      <w:r w:rsidRPr="0038389B">
        <w:rPr>
          <w:spacing w:val="-7"/>
        </w:rPr>
        <w:t xml:space="preserve"> </w:t>
      </w:r>
      <w:r w:rsidRPr="0038389B">
        <w:t>include</w:t>
      </w:r>
      <w:r w:rsidRPr="0038389B">
        <w:rPr>
          <w:spacing w:val="-6"/>
        </w:rPr>
        <w:t xml:space="preserve"> </w:t>
      </w:r>
      <w:r w:rsidRPr="0038389B">
        <w:t>tax</w:t>
      </w:r>
      <w:r w:rsidRPr="0038389B">
        <w:rPr>
          <w:spacing w:val="-6"/>
        </w:rPr>
        <w:t xml:space="preserve"> </w:t>
      </w:r>
      <w:r w:rsidRPr="0038389B">
        <w:t>credit</w:t>
      </w:r>
      <w:r w:rsidRPr="0038389B">
        <w:rPr>
          <w:spacing w:val="-5"/>
        </w:rPr>
        <w:t xml:space="preserve"> </w:t>
      </w:r>
      <w:r w:rsidRPr="0038389B">
        <w:t>bonds</w:t>
      </w:r>
      <w:r w:rsidRPr="0038389B">
        <w:rPr>
          <w:spacing w:val="-7"/>
        </w:rPr>
        <w:t xml:space="preserve"> </w:t>
      </w:r>
      <w:r w:rsidRPr="0038389B">
        <w:t>and</w:t>
      </w:r>
      <w:r w:rsidRPr="0038389B">
        <w:rPr>
          <w:spacing w:val="-6"/>
        </w:rPr>
        <w:t xml:space="preserve"> </w:t>
      </w:r>
      <w:r w:rsidRPr="0038389B">
        <w:t>direct</w:t>
      </w:r>
      <w:r w:rsidRPr="0038389B">
        <w:rPr>
          <w:spacing w:val="-47"/>
        </w:rPr>
        <w:t xml:space="preserve"> </w:t>
      </w:r>
      <w:r w:rsidRPr="0038389B">
        <w:t>pay</w:t>
      </w:r>
      <w:r w:rsidRPr="0038389B">
        <w:rPr>
          <w:spacing w:val="-7"/>
        </w:rPr>
        <w:t xml:space="preserve"> </w:t>
      </w:r>
      <w:r w:rsidRPr="0038389B">
        <w:t>bonds.</w:t>
      </w:r>
    </w:p>
    <w:p w14:paraId="60E02454" w14:textId="1CBDDD77" w:rsidR="00F13DD9" w:rsidRPr="0038389B" w:rsidRDefault="00F13DD9" w:rsidP="00836E6A">
      <w:pPr>
        <w:pStyle w:val="Body"/>
      </w:pPr>
      <w:r w:rsidRPr="0038389B">
        <w:rPr>
          <w:b/>
        </w:rPr>
        <w:t>Tax-exempt</w:t>
      </w:r>
      <w:r w:rsidRPr="0038389B">
        <w:rPr>
          <w:b/>
          <w:spacing w:val="-4"/>
        </w:rPr>
        <w:t xml:space="preserve"> </w:t>
      </w:r>
      <w:r w:rsidRPr="0038389B">
        <w:rPr>
          <w:b/>
        </w:rPr>
        <w:t>bond.</w:t>
      </w:r>
      <w:r w:rsidRPr="0038389B">
        <w:rPr>
          <w:b/>
          <w:spacing w:val="36"/>
        </w:rPr>
        <w:t xml:space="preserve"> </w:t>
      </w:r>
      <w:r w:rsidRPr="0038389B">
        <w:t>This</w:t>
      </w:r>
      <w:r w:rsidRPr="0038389B">
        <w:rPr>
          <w:spacing w:val="-9"/>
        </w:rPr>
        <w:t xml:space="preserve"> </w:t>
      </w:r>
      <w:r w:rsidRPr="0038389B">
        <w:t>is</w:t>
      </w:r>
      <w:r w:rsidRPr="0038389B">
        <w:rPr>
          <w:spacing w:val="-9"/>
        </w:rPr>
        <w:t xml:space="preserve"> </w:t>
      </w:r>
      <w:r w:rsidRPr="0038389B">
        <w:t>any</w:t>
      </w:r>
      <w:r w:rsidRPr="0038389B">
        <w:rPr>
          <w:spacing w:val="-8"/>
        </w:rPr>
        <w:t xml:space="preserve"> </w:t>
      </w:r>
      <w:r w:rsidRPr="0038389B">
        <w:t>obligation,</w:t>
      </w:r>
      <w:r w:rsidRPr="0038389B">
        <w:rPr>
          <w:spacing w:val="-47"/>
        </w:rPr>
        <w:t xml:space="preserve"> </w:t>
      </w:r>
      <w:r w:rsidRPr="0038389B">
        <w:t>including</w:t>
      </w:r>
      <w:r w:rsidRPr="0038389B">
        <w:rPr>
          <w:spacing w:val="-9"/>
        </w:rPr>
        <w:t xml:space="preserve"> </w:t>
      </w:r>
      <w:r w:rsidRPr="0038389B">
        <w:t>a</w:t>
      </w:r>
      <w:r w:rsidRPr="0038389B">
        <w:rPr>
          <w:spacing w:val="-9"/>
        </w:rPr>
        <w:t xml:space="preserve"> </w:t>
      </w:r>
      <w:r w:rsidRPr="0038389B">
        <w:t>bond,</w:t>
      </w:r>
      <w:r w:rsidRPr="0038389B">
        <w:rPr>
          <w:spacing w:val="-9"/>
        </w:rPr>
        <w:t xml:space="preserve"> </w:t>
      </w:r>
      <w:r w:rsidRPr="0038389B">
        <w:t>installment</w:t>
      </w:r>
      <w:r w:rsidRPr="0038389B">
        <w:rPr>
          <w:spacing w:val="-8"/>
        </w:rPr>
        <w:t xml:space="preserve"> </w:t>
      </w:r>
      <w:r w:rsidRPr="0038389B">
        <w:t>purchase</w:t>
      </w:r>
      <w:r w:rsidR="00836E6A" w:rsidRPr="0038389B">
        <w:t xml:space="preserve"> </w:t>
      </w:r>
      <w:r w:rsidRPr="0038389B">
        <w:t>agreement, or financial lease, on which</w:t>
      </w:r>
      <w:r w:rsidRPr="0038389B">
        <w:rPr>
          <w:spacing w:val="1"/>
        </w:rPr>
        <w:t xml:space="preserve"> </w:t>
      </w:r>
      <w:r w:rsidRPr="0038389B">
        <w:t>the</w:t>
      </w:r>
      <w:r w:rsidRPr="0038389B">
        <w:rPr>
          <w:spacing w:val="-11"/>
        </w:rPr>
        <w:t xml:space="preserve"> </w:t>
      </w:r>
      <w:r w:rsidRPr="0038389B">
        <w:t>interest</w:t>
      </w:r>
      <w:r w:rsidRPr="0038389B">
        <w:rPr>
          <w:spacing w:val="-10"/>
        </w:rPr>
        <w:t xml:space="preserve"> </w:t>
      </w:r>
      <w:r w:rsidRPr="0038389B">
        <w:t>is</w:t>
      </w:r>
      <w:r w:rsidRPr="0038389B">
        <w:rPr>
          <w:spacing w:val="-11"/>
        </w:rPr>
        <w:t xml:space="preserve"> </w:t>
      </w:r>
      <w:r w:rsidRPr="0038389B">
        <w:t>excluded</w:t>
      </w:r>
      <w:r w:rsidRPr="0038389B">
        <w:rPr>
          <w:spacing w:val="-10"/>
        </w:rPr>
        <w:t xml:space="preserve"> </w:t>
      </w:r>
      <w:r w:rsidRPr="0038389B">
        <w:t>from</w:t>
      </w:r>
      <w:r w:rsidRPr="0038389B">
        <w:rPr>
          <w:spacing w:val="-11"/>
        </w:rPr>
        <w:t xml:space="preserve"> </w:t>
      </w:r>
      <w:r w:rsidRPr="0038389B">
        <w:t>income</w:t>
      </w:r>
      <w:r w:rsidRPr="0038389B">
        <w:rPr>
          <w:spacing w:val="-10"/>
        </w:rPr>
        <w:t xml:space="preserve"> </w:t>
      </w:r>
      <w:r w:rsidRPr="0038389B">
        <w:t>under</w:t>
      </w:r>
      <w:r w:rsidRPr="0038389B">
        <w:rPr>
          <w:spacing w:val="-47"/>
        </w:rPr>
        <w:t xml:space="preserve"> </w:t>
      </w:r>
      <w:r w:rsidRPr="0038389B">
        <w:t>section</w:t>
      </w:r>
      <w:r w:rsidRPr="0038389B">
        <w:rPr>
          <w:spacing w:val="-8"/>
        </w:rPr>
        <w:t xml:space="preserve"> </w:t>
      </w:r>
      <w:r w:rsidRPr="0038389B">
        <w:t>103.</w:t>
      </w:r>
    </w:p>
    <w:p w14:paraId="11DEA208" w14:textId="77777777" w:rsidR="00F13DD9" w:rsidRPr="0038389B" w:rsidRDefault="00F13DD9" w:rsidP="00836E6A">
      <w:pPr>
        <w:pStyle w:val="Body"/>
      </w:pPr>
      <w:r w:rsidRPr="0038389B">
        <w:rPr>
          <w:b/>
        </w:rPr>
        <w:t>Tax-exempt governmental bond.</w:t>
      </w:r>
      <w:r w:rsidRPr="0038389B">
        <w:rPr>
          <w:b/>
          <w:spacing w:val="1"/>
        </w:rPr>
        <w:t xml:space="preserve"> </w:t>
      </w:r>
      <w:r w:rsidRPr="0038389B">
        <w:t>A</w:t>
      </w:r>
      <w:r w:rsidRPr="0038389B">
        <w:rPr>
          <w:spacing w:val="1"/>
        </w:rPr>
        <w:t xml:space="preserve"> </w:t>
      </w:r>
      <w:r w:rsidRPr="0038389B">
        <w:t>tax-exempt bond that is not a private</w:t>
      </w:r>
      <w:r w:rsidRPr="0038389B">
        <w:rPr>
          <w:spacing w:val="1"/>
        </w:rPr>
        <w:t xml:space="preserve"> </w:t>
      </w:r>
      <w:r w:rsidRPr="0038389B">
        <w:t>activity bond (see next) is a tax-exempt</w:t>
      </w:r>
      <w:r w:rsidRPr="0038389B">
        <w:rPr>
          <w:spacing w:val="1"/>
        </w:rPr>
        <w:t xml:space="preserve"> </w:t>
      </w:r>
      <w:r w:rsidRPr="0038389B">
        <w:t>governmental</w:t>
      </w:r>
      <w:r w:rsidRPr="0038389B">
        <w:rPr>
          <w:spacing w:val="-11"/>
        </w:rPr>
        <w:t xml:space="preserve"> </w:t>
      </w:r>
      <w:r w:rsidRPr="0038389B">
        <w:t>bond.</w:t>
      </w:r>
      <w:r w:rsidRPr="0038389B">
        <w:rPr>
          <w:spacing w:val="-11"/>
        </w:rPr>
        <w:t xml:space="preserve"> </w:t>
      </w:r>
      <w:r w:rsidRPr="0038389B">
        <w:t>This</w:t>
      </w:r>
      <w:r w:rsidRPr="0038389B">
        <w:rPr>
          <w:spacing w:val="-10"/>
        </w:rPr>
        <w:t xml:space="preserve"> </w:t>
      </w:r>
      <w:r w:rsidRPr="0038389B">
        <w:t>includes</w:t>
      </w:r>
      <w:r w:rsidRPr="0038389B">
        <w:rPr>
          <w:spacing w:val="-11"/>
        </w:rPr>
        <w:t xml:space="preserve"> </w:t>
      </w:r>
      <w:r w:rsidRPr="0038389B">
        <w:t>a</w:t>
      </w:r>
      <w:r w:rsidRPr="0038389B">
        <w:rPr>
          <w:spacing w:val="-11"/>
        </w:rPr>
        <w:t xml:space="preserve"> </w:t>
      </w:r>
      <w:r w:rsidRPr="0038389B">
        <w:t>bond</w:t>
      </w:r>
      <w:r w:rsidRPr="0038389B">
        <w:rPr>
          <w:spacing w:val="-47"/>
        </w:rPr>
        <w:t xml:space="preserve"> </w:t>
      </w:r>
      <w:r w:rsidRPr="0038389B">
        <w:lastRenderedPageBreak/>
        <w:t>issued by a qualified volunteer fire</w:t>
      </w:r>
      <w:r w:rsidRPr="0038389B">
        <w:rPr>
          <w:spacing w:val="1"/>
        </w:rPr>
        <w:t xml:space="preserve"> </w:t>
      </w:r>
      <w:r w:rsidRPr="0038389B">
        <w:t>department</w:t>
      </w:r>
      <w:r w:rsidRPr="0038389B">
        <w:rPr>
          <w:spacing w:val="-8"/>
        </w:rPr>
        <w:t xml:space="preserve"> </w:t>
      </w:r>
      <w:r w:rsidRPr="0038389B">
        <w:t>under</w:t>
      </w:r>
      <w:r w:rsidRPr="0038389B">
        <w:rPr>
          <w:spacing w:val="-7"/>
        </w:rPr>
        <w:t xml:space="preserve"> </w:t>
      </w:r>
      <w:r w:rsidRPr="0038389B">
        <w:t>section</w:t>
      </w:r>
      <w:r w:rsidRPr="0038389B">
        <w:rPr>
          <w:spacing w:val="-8"/>
        </w:rPr>
        <w:t xml:space="preserve"> </w:t>
      </w:r>
      <w:r w:rsidRPr="0038389B">
        <w:t>150(e).</w:t>
      </w:r>
    </w:p>
    <w:p w14:paraId="24FAB585" w14:textId="77777777" w:rsidR="00F13DD9" w:rsidRPr="0038389B" w:rsidRDefault="00F13DD9" w:rsidP="00836E6A">
      <w:pPr>
        <w:pStyle w:val="Body"/>
      </w:pPr>
      <w:r w:rsidRPr="0038389B">
        <w:rPr>
          <w:b/>
        </w:rPr>
        <w:t>Private activity bond.</w:t>
      </w:r>
      <w:r w:rsidRPr="0038389B">
        <w:rPr>
          <w:b/>
          <w:spacing w:val="1"/>
        </w:rPr>
        <w:t xml:space="preserve"> </w:t>
      </w:r>
      <w:r w:rsidRPr="0038389B">
        <w:t>This includes a</w:t>
      </w:r>
      <w:r w:rsidRPr="0038389B">
        <w:rPr>
          <w:spacing w:val="1"/>
        </w:rPr>
        <w:t xml:space="preserve"> </w:t>
      </w:r>
      <w:r w:rsidRPr="0038389B">
        <w:t>bond</w:t>
      </w:r>
      <w:r w:rsidRPr="0038389B">
        <w:rPr>
          <w:spacing w:val="-10"/>
        </w:rPr>
        <w:t xml:space="preserve"> </w:t>
      </w:r>
      <w:r w:rsidRPr="0038389B">
        <w:t>issued</w:t>
      </w:r>
      <w:r w:rsidRPr="0038389B">
        <w:rPr>
          <w:spacing w:val="-9"/>
        </w:rPr>
        <w:t xml:space="preserve"> </w:t>
      </w:r>
      <w:r w:rsidRPr="0038389B">
        <w:t>as</w:t>
      </w:r>
      <w:r w:rsidRPr="0038389B">
        <w:rPr>
          <w:spacing w:val="-10"/>
        </w:rPr>
        <w:t xml:space="preserve"> </w:t>
      </w:r>
      <w:r w:rsidRPr="0038389B">
        <w:t>part</w:t>
      </w:r>
      <w:r w:rsidRPr="0038389B">
        <w:rPr>
          <w:spacing w:val="-9"/>
        </w:rPr>
        <w:t xml:space="preserve"> </w:t>
      </w:r>
      <w:r w:rsidRPr="0038389B">
        <w:t>of</w:t>
      </w:r>
      <w:r w:rsidRPr="0038389B">
        <w:rPr>
          <w:spacing w:val="-10"/>
        </w:rPr>
        <w:t xml:space="preserve"> </w:t>
      </w:r>
      <w:r w:rsidRPr="0038389B">
        <w:t>an</w:t>
      </w:r>
      <w:r w:rsidRPr="0038389B">
        <w:rPr>
          <w:spacing w:val="-9"/>
        </w:rPr>
        <w:t xml:space="preserve"> </w:t>
      </w:r>
      <w:r w:rsidRPr="0038389B">
        <w:t>issue</w:t>
      </w:r>
      <w:r w:rsidRPr="0038389B">
        <w:rPr>
          <w:spacing w:val="-10"/>
        </w:rPr>
        <w:t xml:space="preserve"> </w:t>
      </w:r>
      <w:r w:rsidRPr="0038389B">
        <w:t>in</w:t>
      </w:r>
      <w:r w:rsidRPr="0038389B">
        <w:rPr>
          <w:spacing w:val="-9"/>
        </w:rPr>
        <w:t xml:space="preserve"> </w:t>
      </w:r>
      <w:r w:rsidRPr="0038389B">
        <w:t>which:</w:t>
      </w:r>
    </w:p>
    <w:p w14:paraId="41127407" w14:textId="77777777" w:rsidR="00F13DD9" w:rsidRPr="0038389B" w:rsidRDefault="00F13DD9" w:rsidP="00836E6A">
      <w:pPr>
        <w:pStyle w:val="Bullets"/>
        <w:rPr>
          <w:b/>
        </w:rPr>
      </w:pPr>
      <w:r w:rsidRPr="0038389B">
        <w:rPr>
          <w:position w:val="1"/>
        </w:rPr>
        <w:t>More</w:t>
      </w:r>
      <w:r w:rsidRPr="0038389B">
        <w:rPr>
          <w:spacing w:val="-9"/>
          <w:position w:val="1"/>
        </w:rPr>
        <w:t xml:space="preserve"> </w:t>
      </w:r>
      <w:r w:rsidRPr="0038389B">
        <w:rPr>
          <w:position w:val="1"/>
        </w:rPr>
        <w:t>than</w:t>
      </w:r>
      <w:r w:rsidRPr="0038389B">
        <w:rPr>
          <w:spacing w:val="-8"/>
          <w:position w:val="1"/>
        </w:rPr>
        <w:t xml:space="preserve"> </w:t>
      </w:r>
      <w:r w:rsidRPr="0038389B">
        <w:rPr>
          <w:position w:val="1"/>
        </w:rPr>
        <w:t>10%</w:t>
      </w:r>
      <w:r w:rsidRPr="0038389B">
        <w:rPr>
          <w:spacing w:val="-8"/>
          <w:position w:val="1"/>
        </w:rPr>
        <w:t xml:space="preserve"> </w:t>
      </w:r>
      <w:r w:rsidRPr="0038389B">
        <w:rPr>
          <w:position w:val="1"/>
        </w:rPr>
        <w:t>of</w:t>
      </w:r>
      <w:r w:rsidRPr="0038389B">
        <w:rPr>
          <w:spacing w:val="-8"/>
          <w:position w:val="1"/>
        </w:rPr>
        <w:t xml:space="preserve"> </w:t>
      </w:r>
      <w:r w:rsidRPr="0038389B">
        <w:rPr>
          <w:position w:val="1"/>
        </w:rPr>
        <w:t>the</w:t>
      </w:r>
      <w:r w:rsidRPr="0038389B">
        <w:rPr>
          <w:spacing w:val="-8"/>
          <w:position w:val="1"/>
        </w:rPr>
        <w:t xml:space="preserve"> </w:t>
      </w:r>
      <w:r w:rsidRPr="0038389B">
        <w:rPr>
          <w:position w:val="1"/>
        </w:rPr>
        <w:t>proceeds</w:t>
      </w:r>
      <w:r w:rsidRPr="0038389B">
        <w:rPr>
          <w:spacing w:val="-8"/>
          <w:position w:val="1"/>
        </w:rPr>
        <w:t xml:space="preserve"> </w:t>
      </w:r>
      <w:r w:rsidRPr="0038389B">
        <w:rPr>
          <w:position w:val="1"/>
        </w:rPr>
        <w:t>are</w:t>
      </w:r>
      <w:r w:rsidRPr="0038389B">
        <w:rPr>
          <w:spacing w:val="-8"/>
          <w:position w:val="1"/>
        </w:rPr>
        <w:t xml:space="preserve"> </w:t>
      </w:r>
      <w:r w:rsidRPr="0038389B">
        <w:rPr>
          <w:position w:val="1"/>
        </w:rPr>
        <w:t>to</w:t>
      </w:r>
      <w:r w:rsidRPr="0038389B">
        <w:rPr>
          <w:spacing w:val="-47"/>
          <w:position w:val="1"/>
        </w:rPr>
        <w:t xml:space="preserve"> </w:t>
      </w:r>
      <w:r w:rsidRPr="0038389B">
        <w:t>be used for any private activity</w:t>
      </w:r>
      <w:r w:rsidRPr="0038389B">
        <w:rPr>
          <w:spacing w:val="1"/>
        </w:rPr>
        <w:t xml:space="preserve"> </w:t>
      </w:r>
      <w:r w:rsidRPr="0038389B">
        <w:t>business</w:t>
      </w:r>
      <w:r w:rsidRPr="0038389B">
        <w:rPr>
          <w:spacing w:val="-8"/>
        </w:rPr>
        <w:t xml:space="preserve"> </w:t>
      </w:r>
      <w:r w:rsidRPr="0038389B">
        <w:t>use;</w:t>
      </w:r>
      <w:r w:rsidRPr="0038389B">
        <w:rPr>
          <w:spacing w:val="-2"/>
        </w:rPr>
        <w:t xml:space="preserve"> </w:t>
      </w:r>
      <w:r w:rsidRPr="0038389B">
        <w:rPr>
          <w:b/>
        </w:rPr>
        <w:t>and</w:t>
      </w:r>
    </w:p>
    <w:p w14:paraId="3FEC201D" w14:textId="150BE0DD" w:rsidR="00F13DD9" w:rsidRPr="0038389B" w:rsidRDefault="00F13DD9" w:rsidP="00836E6A">
      <w:pPr>
        <w:pStyle w:val="Bullets"/>
      </w:pPr>
      <w:r w:rsidRPr="0038389B">
        <w:rPr>
          <w:position w:val="1"/>
        </w:rPr>
        <w:t>More than 10% of the payment of</w:t>
      </w:r>
      <w:r w:rsidRPr="0038389B">
        <w:rPr>
          <w:spacing w:val="1"/>
          <w:position w:val="1"/>
        </w:rPr>
        <w:t xml:space="preserve"> </w:t>
      </w:r>
      <w:r w:rsidRPr="0038389B">
        <w:t>principal or interest of the issue is</w:t>
      </w:r>
      <w:r w:rsidRPr="0038389B">
        <w:rPr>
          <w:spacing w:val="1"/>
        </w:rPr>
        <w:t xml:space="preserve"> </w:t>
      </w:r>
      <w:r w:rsidRPr="0038389B">
        <w:rPr>
          <w:b/>
        </w:rPr>
        <w:t>either</w:t>
      </w:r>
      <w:r w:rsidRPr="0038389B">
        <w:rPr>
          <w:b/>
          <w:spacing w:val="-2"/>
        </w:rPr>
        <w:t xml:space="preserve"> </w:t>
      </w:r>
      <w:r w:rsidRPr="0038389B">
        <w:rPr>
          <w:b/>
        </w:rPr>
        <w:t>(a)</w:t>
      </w:r>
      <w:r w:rsidRPr="0038389B">
        <w:rPr>
          <w:b/>
          <w:spacing w:val="-5"/>
        </w:rPr>
        <w:t xml:space="preserve"> </w:t>
      </w:r>
      <w:r w:rsidRPr="0038389B">
        <w:t>secured</w:t>
      </w:r>
      <w:r w:rsidRPr="0038389B">
        <w:rPr>
          <w:spacing w:val="-7"/>
        </w:rPr>
        <w:t xml:space="preserve"> </w:t>
      </w:r>
      <w:r w:rsidRPr="0038389B">
        <w:t>by</w:t>
      </w:r>
      <w:r w:rsidRPr="0038389B">
        <w:rPr>
          <w:spacing w:val="-6"/>
        </w:rPr>
        <w:t xml:space="preserve"> </w:t>
      </w:r>
      <w:r w:rsidRPr="0038389B">
        <w:t>an</w:t>
      </w:r>
      <w:r w:rsidRPr="0038389B">
        <w:rPr>
          <w:spacing w:val="-6"/>
        </w:rPr>
        <w:t xml:space="preserve"> </w:t>
      </w:r>
      <w:r w:rsidRPr="0038389B">
        <w:t>interest</w:t>
      </w:r>
      <w:r w:rsidRPr="0038389B">
        <w:rPr>
          <w:spacing w:val="-7"/>
        </w:rPr>
        <w:t xml:space="preserve"> </w:t>
      </w:r>
      <w:r w:rsidRPr="0038389B">
        <w:t>in</w:t>
      </w:r>
      <w:r w:rsidRPr="0038389B">
        <w:rPr>
          <w:spacing w:val="-47"/>
        </w:rPr>
        <w:t xml:space="preserve"> </w:t>
      </w:r>
      <w:r w:rsidRPr="0038389B">
        <w:t>property</w:t>
      </w:r>
      <w:r w:rsidRPr="0038389B">
        <w:rPr>
          <w:spacing w:val="-8"/>
        </w:rPr>
        <w:t xml:space="preserve"> </w:t>
      </w:r>
      <w:r w:rsidRPr="0038389B">
        <w:t>to</w:t>
      </w:r>
      <w:r w:rsidRPr="0038389B">
        <w:rPr>
          <w:spacing w:val="-7"/>
        </w:rPr>
        <w:t xml:space="preserve"> </w:t>
      </w:r>
      <w:r w:rsidRPr="0038389B">
        <w:t>be</w:t>
      </w:r>
      <w:r w:rsidRPr="0038389B">
        <w:rPr>
          <w:spacing w:val="-7"/>
        </w:rPr>
        <w:t xml:space="preserve"> </w:t>
      </w:r>
      <w:r w:rsidRPr="0038389B">
        <w:t>used</w:t>
      </w:r>
      <w:r w:rsidRPr="0038389B">
        <w:rPr>
          <w:spacing w:val="-7"/>
        </w:rPr>
        <w:t xml:space="preserve"> </w:t>
      </w:r>
      <w:r w:rsidRPr="0038389B">
        <w:t>for</w:t>
      </w:r>
      <w:r w:rsidRPr="0038389B">
        <w:rPr>
          <w:spacing w:val="-8"/>
        </w:rPr>
        <w:t xml:space="preserve"> </w:t>
      </w:r>
      <w:r w:rsidRPr="0038389B">
        <w:t>a</w:t>
      </w:r>
      <w:r w:rsidRPr="0038389B">
        <w:rPr>
          <w:spacing w:val="-7"/>
        </w:rPr>
        <w:t xml:space="preserve"> </w:t>
      </w:r>
      <w:r w:rsidRPr="0038389B">
        <w:t>private</w:t>
      </w:r>
      <w:r w:rsidR="00836E6A" w:rsidRPr="0038389B">
        <w:t xml:space="preserve"> </w:t>
      </w:r>
      <w:r w:rsidRPr="0038389B">
        <w:t>business</w:t>
      </w:r>
      <w:r w:rsidRPr="0038389B">
        <w:rPr>
          <w:spacing w:val="-11"/>
        </w:rPr>
        <w:t xml:space="preserve"> </w:t>
      </w:r>
      <w:r w:rsidRPr="0038389B">
        <w:t>use</w:t>
      </w:r>
      <w:r w:rsidRPr="0038389B">
        <w:rPr>
          <w:spacing w:val="-10"/>
        </w:rPr>
        <w:t xml:space="preserve"> </w:t>
      </w:r>
      <w:r w:rsidRPr="0038389B">
        <w:t>(or</w:t>
      </w:r>
      <w:r w:rsidRPr="0038389B">
        <w:rPr>
          <w:spacing w:val="-11"/>
        </w:rPr>
        <w:t xml:space="preserve"> </w:t>
      </w:r>
      <w:r w:rsidRPr="0038389B">
        <w:t>payments</w:t>
      </w:r>
      <w:r w:rsidRPr="0038389B">
        <w:rPr>
          <w:spacing w:val="-10"/>
        </w:rPr>
        <w:t xml:space="preserve"> </w:t>
      </w:r>
      <w:r w:rsidRPr="0038389B">
        <w:t>for</w:t>
      </w:r>
      <w:r w:rsidRPr="0038389B">
        <w:rPr>
          <w:spacing w:val="-10"/>
        </w:rPr>
        <w:t xml:space="preserve"> </w:t>
      </w:r>
      <w:r w:rsidRPr="0038389B">
        <w:t>such</w:t>
      </w:r>
      <w:r w:rsidRPr="0038389B">
        <w:rPr>
          <w:spacing w:val="-48"/>
        </w:rPr>
        <w:t xml:space="preserve"> </w:t>
      </w:r>
      <w:r w:rsidRPr="0038389B">
        <w:t xml:space="preserve">property), </w:t>
      </w:r>
      <w:r w:rsidRPr="0038389B">
        <w:rPr>
          <w:b/>
        </w:rPr>
        <w:t xml:space="preserve">or (b) </w:t>
      </w:r>
      <w:r w:rsidRPr="0038389B">
        <w:t>to be derived from</w:t>
      </w:r>
      <w:r w:rsidRPr="0038389B">
        <w:rPr>
          <w:spacing w:val="-47"/>
        </w:rPr>
        <w:t xml:space="preserve"> </w:t>
      </w:r>
      <w:r w:rsidRPr="0038389B">
        <w:t>payments</w:t>
      </w:r>
      <w:r w:rsidRPr="0038389B">
        <w:rPr>
          <w:spacing w:val="-8"/>
        </w:rPr>
        <w:t xml:space="preserve"> </w:t>
      </w:r>
      <w:r w:rsidRPr="0038389B">
        <w:t>for</w:t>
      </w:r>
      <w:r w:rsidRPr="0038389B">
        <w:rPr>
          <w:spacing w:val="-7"/>
        </w:rPr>
        <w:t xml:space="preserve"> </w:t>
      </w:r>
      <w:r w:rsidRPr="0038389B">
        <w:t>property</w:t>
      </w:r>
      <w:r w:rsidRPr="0038389B">
        <w:rPr>
          <w:spacing w:val="-8"/>
        </w:rPr>
        <w:t xml:space="preserve"> </w:t>
      </w:r>
      <w:r w:rsidRPr="0038389B">
        <w:t>(or</w:t>
      </w:r>
      <w:r w:rsidRPr="0038389B">
        <w:rPr>
          <w:spacing w:val="-7"/>
        </w:rPr>
        <w:t xml:space="preserve"> </w:t>
      </w:r>
      <w:r w:rsidRPr="0038389B">
        <w:t>borrowed</w:t>
      </w:r>
      <w:r w:rsidRPr="0038389B">
        <w:rPr>
          <w:spacing w:val="-48"/>
        </w:rPr>
        <w:t xml:space="preserve"> </w:t>
      </w:r>
      <w:r w:rsidRPr="0038389B">
        <w:t>money) used for a private business</w:t>
      </w:r>
      <w:r w:rsidRPr="0038389B">
        <w:rPr>
          <w:spacing w:val="-47"/>
        </w:rPr>
        <w:t xml:space="preserve"> </w:t>
      </w:r>
      <w:r w:rsidRPr="0038389B">
        <w:t>use.</w:t>
      </w:r>
    </w:p>
    <w:p w14:paraId="6098D046" w14:textId="77777777" w:rsidR="00F13DD9" w:rsidRPr="0038389B" w:rsidRDefault="00F13DD9" w:rsidP="00836E6A">
      <w:pPr>
        <w:pStyle w:val="Body"/>
      </w:pPr>
      <w:r w:rsidRPr="0038389B">
        <w:t>It</w:t>
      </w:r>
      <w:r w:rsidRPr="0038389B">
        <w:rPr>
          <w:spacing w:val="-9"/>
        </w:rPr>
        <w:t xml:space="preserve"> </w:t>
      </w:r>
      <w:r w:rsidRPr="0038389B">
        <w:t>also</w:t>
      </w:r>
      <w:r w:rsidRPr="0038389B">
        <w:rPr>
          <w:spacing w:val="-8"/>
        </w:rPr>
        <w:t xml:space="preserve"> </w:t>
      </w:r>
      <w:r w:rsidRPr="0038389B">
        <w:t>includes</w:t>
      </w:r>
      <w:r w:rsidRPr="0038389B">
        <w:rPr>
          <w:spacing w:val="-8"/>
        </w:rPr>
        <w:t xml:space="preserve"> </w:t>
      </w:r>
      <w:r w:rsidRPr="0038389B">
        <w:t>a</w:t>
      </w:r>
      <w:r w:rsidRPr="0038389B">
        <w:rPr>
          <w:spacing w:val="-8"/>
        </w:rPr>
        <w:t xml:space="preserve"> </w:t>
      </w:r>
      <w:r w:rsidRPr="0038389B">
        <w:t>bond,</w:t>
      </w:r>
      <w:r w:rsidRPr="0038389B">
        <w:rPr>
          <w:spacing w:val="-9"/>
        </w:rPr>
        <w:t xml:space="preserve"> </w:t>
      </w:r>
      <w:r w:rsidRPr="0038389B">
        <w:t>the</w:t>
      </w:r>
      <w:r w:rsidRPr="0038389B">
        <w:rPr>
          <w:spacing w:val="-8"/>
        </w:rPr>
        <w:t xml:space="preserve"> </w:t>
      </w:r>
      <w:r w:rsidRPr="0038389B">
        <w:t>proceeds</w:t>
      </w:r>
      <w:r w:rsidRPr="0038389B">
        <w:rPr>
          <w:spacing w:val="-8"/>
        </w:rPr>
        <w:t xml:space="preserve"> </w:t>
      </w:r>
      <w:r w:rsidRPr="0038389B">
        <w:t>of</w:t>
      </w:r>
      <w:r w:rsidRPr="0038389B">
        <w:rPr>
          <w:spacing w:val="-47"/>
        </w:rPr>
        <w:t xml:space="preserve"> </w:t>
      </w:r>
      <w:r w:rsidRPr="0038389B">
        <w:t xml:space="preserve">which </w:t>
      </w:r>
      <w:r w:rsidRPr="0038389B">
        <w:rPr>
          <w:b/>
        </w:rPr>
        <w:t xml:space="preserve">(a) </w:t>
      </w:r>
      <w:r w:rsidRPr="0038389B">
        <w:t>are to be used directly or</w:t>
      </w:r>
      <w:r w:rsidRPr="0038389B">
        <w:rPr>
          <w:spacing w:val="1"/>
        </w:rPr>
        <w:t xml:space="preserve"> </w:t>
      </w:r>
      <w:r w:rsidRPr="0038389B">
        <w:t>indirectly to make or finance loans (other</w:t>
      </w:r>
      <w:r w:rsidRPr="0038389B">
        <w:rPr>
          <w:spacing w:val="1"/>
        </w:rPr>
        <w:t xml:space="preserve"> </w:t>
      </w:r>
      <w:r w:rsidRPr="0038389B">
        <w:t>than loans described in section 141(c)(2))</w:t>
      </w:r>
      <w:r w:rsidRPr="0038389B">
        <w:rPr>
          <w:spacing w:val="-47"/>
        </w:rPr>
        <w:t xml:space="preserve"> </w:t>
      </w:r>
      <w:r w:rsidRPr="0038389B">
        <w:t>to persons other than governmental units,</w:t>
      </w:r>
      <w:r w:rsidRPr="0038389B">
        <w:rPr>
          <w:spacing w:val="-47"/>
        </w:rPr>
        <w:t xml:space="preserve"> </w:t>
      </w:r>
      <w:r w:rsidRPr="0038389B">
        <w:t xml:space="preserve">and </w:t>
      </w:r>
      <w:r w:rsidRPr="0038389B">
        <w:rPr>
          <w:b/>
        </w:rPr>
        <w:t xml:space="preserve">(b) </w:t>
      </w:r>
      <w:r w:rsidRPr="0038389B">
        <w:t>exceeds the lesser of 5% of the</w:t>
      </w:r>
      <w:r w:rsidRPr="0038389B">
        <w:rPr>
          <w:spacing w:val="1"/>
        </w:rPr>
        <w:t xml:space="preserve"> </w:t>
      </w:r>
      <w:r w:rsidRPr="0038389B">
        <w:t>proceeds</w:t>
      </w:r>
      <w:r w:rsidRPr="0038389B">
        <w:rPr>
          <w:spacing w:val="-8"/>
        </w:rPr>
        <w:t xml:space="preserve"> </w:t>
      </w:r>
      <w:r w:rsidRPr="0038389B">
        <w:rPr>
          <w:b/>
        </w:rPr>
        <w:t>or</w:t>
      </w:r>
      <w:r w:rsidRPr="0038389B">
        <w:rPr>
          <w:b/>
          <w:spacing w:val="-6"/>
        </w:rPr>
        <w:t xml:space="preserve"> </w:t>
      </w:r>
      <w:r w:rsidRPr="0038389B">
        <w:t>$5</w:t>
      </w:r>
      <w:r w:rsidRPr="0038389B">
        <w:rPr>
          <w:spacing w:val="-7"/>
        </w:rPr>
        <w:t xml:space="preserve"> </w:t>
      </w:r>
      <w:r w:rsidRPr="0038389B">
        <w:t>million.</w:t>
      </w:r>
    </w:p>
    <w:p w14:paraId="617B022B" w14:textId="77777777" w:rsidR="00F13DD9" w:rsidRPr="0038389B" w:rsidRDefault="00F13DD9" w:rsidP="00836E6A">
      <w:pPr>
        <w:pStyle w:val="Body"/>
      </w:pPr>
      <w:r w:rsidRPr="0038389B">
        <w:rPr>
          <w:b/>
        </w:rPr>
        <w:t xml:space="preserve">Issue price. </w:t>
      </w:r>
      <w:r w:rsidRPr="0038389B">
        <w:t>The issue price of bonds is</w:t>
      </w:r>
      <w:r w:rsidRPr="0038389B">
        <w:rPr>
          <w:spacing w:val="-47"/>
        </w:rPr>
        <w:t xml:space="preserve"> </w:t>
      </w:r>
      <w:r w:rsidRPr="0038389B">
        <w:t>generally determined under Regulations</w:t>
      </w:r>
      <w:r w:rsidRPr="0038389B">
        <w:rPr>
          <w:spacing w:val="-47"/>
        </w:rPr>
        <w:t xml:space="preserve"> </w:t>
      </w:r>
      <w:r w:rsidRPr="0038389B">
        <w:lastRenderedPageBreak/>
        <w:t>section</w:t>
      </w:r>
      <w:r w:rsidRPr="0038389B">
        <w:rPr>
          <w:spacing w:val="-12"/>
        </w:rPr>
        <w:t xml:space="preserve"> </w:t>
      </w:r>
      <w:r w:rsidRPr="0038389B">
        <w:t>1.148-1(f).</w:t>
      </w:r>
      <w:r w:rsidRPr="0038389B">
        <w:rPr>
          <w:spacing w:val="-12"/>
        </w:rPr>
        <w:t xml:space="preserve"> </w:t>
      </w:r>
      <w:r w:rsidRPr="0038389B">
        <w:t>Thus,</w:t>
      </w:r>
      <w:r w:rsidRPr="0038389B">
        <w:rPr>
          <w:spacing w:val="-11"/>
        </w:rPr>
        <w:t xml:space="preserve"> </w:t>
      </w:r>
      <w:r w:rsidRPr="0038389B">
        <w:t>when</w:t>
      </w:r>
      <w:r w:rsidRPr="0038389B">
        <w:rPr>
          <w:spacing w:val="-12"/>
        </w:rPr>
        <w:t xml:space="preserve"> </w:t>
      </w:r>
      <w:r w:rsidRPr="0038389B">
        <w:t>issued</w:t>
      </w:r>
      <w:r w:rsidRPr="0038389B">
        <w:rPr>
          <w:spacing w:val="-12"/>
        </w:rPr>
        <w:t xml:space="preserve"> </w:t>
      </w:r>
      <w:r w:rsidRPr="0038389B">
        <w:t>for</w:t>
      </w:r>
      <w:r w:rsidRPr="0038389B">
        <w:rPr>
          <w:spacing w:val="-47"/>
        </w:rPr>
        <w:t xml:space="preserve"> </w:t>
      </w:r>
      <w:r w:rsidRPr="0038389B">
        <w:t>cash, the issue price is the first price at</w:t>
      </w:r>
      <w:r w:rsidRPr="0038389B">
        <w:rPr>
          <w:spacing w:val="1"/>
        </w:rPr>
        <w:t xml:space="preserve"> </w:t>
      </w:r>
      <w:r w:rsidRPr="0038389B">
        <w:t>which a substantial amount of the bonds</w:t>
      </w:r>
      <w:r w:rsidRPr="0038389B">
        <w:rPr>
          <w:spacing w:val="-47"/>
        </w:rPr>
        <w:t xml:space="preserve"> </w:t>
      </w:r>
      <w:r w:rsidRPr="0038389B">
        <w:t>are sold to the public. To determine the</w:t>
      </w:r>
      <w:r w:rsidRPr="0038389B">
        <w:rPr>
          <w:spacing w:val="1"/>
        </w:rPr>
        <w:t xml:space="preserve"> </w:t>
      </w:r>
      <w:r w:rsidRPr="0038389B">
        <w:t>issue</w:t>
      </w:r>
      <w:r w:rsidRPr="0038389B">
        <w:rPr>
          <w:spacing w:val="-9"/>
        </w:rPr>
        <w:t xml:space="preserve"> </w:t>
      </w:r>
      <w:r w:rsidRPr="0038389B">
        <w:t>price</w:t>
      </w:r>
      <w:r w:rsidRPr="0038389B">
        <w:rPr>
          <w:spacing w:val="-8"/>
        </w:rPr>
        <w:t xml:space="preserve"> </w:t>
      </w:r>
      <w:r w:rsidRPr="0038389B">
        <w:t>of</w:t>
      </w:r>
      <w:r w:rsidRPr="0038389B">
        <w:rPr>
          <w:spacing w:val="-8"/>
        </w:rPr>
        <w:t xml:space="preserve"> </w:t>
      </w:r>
      <w:r w:rsidRPr="0038389B">
        <w:t>a</w:t>
      </w:r>
      <w:r w:rsidRPr="0038389B">
        <w:rPr>
          <w:spacing w:val="-8"/>
        </w:rPr>
        <w:t xml:space="preserve"> </w:t>
      </w:r>
      <w:r w:rsidRPr="0038389B">
        <w:t>bond</w:t>
      </w:r>
      <w:r w:rsidRPr="0038389B">
        <w:rPr>
          <w:spacing w:val="-8"/>
        </w:rPr>
        <w:t xml:space="preserve"> </w:t>
      </w:r>
      <w:r w:rsidRPr="0038389B">
        <w:t>issued</w:t>
      </w:r>
      <w:r w:rsidRPr="0038389B">
        <w:rPr>
          <w:spacing w:val="-8"/>
        </w:rPr>
        <w:t xml:space="preserve"> </w:t>
      </w:r>
      <w:r w:rsidRPr="0038389B">
        <w:t>for</w:t>
      </w:r>
      <w:r w:rsidRPr="0038389B">
        <w:rPr>
          <w:spacing w:val="-8"/>
        </w:rPr>
        <w:t xml:space="preserve"> </w:t>
      </w:r>
      <w:r w:rsidRPr="0038389B">
        <w:t>property,</w:t>
      </w:r>
      <w:r w:rsidRPr="0038389B">
        <w:rPr>
          <w:spacing w:val="-47"/>
        </w:rPr>
        <w:t xml:space="preserve"> </w:t>
      </w:r>
      <w:r w:rsidRPr="0038389B">
        <w:t>see sections 1273 and 1274 and the</w:t>
      </w:r>
      <w:r w:rsidRPr="0038389B">
        <w:rPr>
          <w:spacing w:val="1"/>
        </w:rPr>
        <w:t xml:space="preserve"> </w:t>
      </w:r>
      <w:r w:rsidRPr="0038389B">
        <w:t>related</w:t>
      </w:r>
      <w:r w:rsidRPr="0038389B">
        <w:rPr>
          <w:spacing w:val="-7"/>
        </w:rPr>
        <w:t xml:space="preserve"> </w:t>
      </w:r>
      <w:r w:rsidRPr="0038389B">
        <w:t>regulations.</w:t>
      </w:r>
    </w:p>
    <w:p w14:paraId="3C2520BE" w14:textId="4B6099C5" w:rsidR="00F13DD9" w:rsidRPr="0038389B" w:rsidRDefault="00F13DD9" w:rsidP="00836E6A">
      <w:pPr>
        <w:pStyle w:val="Body"/>
      </w:pPr>
      <w:r w:rsidRPr="0038389B">
        <w:rPr>
          <w:b/>
        </w:rPr>
        <w:t>Issue.</w:t>
      </w:r>
      <w:r w:rsidRPr="0038389B">
        <w:rPr>
          <w:b/>
          <w:spacing w:val="1"/>
        </w:rPr>
        <w:t xml:space="preserve"> </w:t>
      </w:r>
      <w:r w:rsidRPr="0038389B">
        <w:t>Generally, bonds are treated as</w:t>
      </w:r>
      <w:r w:rsidRPr="0038389B">
        <w:rPr>
          <w:spacing w:val="1"/>
        </w:rPr>
        <w:t xml:space="preserve"> </w:t>
      </w:r>
      <w:r w:rsidRPr="0038389B">
        <w:t>part</w:t>
      </w:r>
      <w:r w:rsidRPr="0038389B">
        <w:rPr>
          <w:spacing w:val="-10"/>
        </w:rPr>
        <w:t xml:space="preserve"> </w:t>
      </w:r>
      <w:r w:rsidRPr="0038389B">
        <w:t>of</w:t>
      </w:r>
      <w:r w:rsidRPr="0038389B">
        <w:rPr>
          <w:spacing w:val="-9"/>
        </w:rPr>
        <w:t xml:space="preserve"> </w:t>
      </w:r>
      <w:r w:rsidRPr="0038389B">
        <w:t>the</w:t>
      </w:r>
      <w:r w:rsidRPr="0038389B">
        <w:rPr>
          <w:spacing w:val="-10"/>
        </w:rPr>
        <w:t xml:space="preserve"> </w:t>
      </w:r>
      <w:r w:rsidRPr="0038389B">
        <w:t>same</w:t>
      </w:r>
      <w:r w:rsidRPr="0038389B">
        <w:rPr>
          <w:spacing w:val="-9"/>
        </w:rPr>
        <w:t xml:space="preserve"> </w:t>
      </w:r>
      <w:r w:rsidRPr="0038389B">
        <w:t>issue</w:t>
      </w:r>
      <w:r w:rsidRPr="0038389B">
        <w:rPr>
          <w:spacing w:val="-10"/>
        </w:rPr>
        <w:t xml:space="preserve"> </w:t>
      </w:r>
      <w:r w:rsidRPr="0038389B">
        <w:t>if</w:t>
      </w:r>
      <w:r w:rsidRPr="0038389B">
        <w:rPr>
          <w:spacing w:val="-9"/>
        </w:rPr>
        <w:t xml:space="preserve"> </w:t>
      </w:r>
      <w:r w:rsidRPr="0038389B">
        <w:t>they</w:t>
      </w:r>
      <w:r w:rsidRPr="0038389B">
        <w:rPr>
          <w:spacing w:val="-10"/>
        </w:rPr>
        <w:t xml:space="preserve"> </w:t>
      </w:r>
      <w:r w:rsidRPr="0038389B">
        <w:t>are</w:t>
      </w:r>
      <w:r w:rsidRPr="0038389B">
        <w:rPr>
          <w:spacing w:val="-9"/>
        </w:rPr>
        <w:t xml:space="preserve"> </w:t>
      </w:r>
      <w:r w:rsidRPr="0038389B">
        <w:t>issued</w:t>
      </w:r>
      <w:r w:rsidRPr="0038389B">
        <w:rPr>
          <w:spacing w:val="-10"/>
        </w:rPr>
        <w:t xml:space="preserve"> </w:t>
      </w:r>
      <w:r w:rsidRPr="0038389B">
        <w:t>by</w:t>
      </w:r>
      <w:r w:rsidRPr="0038389B">
        <w:rPr>
          <w:spacing w:val="-47"/>
        </w:rPr>
        <w:t xml:space="preserve"> </w:t>
      </w:r>
      <w:r w:rsidRPr="0038389B">
        <w:t>the same issuer, on the same date, and in</w:t>
      </w:r>
      <w:r w:rsidRPr="0038389B">
        <w:rPr>
          <w:spacing w:val="-47"/>
        </w:rPr>
        <w:t xml:space="preserve"> </w:t>
      </w:r>
      <w:r w:rsidRPr="0038389B">
        <w:t>a single transaction, or a series of related</w:t>
      </w:r>
      <w:r w:rsidRPr="0038389B">
        <w:rPr>
          <w:spacing w:val="1"/>
        </w:rPr>
        <w:t xml:space="preserve"> </w:t>
      </w:r>
      <w:r w:rsidRPr="0038389B">
        <w:t>transactions (see Regulations section</w:t>
      </w:r>
      <w:r w:rsidRPr="0038389B">
        <w:rPr>
          <w:spacing w:val="1"/>
        </w:rPr>
        <w:t xml:space="preserve"> </w:t>
      </w:r>
      <w:r w:rsidRPr="0038389B">
        <w:t>1.149(e)-1(e)(2)). However, bonds issued</w:t>
      </w:r>
      <w:r w:rsidRPr="0038389B">
        <w:rPr>
          <w:spacing w:val="1"/>
        </w:rPr>
        <w:t xml:space="preserve"> </w:t>
      </w:r>
      <w:r w:rsidRPr="0038389B">
        <w:t>during</w:t>
      </w:r>
      <w:r w:rsidRPr="0038389B">
        <w:rPr>
          <w:spacing w:val="-7"/>
        </w:rPr>
        <w:t xml:space="preserve"> </w:t>
      </w:r>
      <w:r w:rsidRPr="0038389B">
        <w:t>the</w:t>
      </w:r>
      <w:r w:rsidRPr="0038389B">
        <w:rPr>
          <w:spacing w:val="-7"/>
        </w:rPr>
        <w:t xml:space="preserve"> </w:t>
      </w:r>
      <w:r w:rsidRPr="0038389B">
        <w:t>same</w:t>
      </w:r>
      <w:r w:rsidRPr="0038389B">
        <w:rPr>
          <w:spacing w:val="-7"/>
        </w:rPr>
        <w:t xml:space="preserve"> </w:t>
      </w:r>
      <w:r w:rsidRPr="0038389B">
        <w:t>calendar</w:t>
      </w:r>
      <w:r w:rsidRPr="0038389B">
        <w:rPr>
          <w:spacing w:val="-5"/>
        </w:rPr>
        <w:t xml:space="preserve"> </w:t>
      </w:r>
      <w:r w:rsidRPr="0038389B">
        <w:t>year</w:t>
      </w:r>
      <w:r w:rsidRPr="0038389B">
        <w:rPr>
          <w:spacing w:val="-8"/>
        </w:rPr>
        <w:t xml:space="preserve"> </w:t>
      </w:r>
      <w:r w:rsidRPr="0038389B">
        <w:rPr>
          <w:b/>
        </w:rPr>
        <w:t>(a)</w:t>
      </w:r>
      <w:r w:rsidRPr="0038389B">
        <w:rPr>
          <w:b/>
          <w:spacing w:val="-6"/>
        </w:rPr>
        <w:t xml:space="preserve"> </w:t>
      </w:r>
      <w:r w:rsidRPr="0038389B">
        <w:t>under</w:t>
      </w:r>
      <w:r w:rsidRPr="0038389B">
        <w:rPr>
          <w:spacing w:val="-7"/>
        </w:rPr>
        <w:t xml:space="preserve"> </w:t>
      </w:r>
      <w:r w:rsidRPr="0038389B">
        <w:t>a</w:t>
      </w:r>
      <w:r w:rsidRPr="0038389B">
        <w:rPr>
          <w:spacing w:val="-47"/>
        </w:rPr>
        <w:t xml:space="preserve"> </w:t>
      </w:r>
      <w:r w:rsidRPr="0038389B">
        <w:t>loan agreement under which amounts are</w:t>
      </w:r>
      <w:r w:rsidRPr="0038389B">
        <w:rPr>
          <w:spacing w:val="-47"/>
        </w:rPr>
        <w:t xml:space="preserve"> </w:t>
      </w:r>
      <w:r w:rsidRPr="0038389B">
        <w:t>to</w:t>
      </w:r>
      <w:r w:rsidRPr="0038389B">
        <w:rPr>
          <w:spacing w:val="-7"/>
        </w:rPr>
        <w:t xml:space="preserve"> </w:t>
      </w:r>
      <w:r w:rsidRPr="0038389B">
        <w:t>be</w:t>
      </w:r>
      <w:r w:rsidRPr="0038389B">
        <w:rPr>
          <w:spacing w:val="-7"/>
        </w:rPr>
        <w:t xml:space="preserve"> </w:t>
      </w:r>
      <w:r w:rsidRPr="0038389B">
        <w:t>advanced</w:t>
      </w:r>
      <w:r w:rsidRPr="0038389B">
        <w:rPr>
          <w:spacing w:val="-7"/>
        </w:rPr>
        <w:t xml:space="preserve"> </w:t>
      </w:r>
      <w:r w:rsidRPr="0038389B">
        <w:t>periodically</w:t>
      </w:r>
      <w:r w:rsidRPr="0038389B">
        <w:rPr>
          <w:spacing w:val="-7"/>
        </w:rPr>
        <w:t xml:space="preserve"> </w:t>
      </w:r>
      <w:r w:rsidRPr="0038389B">
        <w:t>(a</w:t>
      </w:r>
      <w:r w:rsidRPr="0038389B">
        <w:rPr>
          <w:spacing w:val="-7"/>
        </w:rPr>
        <w:t xml:space="preserve"> </w:t>
      </w:r>
      <w:r w:rsidRPr="0038389B">
        <w:t>“draw-down</w:t>
      </w:r>
      <w:r w:rsidRPr="0038389B">
        <w:rPr>
          <w:spacing w:val="-47"/>
        </w:rPr>
        <w:t xml:space="preserve"> </w:t>
      </w:r>
      <w:r w:rsidRPr="0038389B">
        <w:t xml:space="preserve">loan”), or </w:t>
      </w:r>
      <w:r w:rsidRPr="0038389B">
        <w:rPr>
          <w:b/>
        </w:rPr>
        <w:t xml:space="preserve">(b) </w:t>
      </w:r>
      <w:r w:rsidRPr="0038389B">
        <w:t>with a term not exceeding</w:t>
      </w:r>
      <w:r w:rsidRPr="0038389B">
        <w:rPr>
          <w:spacing w:val="1"/>
        </w:rPr>
        <w:t xml:space="preserve"> </w:t>
      </w:r>
      <w:r w:rsidRPr="0038389B">
        <w:t>270 days, may be treated as part of the</w:t>
      </w:r>
      <w:r w:rsidRPr="0038389B">
        <w:rPr>
          <w:spacing w:val="1"/>
        </w:rPr>
        <w:t xml:space="preserve"> </w:t>
      </w:r>
      <w:r w:rsidRPr="0038389B">
        <w:t>same issue if the bonds are equally and</w:t>
      </w:r>
      <w:r w:rsidRPr="0038389B">
        <w:rPr>
          <w:spacing w:val="1"/>
        </w:rPr>
        <w:t xml:space="preserve"> </w:t>
      </w:r>
      <w:r w:rsidRPr="0038389B">
        <w:t>ratably secured under a single indenture</w:t>
      </w:r>
      <w:r w:rsidRPr="0038389B">
        <w:rPr>
          <w:spacing w:val="1"/>
        </w:rPr>
        <w:t xml:space="preserve"> </w:t>
      </w:r>
      <w:r w:rsidRPr="0038389B">
        <w:t>or loan agreement and are issued under a</w:t>
      </w:r>
      <w:r w:rsidRPr="0038389B">
        <w:rPr>
          <w:spacing w:val="-47"/>
        </w:rPr>
        <w:t xml:space="preserve"> </w:t>
      </w:r>
      <w:r w:rsidRPr="0038389B">
        <w:t>common financing arrangement (for</w:t>
      </w:r>
      <w:r w:rsidRPr="0038389B">
        <w:rPr>
          <w:spacing w:val="1"/>
        </w:rPr>
        <w:t xml:space="preserve"> </w:t>
      </w:r>
      <w:r w:rsidRPr="0038389B">
        <w:t>example, under the same official</w:t>
      </w:r>
      <w:r w:rsidRPr="0038389B">
        <w:rPr>
          <w:spacing w:val="1"/>
        </w:rPr>
        <w:t xml:space="preserve"> </w:t>
      </w:r>
      <w:r w:rsidRPr="0038389B">
        <w:t>statement periodically updated to reflect</w:t>
      </w:r>
      <w:r w:rsidRPr="0038389B">
        <w:rPr>
          <w:spacing w:val="1"/>
        </w:rPr>
        <w:t xml:space="preserve"> </w:t>
      </w:r>
      <w:r w:rsidRPr="0038389B">
        <w:t>changing factual circumstances). Also, for</w:t>
      </w:r>
      <w:r w:rsidRPr="0038389B">
        <w:rPr>
          <w:spacing w:val="-47"/>
        </w:rPr>
        <w:t xml:space="preserve"> </w:t>
      </w:r>
      <w:r w:rsidRPr="0038389B">
        <w:t>bonds</w:t>
      </w:r>
      <w:r w:rsidRPr="0038389B">
        <w:rPr>
          <w:spacing w:val="-9"/>
        </w:rPr>
        <w:t xml:space="preserve"> </w:t>
      </w:r>
      <w:r w:rsidRPr="0038389B">
        <w:t>issued</w:t>
      </w:r>
      <w:r w:rsidRPr="0038389B">
        <w:rPr>
          <w:spacing w:val="-8"/>
        </w:rPr>
        <w:t xml:space="preserve"> </w:t>
      </w:r>
      <w:r w:rsidRPr="0038389B">
        <w:t>under</w:t>
      </w:r>
      <w:r w:rsidRPr="0038389B">
        <w:rPr>
          <w:spacing w:val="-8"/>
        </w:rPr>
        <w:t xml:space="preserve"> </w:t>
      </w:r>
      <w:r w:rsidRPr="0038389B">
        <w:t>a</w:t>
      </w:r>
      <w:r w:rsidRPr="0038389B">
        <w:rPr>
          <w:spacing w:val="-8"/>
        </w:rPr>
        <w:t xml:space="preserve"> </w:t>
      </w:r>
      <w:r w:rsidRPr="0038389B">
        <w:t>draw-down</w:t>
      </w:r>
      <w:r w:rsidRPr="0038389B">
        <w:rPr>
          <w:spacing w:val="-9"/>
        </w:rPr>
        <w:t xml:space="preserve"> </w:t>
      </w:r>
      <w:r w:rsidRPr="0038389B">
        <w:t>loan</w:t>
      </w:r>
      <w:r w:rsidRPr="0038389B">
        <w:rPr>
          <w:spacing w:val="-8"/>
        </w:rPr>
        <w:t xml:space="preserve"> </w:t>
      </w:r>
      <w:r w:rsidRPr="0038389B">
        <w:t>that</w:t>
      </w:r>
      <w:r w:rsidRPr="0038389B">
        <w:rPr>
          <w:spacing w:val="-47"/>
        </w:rPr>
        <w:t xml:space="preserve"> </w:t>
      </w:r>
      <w:r w:rsidRPr="0038389B">
        <w:t>meet</w:t>
      </w:r>
      <w:r w:rsidRPr="0038389B">
        <w:rPr>
          <w:spacing w:val="-8"/>
        </w:rPr>
        <w:t xml:space="preserve"> </w:t>
      </w:r>
      <w:r w:rsidRPr="0038389B">
        <w:t>the</w:t>
      </w:r>
      <w:r w:rsidRPr="0038389B">
        <w:rPr>
          <w:spacing w:val="-8"/>
        </w:rPr>
        <w:t xml:space="preserve"> </w:t>
      </w:r>
      <w:r w:rsidRPr="0038389B">
        <w:t>requirements</w:t>
      </w:r>
      <w:r w:rsidRPr="0038389B">
        <w:rPr>
          <w:spacing w:val="-7"/>
        </w:rPr>
        <w:t xml:space="preserve"> </w:t>
      </w:r>
      <w:r w:rsidRPr="0038389B">
        <w:t>of</w:t>
      </w:r>
      <w:r w:rsidRPr="0038389B">
        <w:rPr>
          <w:spacing w:val="-8"/>
        </w:rPr>
        <w:t xml:space="preserve"> </w:t>
      </w:r>
      <w:r w:rsidRPr="0038389B">
        <w:t>the</w:t>
      </w:r>
      <w:r w:rsidRPr="0038389B">
        <w:rPr>
          <w:spacing w:val="-8"/>
        </w:rPr>
        <w:t xml:space="preserve"> </w:t>
      </w:r>
      <w:r w:rsidRPr="0038389B">
        <w:t>preceding</w:t>
      </w:r>
      <w:r w:rsidR="00836E6A" w:rsidRPr="0038389B">
        <w:t xml:space="preserve"> </w:t>
      </w:r>
      <w:r w:rsidRPr="0038389B">
        <w:t xml:space="preserve">sentence, bonds issued </w:t>
      </w:r>
      <w:r w:rsidRPr="0038389B">
        <w:lastRenderedPageBreak/>
        <w:t>during different</w:t>
      </w:r>
      <w:r w:rsidRPr="0038389B">
        <w:rPr>
          <w:spacing w:val="1"/>
        </w:rPr>
        <w:t xml:space="preserve"> </w:t>
      </w:r>
      <w:r w:rsidRPr="0038389B">
        <w:t>calendar</w:t>
      </w:r>
      <w:r w:rsidRPr="0038389B">
        <w:rPr>
          <w:spacing w:val="-9"/>
        </w:rPr>
        <w:t xml:space="preserve"> </w:t>
      </w:r>
      <w:r w:rsidRPr="0038389B">
        <w:t>years</w:t>
      </w:r>
      <w:r w:rsidRPr="0038389B">
        <w:rPr>
          <w:spacing w:val="-9"/>
        </w:rPr>
        <w:t xml:space="preserve"> </w:t>
      </w:r>
      <w:r w:rsidRPr="0038389B">
        <w:t>may</w:t>
      </w:r>
      <w:r w:rsidRPr="0038389B">
        <w:rPr>
          <w:spacing w:val="-9"/>
        </w:rPr>
        <w:t xml:space="preserve"> </w:t>
      </w:r>
      <w:r w:rsidRPr="0038389B">
        <w:t>be</w:t>
      </w:r>
      <w:r w:rsidRPr="0038389B">
        <w:rPr>
          <w:spacing w:val="-9"/>
        </w:rPr>
        <w:t xml:space="preserve"> </w:t>
      </w:r>
      <w:r w:rsidRPr="0038389B">
        <w:t>treated</w:t>
      </w:r>
      <w:r w:rsidRPr="0038389B">
        <w:rPr>
          <w:spacing w:val="-10"/>
        </w:rPr>
        <w:t xml:space="preserve"> </w:t>
      </w:r>
      <w:r w:rsidRPr="0038389B">
        <w:t>as</w:t>
      </w:r>
      <w:r w:rsidRPr="0038389B">
        <w:rPr>
          <w:spacing w:val="-9"/>
        </w:rPr>
        <w:t xml:space="preserve"> </w:t>
      </w:r>
      <w:r w:rsidRPr="0038389B">
        <w:t>part</w:t>
      </w:r>
      <w:r w:rsidRPr="0038389B">
        <w:rPr>
          <w:spacing w:val="-9"/>
        </w:rPr>
        <w:t xml:space="preserve"> </w:t>
      </w:r>
      <w:r w:rsidRPr="0038389B">
        <w:t>of</w:t>
      </w:r>
      <w:r w:rsidRPr="0038389B">
        <w:rPr>
          <w:spacing w:val="-47"/>
        </w:rPr>
        <w:t xml:space="preserve"> </w:t>
      </w:r>
      <w:r w:rsidRPr="0038389B">
        <w:t>the</w:t>
      </w:r>
      <w:r w:rsidRPr="0038389B">
        <w:rPr>
          <w:spacing w:val="-10"/>
        </w:rPr>
        <w:t xml:space="preserve"> </w:t>
      </w:r>
      <w:r w:rsidRPr="0038389B">
        <w:t>same</w:t>
      </w:r>
      <w:r w:rsidRPr="0038389B">
        <w:rPr>
          <w:spacing w:val="-10"/>
        </w:rPr>
        <w:t xml:space="preserve"> </w:t>
      </w:r>
      <w:r w:rsidRPr="0038389B">
        <w:t>issue</w:t>
      </w:r>
      <w:r w:rsidRPr="0038389B">
        <w:rPr>
          <w:spacing w:val="-9"/>
        </w:rPr>
        <w:t xml:space="preserve"> </w:t>
      </w:r>
      <w:r w:rsidRPr="0038389B">
        <w:t>if</w:t>
      </w:r>
      <w:r w:rsidRPr="0038389B">
        <w:rPr>
          <w:spacing w:val="-10"/>
        </w:rPr>
        <w:t xml:space="preserve"> </w:t>
      </w:r>
      <w:r w:rsidRPr="0038389B">
        <w:t>all</w:t>
      </w:r>
      <w:r w:rsidRPr="0038389B">
        <w:rPr>
          <w:spacing w:val="-10"/>
        </w:rPr>
        <w:t xml:space="preserve"> </w:t>
      </w:r>
      <w:r w:rsidRPr="0038389B">
        <w:t>of</w:t>
      </w:r>
      <w:r w:rsidRPr="0038389B">
        <w:rPr>
          <w:spacing w:val="-9"/>
        </w:rPr>
        <w:t xml:space="preserve"> </w:t>
      </w:r>
      <w:r w:rsidRPr="0038389B">
        <w:t>the</w:t>
      </w:r>
      <w:r w:rsidRPr="0038389B">
        <w:rPr>
          <w:spacing w:val="-10"/>
        </w:rPr>
        <w:t xml:space="preserve"> </w:t>
      </w:r>
      <w:r w:rsidRPr="0038389B">
        <w:t>amounts</w:t>
      </w:r>
      <w:r w:rsidRPr="0038389B">
        <w:rPr>
          <w:spacing w:val="-10"/>
        </w:rPr>
        <w:t xml:space="preserve"> </w:t>
      </w:r>
      <w:r w:rsidRPr="0038389B">
        <w:t>to</w:t>
      </w:r>
      <w:r w:rsidRPr="0038389B">
        <w:rPr>
          <w:spacing w:val="-9"/>
        </w:rPr>
        <w:t xml:space="preserve"> </w:t>
      </w:r>
      <w:r w:rsidRPr="0038389B">
        <w:t>be</w:t>
      </w:r>
      <w:r w:rsidRPr="0038389B">
        <w:rPr>
          <w:spacing w:val="-47"/>
        </w:rPr>
        <w:t xml:space="preserve"> </w:t>
      </w:r>
      <w:r w:rsidRPr="0038389B">
        <w:t>advanced</w:t>
      </w:r>
      <w:r w:rsidRPr="0038389B">
        <w:rPr>
          <w:spacing w:val="-10"/>
        </w:rPr>
        <w:t xml:space="preserve"> </w:t>
      </w:r>
      <w:r w:rsidRPr="0038389B">
        <w:t>under</w:t>
      </w:r>
      <w:r w:rsidRPr="0038389B">
        <w:rPr>
          <w:spacing w:val="-10"/>
        </w:rPr>
        <w:t xml:space="preserve"> </w:t>
      </w:r>
      <w:r w:rsidRPr="0038389B">
        <w:t>the</w:t>
      </w:r>
      <w:r w:rsidRPr="0038389B">
        <w:rPr>
          <w:spacing w:val="-9"/>
        </w:rPr>
        <w:t xml:space="preserve"> </w:t>
      </w:r>
      <w:r w:rsidRPr="0038389B">
        <w:t>draw-down</w:t>
      </w:r>
      <w:r w:rsidRPr="0038389B">
        <w:rPr>
          <w:spacing w:val="-10"/>
        </w:rPr>
        <w:t xml:space="preserve"> </w:t>
      </w:r>
      <w:r w:rsidRPr="0038389B">
        <w:t>loan</w:t>
      </w:r>
      <w:r w:rsidRPr="0038389B">
        <w:rPr>
          <w:spacing w:val="-9"/>
        </w:rPr>
        <w:t xml:space="preserve"> </w:t>
      </w:r>
      <w:r w:rsidRPr="0038389B">
        <w:t>are</w:t>
      </w:r>
      <w:r w:rsidRPr="0038389B">
        <w:rPr>
          <w:spacing w:val="-47"/>
        </w:rPr>
        <w:t xml:space="preserve"> </w:t>
      </w:r>
      <w:r w:rsidRPr="0038389B">
        <w:t>reasonably expected to be advanced</w:t>
      </w:r>
      <w:r w:rsidRPr="0038389B">
        <w:rPr>
          <w:spacing w:val="1"/>
        </w:rPr>
        <w:t xml:space="preserve"> </w:t>
      </w:r>
      <w:r w:rsidRPr="0038389B">
        <w:t>within 3 years of the date of issue of the</w:t>
      </w:r>
      <w:r w:rsidRPr="0038389B">
        <w:rPr>
          <w:spacing w:val="-47"/>
        </w:rPr>
        <w:t xml:space="preserve"> </w:t>
      </w:r>
      <w:r w:rsidRPr="0038389B">
        <w:t>first bond. Likewise, bonds (other than</w:t>
      </w:r>
      <w:r w:rsidRPr="0038389B">
        <w:rPr>
          <w:spacing w:val="1"/>
        </w:rPr>
        <w:t xml:space="preserve"> </w:t>
      </w:r>
      <w:r w:rsidRPr="0038389B">
        <w:t>private activity bonds) issued under a</w:t>
      </w:r>
      <w:r w:rsidRPr="0038389B">
        <w:rPr>
          <w:spacing w:val="1"/>
        </w:rPr>
        <w:t xml:space="preserve"> </w:t>
      </w:r>
      <w:r w:rsidRPr="0038389B">
        <w:t>single agreement that is in the form of a</w:t>
      </w:r>
      <w:r w:rsidRPr="0038389B">
        <w:rPr>
          <w:spacing w:val="-47"/>
        </w:rPr>
        <w:t xml:space="preserve"> </w:t>
      </w:r>
      <w:r w:rsidRPr="0038389B">
        <w:t>lease or installment sale may be treated</w:t>
      </w:r>
      <w:r w:rsidRPr="0038389B">
        <w:rPr>
          <w:spacing w:val="-47"/>
        </w:rPr>
        <w:t xml:space="preserve"> </w:t>
      </w:r>
      <w:r w:rsidRPr="0038389B">
        <w:t>as part of the same issue if all of the</w:t>
      </w:r>
      <w:r w:rsidRPr="0038389B">
        <w:rPr>
          <w:spacing w:val="1"/>
        </w:rPr>
        <w:t xml:space="preserve"> </w:t>
      </w:r>
      <w:r w:rsidRPr="0038389B">
        <w:t>property covered by that agreement is</w:t>
      </w:r>
      <w:r w:rsidRPr="0038389B">
        <w:rPr>
          <w:spacing w:val="1"/>
        </w:rPr>
        <w:t xml:space="preserve"> </w:t>
      </w:r>
      <w:r w:rsidRPr="0038389B">
        <w:t>reasonably expected to be delivered</w:t>
      </w:r>
      <w:r w:rsidRPr="0038389B">
        <w:rPr>
          <w:spacing w:val="1"/>
        </w:rPr>
        <w:t xml:space="preserve"> </w:t>
      </w:r>
      <w:r w:rsidRPr="0038389B">
        <w:t>within 3 years of the date of issue of the</w:t>
      </w:r>
      <w:r w:rsidRPr="0038389B">
        <w:rPr>
          <w:spacing w:val="-47"/>
        </w:rPr>
        <w:t xml:space="preserve"> </w:t>
      </w:r>
      <w:r w:rsidRPr="0038389B">
        <w:t>first</w:t>
      </w:r>
      <w:r w:rsidRPr="0038389B">
        <w:rPr>
          <w:spacing w:val="-7"/>
        </w:rPr>
        <w:t xml:space="preserve"> </w:t>
      </w:r>
      <w:r w:rsidRPr="0038389B">
        <w:t>bond.</w:t>
      </w:r>
    </w:p>
    <w:p w14:paraId="7765E67F" w14:textId="77777777" w:rsidR="00F13DD9" w:rsidRPr="0038389B" w:rsidRDefault="00F13DD9" w:rsidP="00836E6A">
      <w:pPr>
        <w:pStyle w:val="Body"/>
      </w:pPr>
      <w:r w:rsidRPr="0038389B">
        <w:rPr>
          <w:b/>
        </w:rPr>
        <w:t>Arbitrage</w:t>
      </w:r>
      <w:r w:rsidRPr="0038389B">
        <w:rPr>
          <w:b/>
          <w:spacing w:val="-2"/>
        </w:rPr>
        <w:t xml:space="preserve"> </w:t>
      </w:r>
      <w:r w:rsidRPr="0038389B">
        <w:rPr>
          <w:b/>
        </w:rPr>
        <w:t>rebate.</w:t>
      </w:r>
      <w:r w:rsidRPr="0038389B">
        <w:rPr>
          <w:b/>
          <w:spacing w:val="37"/>
        </w:rPr>
        <w:t xml:space="preserve"> </w:t>
      </w:r>
      <w:r w:rsidRPr="0038389B">
        <w:t>Generally,</w:t>
      </w:r>
      <w:r w:rsidRPr="0038389B">
        <w:rPr>
          <w:spacing w:val="-7"/>
        </w:rPr>
        <w:t xml:space="preserve"> </w:t>
      </w:r>
      <w:r w:rsidRPr="0038389B">
        <w:t>interest</w:t>
      </w:r>
      <w:r w:rsidRPr="0038389B">
        <w:rPr>
          <w:spacing w:val="-7"/>
        </w:rPr>
        <w:t xml:space="preserve"> </w:t>
      </w:r>
      <w:r w:rsidRPr="0038389B">
        <w:t>on</w:t>
      </w:r>
      <w:r w:rsidRPr="0038389B">
        <w:rPr>
          <w:spacing w:val="-47"/>
        </w:rPr>
        <w:t xml:space="preserve"> </w:t>
      </w:r>
      <w:r w:rsidRPr="0038389B">
        <w:t>a state or local bond is not tax exempt</w:t>
      </w:r>
      <w:r w:rsidRPr="0038389B">
        <w:rPr>
          <w:spacing w:val="1"/>
        </w:rPr>
        <w:t xml:space="preserve"> </w:t>
      </w:r>
      <w:r w:rsidRPr="0038389B">
        <w:t>unless the issuer of the bond rebates to</w:t>
      </w:r>
      <w:r w:rsidRPr="0038389B">
        <w:rPr>
          <w:spacing w:val="1"/>
        </w:rPr>
        <w:t xml:space="preserve"> </w:t>
      </w:r>
      <w:r w:rsidRPr="0038389B">
        <w:t>the</w:t>
      </w:r>
      <w:r w:rsidRPr="0038389B">
        <w:rPr>
          <w:spacing w:val="-12"/>
        </w:rPr>
        <w:t xml:space="preserve"> </w:t>
      </w:r>
      <w:r w:rsidRPr="0038389B">
        <w:t>United</w:t>
      </w:r>
      <w:r w:rsidRPr="0038389B">
        <w:rPr>
          <w:spacing w:val="-12"/>
        </w:rPr>
        <w:t xml:space="preserve"> </w:t>
      </w:r>
      <w:r w:rsidRPr="0038389B">
        <w:t>States</w:t>
      </w:r>
      <w:r w:rsidRPr="0038389B">
        <w:rPr>
          <w:spacing w:val="-11"/>
        </w:rPr>
        <w:t xml:space="preserve"> </w:t>
      </w:r>
      <w:r w:rsidRPr="0038389B">
        <w:t>arbitrage</w:t>
      </w:r>
      <w:r w:rsidRPr="0038389B">
        <w:rPr>
          <w:spacing w:val="-12"/>
        </w:rPr>
        <w:t xml:space="preserve"> </w:t>
      </w:r>
      <w:r w:rsidRPr="0038389B">
        <w:t>profits</w:t>
      </w:r>
      <w:r w:rsidRPr="0038389B">
        <w:rPr>
          <w:spacing w:val="-11"/>
        </w:rPr>
        <w:t xml:space="preserve"> </w:t>
      </w:r>
      <w:r w:rsidRPr="0038389B">
        <w:t>earned</w:t>
      </w:r>
      <w:r w:rsidRPr="0038389B">
        <w:rPr>
          <w:spacing w:val="1"/>
        </w:rPr>
        <w:t xml:space="preserve"> </w:t>
      </w:r>
      <w:r w:rsidRPr="0038389B">
        <w:t>from investing proceeds of the bond in</w:t>
      </w:r>
      <w:r w:rsidRPr="0038389B">
        <w:rPr>
          <w:spacing w:val="1"/>
        </w:rPr>
        <w:t xml:space="preserve"> </w:t>
      </w:r>
      <w:r w:rsidRPr="0038389B">
        <w:t>higher yielding nonpurpose investments.</w:t>
      </w:r>
      <w:r w:rsidRPr="0038389B">
        <w:rPr>
          <w:spacing w:val="1"/>
        </w:rPr>
        <w:t xml:space="preserve"> </w:t>
      </w:r>
      <w:r w:rsidRPr="0038389B">
        <w:t>See</w:t>
      </w:r>
      <w:r w:rsidRPr="0038389B">
        <w:rPr>
          <w:spacing w:val="-8"/>
        </w:rPr>
        <w:t xml:space="preserve"> </w:t>
      </w:r>
      <w:r w:rsidRPr="0038389B">
        <w:t>section</w:t>
      </w:r>
      <w:r w:rsidRPr="0038389B">
        <w:rPr>
          <w:spacing w:val="-7"/>
        </w:rPr>
        <w:t xml:space="preserve"> </w:t>
      </w:r>
      <w:r w:rsidRPr="0038389B">
        <w:t>148(f).</w:t>
      </w:r>
    </w:p>
    <w:p w14:paraId="1B488F4C" w14:textId="77777777" w:rsidR="00F13DD9" w:rsidRPr="0038389B" w:rsidRDefault="00F13DD9" w:rsidP="00836E6A">
      <w:pPr>
        <w:pStyle w:val="Body"/>
      </w:pPr>
      <w:r w:rsidRPr="0038389B">
        <w:rPr>
          <w:b/>
        </w:rPr>
        <w:t>Construction issue.</w:t>
      </w:r>
      <w:r w:rsidRPr="0038389B">
        <w:rPr>
          <w:b/>
          <w:spacing w:val="1"/>
        </w:rPr>
        <w:t xml:space="preserve"> </w:t>
      </w:r>
      <w:r w:rsidRPr="0038389B">
        <w:t>This is an issue of</w:t>
      </w:r>
      <w:r w:rsidRPr="0038389B">
        <w:rPr>
          <w:spacing w:val="-47"/>
        </w:rPr>
        <w:t xml:space="preserve"> </w:t>
      </w:r>
      <w:r w:rsidRPr="0038389B">
        <w:t>tax-exempt</w:t>
      </w:r>
      <w:r w:rsidRPr="0038389B">
        <w:rPr>
          <w:spacing w:val="-9"/>
        </w:rPr>
        <w:t xml:space="preserve"> </w:t>
      </w:r>
      <w:r w:rsidRPr="0038389B">
        <w:t>bonds</w:t>
      </w:r>
      <w:r w:rsidRPr="0038389B">
        <w:rPr>
          <w:spacing w:val="-8"/>
        </w:rPr>
        <w:t xml:space="preserve"> </w:t>
      </w:r>
      <w:r w:rsidRPr="0038389B">
        <w:t>that</w:t>
      </w:r>
      <w:r w:rsidRPr="0038389B">
        <w:rPr>
          <w:spacing w:val="-8"/>
        </w:rPr>
        <w:t xml:space="preserve"> </w:t>
      </w:r>
      <w:r w:rsidRPr="0038389B">
        <w:t>meets</w:t>
      </w:r>
      <w:r w:rsidRPr="0038389B">
        <w:rPr>
          <w:spacing w:val="-8"/>
        </w:rPr>
        <w:t xml:space="preserve"> </w:t>
      </w:r>
      <w:r w:rsidRPr="0038389B">
        <w:rPr>
          <w:b/>
        </w:rPr>
        <w:t>both</w:t>
      </w:r>
      <w:r w:rsidRPr="0038389B">
        <w:rPr>
          <w:b/>
          <w:spacing w:val="-8"/>
        </w:rPr>
        <w:t xml:space="preserve"> </w:t>
      </w:r>
      <w:r w:rsidRPr="0038389B">
        <w:t>of</w:t>
      </w:r>
      <w:r w:rsidRPr="0038389B">
        <w:rPr>
          <w:spacing w:val="-8"/>
        </w:rPr>
        <w:t xml:space="preserve"> </w:t>
      </w:r>
      <w:r w:rsidRPr="0038389B">
        <w:t>the</w:t>
      </w:r>
      <w:r w:rsidRPr="0038389B">
        <w:rPr>
          <w:spacing w:val="-48"/>
        </w:rPr>
        <w:t xml:space="preserve"> </w:t>
      </w:r>
      <w:r w:rsidRPr="0038389B">
        <w:t>following</w:t>
      </w:r>
      <w:r w:rsidRPr="0038389B">
        <w:rPr>
          <w:spacing w:val="-7"/>
        </w:rPr>
        <w:t xml:space="preserve"> </w:t>
      </w:r>
      <w:r w:rsidRPr="0038389B">
        <w:t>conditions.</w:t>
      </w:r>
    </w:p>
    <w:p w14:paraId="38E1D055" w14:textId="2971EB87" w:rsidR="00F13DD9" w:rsidRPr="0038389B" w:rsidRDefault="00F13DD9" w:rsidP="00836E6A">
      <w:pPr>
        <w:pStyle w:val="Bullets"/>
        <w:numPr>
          <w:ilvl w:val="0"/>
          <w:numId w:val="20"/>
        </w:numPr>
        <w:ind w:left="1440" w:hanging="1080"/>
      </w:pPr>
      <w:r w:rsidRPr="0038389B">
        <w:t>At least 75% of the available</w:t>
      </w:r>
      <w:r w:rsidRPr="0038389B">
        <w:rPr>
          <w:spacing w:val="1"/>
        </w:rPr>
        <w:t xml:space="preserve"> </w:t>
      </w:r>
      <w:r w:rsidRPr="0038389B">
        <w:t>construction</w:t>
      </w:r>
      <w:r w:rsidRPr="0038389B">
        <w:rPr>
          <w:spacing w:val="-8"/>
        </w:rPr>
        <w:t xml:space="preserve"> </w:t>
      </w:r>
      <w:r w:rsidRPr="0038389B">
        <w:t>proceeds</w:t>
      </w:r>
      <w:r w:rsidRPr="0038389B">
        <w:rPr>
          <w:spacing w:val="-8"/>
        </w:rPr>
        <w:t xml:space="preserve"> </w:t>
      </w:r>
      <w:r w:rsidRPr="0038389B">
        <w:t>are</w:t>
      </w:r>
      <w:r w:rsidRPr="0038389B">
        <w:rPr>
          <w:spacing w:val="-9"/>
        </w:rPr>
        <w:t xml:space="preserve"> </w:t>
      </w:r>
      <w:r w:rsidRPr="0038389B">
        <w:t>to</w:t>
      </w:r>
      <w:r w:rsidRPr="0038389B">
        <w:rPr>
          <w:spacing w:val="-8"/>
        </w:rPr>
        <w:t xml:space="preserve"> </w:t>
      </w:r>
      <w:r w:rsidRPr="0038389B">
        <w:t>be</w:t>
      </w:r>
      <w:r w:rsidRPr="0038389B">
        <w:rPr>
          <w:spacing w:val="-8"/>
        </w:rPr>
        <w:t xml:space="preserve"> </w:t>
      </w:r>
      <w:r w:rsidRPr="0038389B">
        <w:t>used</w:t>
      </w:r>
      <w:r w:rsidRPr="0038389B">
        <w:rPr>
          <w:spacing w:val="-47"/>
        </w:rPr>
        <w:t xml:space="preserve"> </w:t>
      </w:r>
      <w:r w:rsidRPr="0038389B">
        <w:t>for construction expenditures with</w:t>
      </w:r>
      <w:r w:rsidRPr="0038389B">
        <w:rPr>
          <w:spacing w:val="1"/>
        </w:rPr>
        <w:t xml:space="preserve"> </w:t>
      </w:r>
      <w:r w:rsidRPr="0038389B">
        <w:lastRenderedPageBreak/>
        <w:t>respect to property to be owned by a</w:t>
      </w:r>
      <w:r w:rsidRPr="0038389B">
        <w:rPr>
          <w:spacing w:val="-47"/>
        </w:rPr>
        <w:t xml:space="preserve"> </w:t>
      </w:r>
      <w:r w:rsidRPr="0038389B">
        <w:t>governmental</w:t>
      </w:r>
      <w:r w:rsidRPr="0038389B">
        <w:rPr>
          <w:spacing w:val="-12"/>
        </w:rPr>
        <w:t xml:space="preserve"> </w:t>
      </w:r>
      <w:r w:rsidRPr="0038389B">
        <w:t>unit</w:t>
      </w:r>
      <w:r w:rsidRPr="0038389B">
        <w:rPr>
          <w:spacing w:val="-11"/>
        </w:rPr>
        <w:t xml:space="preserve"> </w:t>
      </w:r>
      <w:r w:rsidRPr="0038389B">
        <w:t>or</w:t>
      </w:r>
      <w:r w:rsidRPr="0038389B">
        <w:rPr>
          <w:spacing w:val="-12"/>
        </w:rPr>
        <w:t xml:space="preserve"> </w:t>
      </w:r>
      <w:r w:rsidRPr="0038389B">
        <w:t>a</w:t>
      </w:r>
      <w:r w:rsidRPr="0038389B">
        <w:rPr>
          <w:spacing w:val="-11"/>
        </w:rPr>
        <w:t xml:space="preserve"> </w:t>
      </w:r>
      <w:r w:rsidRPr="0038389B">
        <w:t>section</w:t>
      </w:r>
      <w:r w:rsidRPr="0038389B">
        <w:rPr>
          <w:spacing w:val="-11"/>
        </w:rPr>
        <w:t xml:space="preserve"> </w:t>
      </w:r>
      <w:r w:rsidRPr="0038389B">
        <w:t>501(c)</w:t>
      </w:r>
      <w:bookmarkStart w:id="9" w:name="Part_II—Type_of_Issue"/>
      <w:bookmarkEnd w:id="9"/>
      <w:r w:rsidR="00836E6A" w:rsidRPr="0038389B">
        <w:t xml:space="preserve"> </w:t>
      </w:r>
      <w:r w:rsidRPr="0038389B">
        <w:t>organization.</w:t>
      </w:r>
    </w:p>
    <w:p w14:paraId="4DB1483E" w14:textId="5ED5D42B" w:rsidR="00F13DD9" w:rsidRPr="0038389B" w:rsidRDefault="00F13DD9" w:rsidP="00836E6A">
      <w:pPr>
        <w:pStyle w:val="Bullets"/>
        <w:numPr>
          <w:ilvl w:val="0"/>
          <w:numId w:val="20"/>
        </w:numPr>
        <w:ind w:left="1440" w:hanging="1080"/>
      </w:pPr>
      <w:r w:rsidRPr="0038389B">
        <w:t>All</w:t>
      </w:r>
      <w:r w:rsidRPr="0038389B">
        <w:rPr>
          <w:spacing w:val="-9"/>
        </w:rPr>
        <w:t xml:space="preserve"> </w:t>
      </w:r>
      <w:r w:rsidRPr="0038389B">
        <w:t>the</w:t>
      </w:r>
      <w:r w:rsidRPr="0038389B">
        <w:rPr>
          <w:spacing w:val="-9"/>
        </w:rPr>
        <w:t xml:space="preserve"> </w:t>
      </w:r>
      <w:r w:rsidRPr="0038389B">
        <w:t>bonds</w:t>
      </w:r>
      <w:r w:rsidRPr="0038389B">
        <w:rPr>
          <w:spacing w:val="-9"/>
        </w:rPr>
        <w:t xml:space="preserve"> </w:t>
      </w:r>
      <w:r w:rsidRPr="0038389B">
        <w:t>that</w:t>
      </w:r>
      <w:r w:rsidRPr="0038389B">
        <w:rPr>
          <w:spacing w:val="-9"/>
        </w:rPr>
        <w:t xml:space="preserve"> </w:t>
      </w:r>
      <w:r w:rsidRPr="0038389B">
        <w:t>are</w:t>
      </w:r>
      <w:r w:rsidRPr="0038389B">
        <w:rPr>
          <w:spacing w:val="-9"/>
        </w:rPr>
        <w:t xml:space="preserve"> </w:t>
      </w:r>
      <w:r w:rsidRPr="0038389B">
        <w:t>part</w:t>
      </w:r>
      <w:r w:rsidRPr="0038389B">
        <w:rPr>
          <w:spacing w:val="-9"/>
        </w:rPr>
        <w:t xml:space="preserve"> </w:t>
      </w:r>
      <w:r w:rsidRPr="0038389B">
        <w:t>of</w:t>
      </w:r>
      <w:r w:rsidRPr="0038389B">
        <w:rPr>
          <w:spacing w:val="-9"/>
        </w:rPr>
        <w:t xml:space="preserve"> </w:t>
      </w:r>
      <w:r w:rsidRPr="0038389B">
        <w:t>the</w:t>
      </w:r>
      <w:r w:rsidRPr="0038389B">
        <w:rPr>
          <w:spacing w:val="-9"/>
        </w:rPr>
        <w:t xml:space="preserve"> </w:t>
      </w:r>
      <w:r w:rsidRPr="0038389B">
        <w:t>issue</w:t>
      </w:r>
      <w:r w:rsidRPr="0038389B">
        <w:rPr>
          <w:spacing w:val="-47"/>
        </w:rPr>
        <w:t xml:space="preserve"> </w:t>
      </w:r>
      <w:r w:rsidRPr="0038389B">
        <w:t>are qualified 501(c)(3) bonds, bonds</w:t>
      </w:r>
      <w:r w:rsidRPr="0038389B">
        <w:rPr>
          <w:spacing w:val="1"/>
        </w:rPr>
        <w:t xml:space="preserve"> </w:t>
      </w:r>
      <w:r w:rsidRPr="0038389B">
        <w:t>that are not private activity bonds, or</w:t>
      </w:r>
      <w:r w:rsidRPr="0038389B">
        <w:rPr>
          <w:spacing w:val="1"/>
        </w:rPr>
        <w:t xml:space="preserve"> </w:t>
      </w:r>
      <w:r w:rsidRPr="0038389B">
        <w:t>private activity bonds issued to</w:t>
      </w:r>
      <w:r w:rsidRPr="0038389B">
        <w:rPr>
          <w:spacing w:val="1"/>
        </w:rPr>
        <w:t xml:space="preserve"> </w:t>
      </w:r>
      <w:r w:rsidRPr="0038389B">
        <w:t>finance property to be owned by a</w:t>
      </w:r>
      <w:r w:rsidRPr="0038389B">
        <w:rPr>
          <w:spacing w:val="1"/>
        </w:rPr>
        <w:t xml:space="preserve"> </w:t>
      </w:r>
      <w:r w:rsidRPr="0038389B">
        <w:t>governmental</w:t>
      </w:r>
      <w:r w:rsidRPr="0038389B">
        <w:rPr>
          <w:spacing w:val="-11"/>
        </w:rPr>
        <w:t xml:space="preserve"> </w:t>
      </w:r>
      <w:r w:rsidRPr="0038389B">
        <w:t>unit</w:t>
      </w:r>
      <w:r w:rsidRPr="0038389B">
        <w:rPr>
          <w:spacing w:val="-11"/>
        </w:rPr>
        <w:t xml:space="preserve"> </w:t>
      </w:r>
      <w:r w:rsidRPr="0038389B">
        <w:t>or</w:t>
      </w:r>
      <w:r w:rsidRPr="0038389B">
        <w:rPr>
          <w:spacing w:val="-11"/>
        </w:rPr>
        <w:t xml:space="preserve"> </w:t>
      </w:r>
      <w:r w:rsidRPr="0038389B">
        <w:t>a</w:t>
      </w:r>
      <w:r w:rsidRPr="0038389B">
        <w:rPr>
          <w:spacing w:val="-11"/>
        </w:rPr>
        <w:t xml:space="preserve"> </w:t>
      </w:r>
      <w:r w:rsidRPr="0038389B">
        <w:t>section</w:t>
      </w:r>
      <w:r w:rsidRPr="0038389B">
        <w:rPr>
          <w:spacing w:val="-11"/>
        </w:rPr>
        <w:t xml:space="preserve"> </w:t>
      </w:r>
      <w:r w:rsidRPr="0038389B">
        <w:t>501(c)</w:t>
      </w:r>
      <w:r w:rsidR="00836E6A" w:rsidRPr="0038389B">
        <w:t xml:space="preserve"> </w:t>
      </w:r>
      <w:r w:rsidRPr="0038389B">
        <w:t>organization.</w:t>
      </w:r>
    </w:p>
    <w:p w14:paraId="252D4DB7" w14:textId="77777777" w:rsidR="00F13DD9" w:rsidRPr="0038389B" w:rsidRDefault="00F13DD9" w:rsidP="00836E6A">
      <w:pPr>
        <w:pStyle w:val="Body"/>
      </w:pPr>
      <w:r w:rsidRPr="0038389B">
        <w:t>In lieu of rebating any arbitrage that</w:t>
      </w:r>
      <w:r w:rsidRPr="0038389B">
        <w:rPr>
          <w:spacing w:val="1"/>
        </w:rPr>
        <w:t xml:space="preserve"> </w:t>
      </w:r>
      <w:r w:rsidRPr="0038389B">
        <w:t>may be owed to the United States, the</w:t>
      </w:r>
      <w:r w:rsidRPr="0038389B">
        <w:rPr>
          <w:spacing w:val="1"/>
        </w:rPr>
        <w:t xml:space="preserve"> </w:t>
      </w:r>
      <w:r w:rsidRPr="0038389B">
        <w:t>issuer of a construction issue may make</w:t>
      </w:r>
      <w:r w:rsidRPr="0038389B">
        <w:rPr>
          <w:spacing w:val="1"/>
        </w:rPr>
        <w:t xml:space="preserve"> </w:t>
      </w:r>
      <w:r w:rsidRPr="0038389B">
        <w:t>an irrevocable election to pay a penalty.</w:t>
      </w:r>
      <w:r w:rsidRPr="0038389B">
        <w:rPr>
          <w:spacing w:val="1"/>
        </w:rPr>
        <w:t xml:space="preserve"> </w:t>
      </w:r>
      <w:r w:rsidRPr="0038389B">
        <w:t>The penalty is equal to 1</w:t>
      </w:r>
      <w:r w:rsidRPr="0038389B">
        <w:rPr>
          <w:position w:val="4"/>
          <w:sz w:val="12"/>
        </w:rPr>
        <w:t>1</w:t>
      </w:r>
      <w:r w:rsidRPr="0038389B">
        <w:t>/</w:t>
      </w:r>
      <w:r w:rsidRPr="0038389B">
        <w:rPr>
          <w:sz w:val="12"/>
        </w:rPr>
        <w:t>2</w:t>
      </w:r>
      <w:r w:rsidRPr="0038389B">
        <w:t>% of the</w:t>
      </w:r>
      <w:r w:rsidRPr="0038389B">
        <w:rPr>
          <w:spacing w:val="1"/>
        </w:rPr>
        <w:t xml:space="preserve"> </w:t>
      </w:r>
      <w:r w:rsidRPr="0038389B">
        <w:t>amount of the available construction</w:t>
      </w:r>
      <w:r w:rsidRPr="0038389B">
        <w:rPr>
          <w:spacing w:val="1"/>
        </w:rPr>
        <w:t xml:space="preserve"> </w:t>
      </w:r>
      <w:r w:rsidRPr="0038389B">
        <w:t>proceeds of the issue that do not meet</w:t>
      </w:r>
      <w:r w:rsidRPr="0038389B">
        <w:rPr>
          <w:spacing w:val="1"/>
        </w:rPr>
        <w:t xml:space="preserve"> </w:t>
      </w:r>
      <w:r w:rsidRPr="0038389B">
        <w:t>certain spending requirements as of the</w:t>
      </w:r>
      <w:r w:rsidRPr="0038389B">
        <w:rPr>
          <w:spacing w:val="1"/>
        </w:rPr>
        <w:t xml:space="preserve"> </w:t>
      </w:r>
      <w:r w:rsidRPr="0038389B">
        <w:t>close of each 6-month period after the</w:t>
      </w:r>
      <w:r w:rsidRPr="0038389B">
        <w:rPr>
          <w:spacing w:val="1"/>
        </w:rPr>
        <w:t xml:space="preserve"> </w:t>
      </w:r>
      <w:r w:rsidRPr="0038389B">
        <w:t>date the bonds were issued. See section</w:t>
      </w:r>
      <w:r w:rsidRPr="0038389B">
        <w:rPr>
          <w:spacing w:val="-47"/>
        </w:rPr>
        <w:t xml:space="preserve"> </w:t>
      </w:r>
      <w:r w:rsidRPr="0038389B">
        <w:t>148(f)(4)(C)</w:t>
      </w:r>
      <w:r w:rsidRPr="0038389B">
        <w:rPr>
          <w:spacing w:val="-12"/>
        </w:rPr>
        <w:t xml:space="preserve"> </w:t>
      </w:r>
      <w:r w:rsidRPr="0038389B">
        <w:t>and</w:t>
      </w:r>
      <w:r w:rsidRPr="0038389B">
        <w:rPr>
          <w:spacing w:val="-11"/>
        </w:rPr>
        <w:t xml:space="preserve"> </w:t>
      </w:r>
      <w:r w:rsidRPr="0038389B">
        <w:t>the</w:t>
      </w:r>
      <w:r w:rsidRPr="0038389B">
        <w:rPr>
          <w:spacing w:val="-12"/>
        </w:rPr>
        <w:t xml:space="preserve"> </w:t>
      </w:r>
      <w:r w:rsidRPr="0038389B">
        <w:t>Instructions</w:t>
      </w:r>
      <w:r w:rsidRPr="0038389B">
        <w:rPr>
          <w:spacing w:val="-11"/>
        </w:rPr>
        <w:t xml:space="preserve"> </w:t>
      </w:r>
      <w:r w:rsidRPr="0038389B">
        <w:t>for</w:t>
      </w:r>
      <w:r w:rsidRPr="0038389B">
        <w:rPr>
          <w:spacing w:val="-12"/>
        </w:rPr>
        <w:t xml:space="preserve"> </w:t>
      </w:r>
      <w:r w:rsidRPr="0038389B">
        <w:t>Form</w:t>
      </w:r>
      <w:r w:rsidRPr="0038389B">
        <w:rPr>
          <w:spacing w:val="-47"/>
        </w:rPr>
        <w:t xml:space="preserve"> </w:t>
      </w:r>
      <w:r w:rsidRPr="0038389B">
        <w:t>8038-T.</w:t>
      </w:r>
    </w:p>
    <w:p w14:paraId="560B1B21" w14:textId="77777777" w:rsidR="00F13DD9" w:rsidRPr="0038389B" w:rsidRDefault="00F13DD9" w:rsidP="00836E6A">
      <w:pPr>
        <w:pStyle w:val="Body"/>
      </w:pPr>
      <w:r w:rsidRPr="0038389B">
        <w:rPr>
          <w:b/>
        </w:rPr>
        <w:t>Pooled</w:t>
      </w:r>
      <w:r w:rsidRPr="0038389B">
        <w:rPr>
          <w:b/>
          <w:spacing w:val="-4"/>
        </w:rPr>
        <w:t xml:space="preserve"> </w:t>
      </w:r>
      <w:r w:rsidRPr="0038389B">
        <w:rPr>
          <w:b/>
        </w:rPr>
        <w:t>financing</w:t>
      </w:r>
      <w:r w:rsidRPr="0038389B">
        <w:rPr>
          <w:b/>
          <w:spacing w:val="-4"/>
        </w:rPr>
        <w:t xml:space="preserve"> </w:t>
      </w:r>
      <w:r w:rsidRPr="0038389B">
        <w:rPr>
          <w:b/>
        </w:rPr>
        <w:t>issue.</w:t>
      </w:r>
      <w:r w:rsidRPr="0038389B">
        <w:rPr>
          <w:b/>
          <w:spacing w:val="35"/>
        </w:rPr>
        <w:t xml:space="preserve"> </w:t>
      </w:r>
      <w:r w:rsidRPr="0038389B">
        <w:t>This</w:t>
      </w:r>
      <w:r w:rsidRPr="0038389B">
        <w:rPr>
          <w:spacing w:val="-9"/>
        </w:rPr>
        <w:t xml:space="preserve"> </w:t>
      </w:r>
      <w:r w:rsidRPr="0038389B">
        <w:t>is</w:t>
      </w:r>
      <w:r w:rsidRPr="0038389B">
        <w:rPr>
          <w:spacing w:val="-8"/>
        </w:rPr>
        <w:t xml:space="preserve"> </w:t>
      </w:r>
      <w:r w:rsidRPr="0038389B">
        <w:t>an</w:t>
      </w:r>
      <w:r w:rsidRPr="0038389B">
        <w:rPr>
          <w:spacing w:val="-9"/>
        </w:rPr>
        <w:t xml:space="preserve"> </w:t>
      </w:r>
      <w:r w:rsidRPr="0038389B">
        <w:t>issue</w:t>
      </w:r>
      <w:r w:rsidRPr="0038389B">
        <w:rPr>
          <w:spacing w:val="-47"/>
        </w:rPr>
        <w:t xml:space="preserve"> </w:t>
      </w:r>
      <w:r w:rsidRPr="0038389B">
        <w:t>of tax-exempt bonds, the proceeds of</w:t>
      </w:r>
      <w:r w:rsidRPr="0038389B">
        <w:rPr>
          <w:spacing w:val="1"/>
        </w:rPr>
        <w:t xml:space="preserve"> </w:t>
      </w:r>
      <w:r w:rsidRPr="0038389B">
        <w:t>which are to be used to finance purpose</w:t>
      </w:r>
      <w:r w:rsidRPr="0038389B">
        <w:rPr>
          <w:spacing w:val="1"/>
        </w:rPr>
        <w:t xml:space="preserve"> </w:t>
      </w:r>
      <w:r w:rsidRPr="0038389B">
        <w:t>investments representing conduit loans to</w:t>
      </w:r>
      <w:r w:rsidRPr="0038389B">
        <w:rPr>
          <w:spacing w:val="-47"/>
        </w:rPr>
        <w:t xml:space="preserve"> </w:t>
      </w:r>
      <w:r w:rsidRPr="0038389B">
        <w:t xml:space="preserve">two or more </w:t>
      </w:r>
      <w:r w:rsidRPr="0038389B">
        <w:lastRenderedPageBreak/>
        <w:t>conduit borrowers, unless</w:t>
      </w:r>
      <w:r w:rsidRPr="0038389B">
        <w:rPr>
          <w:spacing w:val="1"/>
        </w:rPr>
        <w:t xml:space="preserve"> </w:t>
      </w:r>
      <w:r w:rsidRPr="0038389B">
        <w:t>those conduit loans are to be used to</w:t>
      </w:r>
      <w:r w:rsidRPr="0038389B">
        <w:rPr>
          <w:spacing w:val="1"/>
        </w:rPr>
        <w:t xml:space="preserve"> </w:t>
      </w:r>
      <w:r w:rsidRPr="0038389B">
        <w:t>finance</w:t>
      </w:r>
      <w:r w:rsidRPr="0038389B">
        <w:rPr>
          <w:spacing w:val="-8"/>
        </w:rPr>
        <w:t xml:space="preserve"> </w:t>
      </w:r>
      <w:r w:rsidRPr="0038389B">
        <w:t>a</w:t>
      </w:r>
      <w:r w:rsidRPr="0038389B">
        <w:rPr>
          <w:spacing w:val="-7"/>
        </w:rPr>
        <w:t xml:space="preserve"> </w:t>
      </w:r>
      <w:r w:rsidRPr="0038389B">
        <w:t>single</w:t>
      </w:r>
      <w:r w:rsidRPr="0038389B">
        <w:rPr>
          <w:spacing w:val="-7"/>
        </w:rPr>
        <w:t xml:space="preserve"> </w:t>
      </w:r>
      <w:r w:rsidRPr="0038389B">
        <w:t>capital</w:t>
      </w:r>
      <w:r w:rsidRPr="0038389B">
        <w:rPr>
          <w:spacing w:val="-6"/>
        </w:rPr>
        <w:t xml:space="preserve"> </w:t>
      </w:r>
      <w:r w:rsidRPr="0038389B">
        <w:t>project.</w:t>
      </w:r>
    </w:p>
    <w:p w14:paraId="7BBD0510" w14:textId="77777777" w:rsidR="00F13DD9" w:rsidRPr="0038389B" w:rsidRDefault="00F13DD9" w:rsidP="00836E6A">
      <w:pPr>
        <w:pStyle w:val="Heading1"/>
      </w:pPr>
      <w:bookmarkStart w:id="10" w:name="Specific_Instructions"/>
      <w:bookmarkEnd w:id="10"/>
      <w:r w:rsidRPr="0038389B">
        <w:t>Specific</w:t>
      </w:r>
      <w:r w:rsidRPr="0038389B">
        <w:rPr>
          <w:spacing w:val="-6"/>
        </w:rPr>
        <w:t xml:space="preserve"> </w:t>
      </w:r>
      <w:r w:rsidRPr="0038389B">
        <w:t>Instructions</w:t>
      </w:r>
    </w:p>
    <w:p w14:paraId="1D783645" w14:textId="77777777" w:rsidR="00F13DD9" w:rsidRPr="0038389B" w:rsidRDefault="00F13DD9" w:rsidP="00836E6A">
      <w:pPr>
        <w:pStyle w:val="Heading2"/>
      </w:pPr>
      <w:bookmarkStart w:id="11" w:name="Part_I—Reporting_Authority"/>
      <w:bookmarkEnd w:id="11"/>
      <w:r w:rsidRPr="0038389B">
        <w:t>Part</w:t>
      </w:r>
      <w:r w:rsidRPr="0038389B">
        <w:rPr>
          <w:spacing w:val="5"/>
        </w:rPr>
        <w:t xml:space="preserve"> </w:t>
      </w:r>
      <w:r w:rsidRPr="0038389B">
        <w:t>I—Reporting</w:t>
      </w:r>
      <w:r w:rsidRPr="0038389B">
        <w:rPr>
          <w:spacing w:val="5"/>
        </w:rPr>
        <w:t xml:space="preserve"> </w:t>
      </w:r>
      <w:r w:rsidRPr="0038389B">
        <w:t>Authority</w:t>
      </w:r>
    </w:p>
    <w:p w14:paraId="0E840868" w14:textId="5DF72DE3" w:rsidR="00F13DD9" w:rsidRPr="0038389B" w:rsidRDefault="00F13DD9" w:rsidP="00836E6A">
      <w:pPr>
        <w:pStyle w:val="Body"/>
      </w:pPr>
      <w:r w:rsidRPr="0038389B">
        <w:rPr>
          <w:b/>
        </w:rPr>
        <w:t>Amended</w:t>
      </w:r>
      <w:r w:rsidRPr="0038389B">
        <w:rPr>
          <w:b/>
          <w:spacing w:val="-3"/>
        </w:rPr>
        <w:t xml:space="preserve"> </w:t>
      </w:r>
      <w:r w:rsidRPr="0038389B">
        <w:rPr>
          <w:b/>
        </w:rPr>
        <w:t>return.</w:t>
      </w:r>
      <w:r w:rsidRPr="0038389B">
        <w:rPr>
          <w:b/>
          <w:spacing w:val="35"/>
        </w:rPr>
        <w:t xml:space="preserve"> </w:t>
      </w:r>
      <w:r w:rsidRPr="0038389B">
        <w:t>An</w:t>
      </w:r>
      <w:r w:rsidRPr="0038389B">
        <w:rPr>
          <w:spacing w:val="-8"/>
        </w:rPr>
        <w:t xml:space="preserve"> </w:t>
      </w:r>
      <w:r w:rsidRPr="0038389B">
        <w:t>issuer</w:t>
      </w:r>
      <w:r w:rsidRPr="0038389B">
        <w:rPr>
          <w:spacing w:val="-7"/>
        </w:rPr>
        <w:t xml:space="preserve"> </w:t>
      </w:r>
      <w:r w:rsidRPr="0038389B">
        <w:t>may</w:t>
      </w:r>
      <w:r w:rsidRPr="0038389B">
        <w:rPr>
          <w:spacing w:val="-8"/>
        </w:rPr>
        <w:t xml:space="preserve"> </w:t>
      </w:r>
      <w:r w:rsidRPr="0038389B">
        <w:t>file</w:t>
      </w:r>
      <w:r w:rsidRPr="0038389B">
        <w:rPr>
          <w:spacing w:val="-8"/>
        </w:rPr>
        <w:t xml:space="preserve"> </w:t>
      </w:r>
      <w:r w:rsidRPr="0038389B">
        <w:t>an</w:t>
      </w:r>
      <w:r w:rsidRPr="0038389B">
        <w:rPr>
          <w:spacing w:val="-47"/>
        </w:rPr>
        <w:t xml:space="preserve"> </w:t>
      </w:r>
      <w:r w:rsidRPr="0038389B">
        <w:t>amended return to change or add to the</w:t>
      </w:r>
      <w:r w:rsidRPr="0038389B">
        <w:rPr>
          <w:spacing w:val="1"/>
        </w:rPr>
        <w:t xml:space="preserve"> </w:t>
      </w:r>
      <w:r w:rsidRPr="0038389B">
        <w:t>information</w:t>
      </w:r>
      <w:r w:rsidRPr="0038389B">
        <w:rPr>
          <w:spacing w:val="-11"/>
        </w:rPr>
        <w:t xml:space="preserve"> </w:t>
      </w:r>
      <w:r w:rsidRPr="0038389B">
        <w:t>reported</w:t>
      </w:r>
      <w:r w:rsidRPr="0038389B">
        <w:rPr>
          <w:spacing w:val="-9"/>
        </w:rPr>
        <w:t xml:space="preserve"> </w:t>
      </w:r>
      <w:r w:rsidRPr="0038389B">
        <w:t>on</w:t>
      </w:r>
      <w:r w:rsidRPr="0038389B">
        <w:rPr>
          <w:spacing w:val="-10"/>
        </w:rPr>
        <w:t xml:space="preserve"> </w:t>
      </w:r>
      <w:r w:rsidRPr="0038389B">
        <w:t>a</w:t>
      </w:r>
      <w:r w:rsidRPr="0038389B">
        <w:rPr>
          <w:spacing w:val="-10"/>
        </w:rPr>
        <w:t xml:space="preserve"> </w:t>
      </w:r>
      <w:r w:rsidRPr="0038389B">
        <w:t>previously</w:t>
      </w:r>
      <w:r w:rsidRPr="0038389B">
        <w:rPr>
          <w:spacing w:val="-10"/>
        </w:rPr>
        <w:t xml:space="preserve"> </w:t>
      </w:r>
      <w:r w:rsidRPr="0038389B">
        <w:t>filed</w:t>
      </w:r>
      <w:r w:rsidRPr="0038389B">
        <w:rPr>
          <w:spacing w:val="-47"/>
        </w:rPr>
        <w:t xml:space="preserve"> </w:t>
      </w:r>
      <w:r w:rsidRPr="0038389B">
        <w:t>return</w:t>
      </w:r>
      <w:r w:rsidRPr="0038389B">
        <w:rPr>
          <w:spacing w:val="-9"/>
        </w:rPr>
        <w:t xml:space="preserve"> </w:t>
      </w:r>
      <w:r w:rsidRPr="0038389B">
        <w:t>for</w:t>
      </w:r>
      <w:r w:rsidRPr="0038389B">
        <w:rPr>
          <w:spacing w:val="-9"/>
        </w:rPr>
        <w:t xml:space="preserve"> </w:t>
      </w:r>
      <w:r w:rsidRPr="0038389B">
        <w:t>the</w:t>
      </w:r>
      <w:r w:rsidRPr="0038389B">
        <w:rPr>
          <w:spacing w:val="-9"/>
        </w:rPr>
        <w:t xml:space="preserve"> </w:t>
      </w:r>
      <w:r w:rsidRPr="0038389B">
        <w:t>same</w:t>
      </w:r>
      <w:r w:rsidRPr="0038389B">
        <w:rPr>
          <w:spacing w:val="-9"/>
        </w:rPr>
        <w:t xml:space="preserve"> </w:t>
      </w:r>
      <w:r w:rsidRPr="0038389B">
        <w:t>date</w:t>
      </w:r>
      <w:r w:rsidRPr="0038389B">
        <w:rPr>
          <w:spacing w:val="-9"/>
        </w:rPr>
        <w:t xml:space="preserve"> </w:t>
      </w:r>
      <w:r w:rsidRPr="0038389B">
        <w:t>of</w:t>
      </w:r>
      <w:r w:rsidRPr="0038389B">
        <w:rPr>
          <w:spacing w:val="-9"/>
        </w:rPr>
        <w:t xml:space="preserve"> </w:t>
      </w:r>
      <w:r w:rsidRPr="0038389B">
        <w:t>issue.</w:t>
      </w:r>
      <w:r w:rsidRPr="0038389B">
        <w:rPr>
          <w:spacing w:val="-9"/>
        </w:rPr>
        <w:t xml:space="preserve"> </w:t>
      </w:r>
      <w:r w:rsidRPr="0038389B">
        <w:t>If</w:t>
      </w:r>
      <w:r w:rsidRPr="0038389B">
        <w:rPr>
          <w:spacing w:val="-9"/>
        </w:rPr>
        <w:t xml:space="preserve"> </w:t>
      </w:r>
      <w:r w:rsidRPr="0038389B">
        <w:t>you</w:t>
      </w:r>
      <w:r w:rsidR="00836E6A" w:rsidRPr="0038389B">
        <w:t xml:space="preserve"> </w:t>
      </w:r>
      <w:r w:rsidRPr="0038389B">
        <w:t>are filing to correct errors or change a</w:t>
      </w:r>
      <w:r w:rsidRPr="0038389B">
        <w:rPr>
          <w:spacing w:val="1"/>
        </w:rPr>
        <w:t xml:space="preserve"> </w:t>
      </w:r>
      <w:r w:rsidRPr="0038389B">
        <w:t>previously filed return, check the</w:t>
      </w:r>
      <w:r w:rsidRPr="0038389B">
        <w:rPr>
          <w:spacing w:val="1"/>
        </w:rPr>
        <w:t xml:space="preserve"> </w:t>
      </w:r>
      <w:r w:rsidRPr="0038389B">
        <w:rPr>
          <w:i/>
        </w:rPr>
        <w:t>Amended</w:t>
      </w:r>
      <w:r w:rsidRPr="0038389B">
        <w:rPr>
          <w:i/>
          <w:spacing w:val="-8"/>
        </w:rPr>
        <w:t xml:space="preserve"> </w:t>
      </w:r>
      <w:r w:rsidRPr="0038389B">
        <w:rPr>
          <w:i/>
        </w:rPr>
        <w:t>Return</w:t>
      </w:r>
      <w:r w:rsidRPr="0038389B">
        <w:rPr>
          <w:i/>
          <w:spacing w:val="-9"/>
        </w:rPr>
        <w:t xml:space="preserve"> </w:t>
      </w:r>
      <w:r w:rsidRPr="0038389B">
        <w:t>box</w:t>
      </w:r>
      <w:r w:rsidRPr="0038389B">
        <w:rPr>
          <w:spacing w:val="-8"/>
        </w:rPr>
        <w:t xml:space="preserve"> </w:t>
      </w:r>
      <w:r w:rsidRPr="0038389B">
        <w:t>in</w:t>
      </w:r>
      <w:r w:rsidRPr="0038389B">
        <w:rPr>
          <w:spacing w:val="-9"/>
        </w:rPr>
        <w:t xml:space="preserve"> </w:t>
      </w:r>
      <w:r w:rsidRPr="0038389B">
        <w:t>the</w:t>
      </w:r>
      <w:r w:rsidRPr="0038389B">
        <w:rPr>
          <w:spacing w:val="-9"/>
        </w:rPr>
        <w:t xml:space="preserve"> </w:t>
      </w:r>
      <w:r w:rsidRPr="0038389B">
        <w:t>heading</w:t>
      </w:r>
      <w:r w:rsidRPr="0038389B">
        <w:rPr>
          <w:spacing w:val="-7"/>
        </w:rPr>
        <w:t xml:space="preserve"> </w:t>
      </w:r>
      <w:r w:rsidRPr="0038389B">
        <w:t>of</w:t>
      </w:r>
      <w:r w:rsidRPr="0038389B">
        <w:rPr>
          <w:spacing w:val="-9"/>
        </w:rPr>
        <w:t xml:space="preserve"> </w:t>
      </w:r>
      <w:r w:rsidRPr="0038389B">
        <w:t>the</w:t>
      </w:r>
      <w:r w:rsidRPr="0038389B">
        <w:rPr>
          <w:spacing w:val="-47"/>
        </w:rPr>
        <w:t xml:space="preserve"> </w:t>
      </w:r>
      <w:r w:rsidRPr="0038389B">
        <w:t>form.</w:t>
      </w:r>
    </w:p>
    <w:p w14:paraId="7A434915" w14:textId="77777777" w:rsidR="00F13DD9" w:rsidRPr="0038389B" w:rsidRDefault="00F13DD9" w:rsidP="00836E6A">
      <w:pPr>
        <w:pStyle w:val="Body"/>
      </w:pPr>
      <w:r w:rsidRPr="0038389B">
        <w:t>The amended return must provide all</w:t>
      </w:r>
      <w:r w:rsidRPr="0038389B">
        <w:rPr>
          <w:spacing w:val="1"/>
        </w:rPr>
        <w:t xml:space="preserve"> </w:t>
      </w:r>
      <w:r w:rsidRPr="0038389B">
        <w:t>the information reported on the original</w:t>
      </w:r>
      <w:r w:rsidRPr="0038389B">
        <w:rPr>
          <w:spacing w:val="1"/>
        </w:rPr>
        <w:t xml:space="preserve"> </w:t>
      </w:r>
      <w:r w:rsidRPr="0038389B">
        <w:t>return,</w:t>
      </w:r>
      <w:r w:rsidRPr="0038389B">
        <w:rPr>
          <w:spacing w:val="-8"/>
        </w:rPr>
        <w:t xml:space="preserve"> </w:t>
      </w:r>
      <w:r w:rsidRPr="0038389B">
        <w:t>in</w:t>
      </w:r>
      <w:r w:rsidRPr="0038389B">
        <w:rPr>
          <w:spacing w:val="-9"/>
        </w:rPr>
        <w:t xml:space="preserve"> </w:t>
      </w:r>
      <w:r w:rsidRPr="0038389B">
        <w:t>addition</w:t>
      </w:r>
      <w:r w:rsidRPr="0038389B">
        <w:rPr>
          <w:spacing w:val="-8"/>
        </w:rPr>
        <w:t xml:space="preserve"> </w:t>
      </w:r>
      <w:r w:rsidRPr="0038389B">
        <w:t>to</w:t>
      </w:r>
      <w:r w:rsidRPr="0038389B">
        <w:rPr>
          <w:spacing w:val="-9"/>
        </w:rPr>
        <w:t xml:space="preserve"> </w:t>
      </w:r>
      <w:r w:rsidRPr="0038389B">
        <w:t>the</w:t>
      </w:r>
      <w:r w:rsidRPr="0038389B">
        <w:rPr>
          <w:spacing w:val="-8"/>
        </w:rPr>
        <w:t xml:space="preserve"> </w:t>
      </w:r>
      <w:r w:rsidRPr="0038389B">
        <w:t>new</w:t>
      </w:r>
      <w:r w:rsidRPr="0038389B">
        <w:rPr>
          <w:spacing w:val="-8"/>
        </w:rPr>
        <w:t xml:space="preserve"> </w:t>
      </w:r>
      <w:r w:rsidRPr="0038389B">
        <w:t>or</w:t>
      </w:r>
      <w:r w:rsidRPr="0038389B">
        <w:rPr>
          <w:spacing w:val="-8"/>
        </w:rPr>
        <w:t xml:space="preserve"> </w:t>
      </w:r>
      <w:r w:rsidRPr="0038389B">
        <w:t>corrected</w:t>
      </w:r>
      <w:r w:rsidRPr="0038389B">
        <w:rPr>
          <w:spacing w:val="-47"/>
        </w:rPr>
        <w:t xml:space="preserve"> </w:t>
      </w:r>
      <w:r w:rsidRPr="0038389B">
        <w:t>information. Attach an explanation of the</w:t>
      </w:r>
      <w:r w:rsidRPr="0038389B">
        <w:rPr>
          <w:spacing w:val="-47"/>
        </w:rPr>
        <w:t xml:space="preserve"> </w:t>
      </w:r>
      <w:r w:rsidRPr="0038389B">
        <w:t>reason for the amended return and write</w:t>
      </w:r>
      <w:r w:rsidRPr="0038389B">
        <w:rPr>
          <w:spacing w:val="-47"/>
        </w:rPr>
        <w:t xml:space="preserve"> </w:t>
      </w:r>
      <w:r w:rsidRPr="0038389B">
        <w:t>across the top, “Amended Return</w:t>
      </w:r>
      <w:r w:rsidRPr="0038389B">
        <w:rPr>
          <w:spacing w:val="1"/>
        </w:rPr>
        <w:t xml:space="preserve"> </w:t>
      </w:r>
      <w:r w:rsidRPr="0038389B">
        <w:t>Explanation.” Failure to attach an</w:t>
      </w:r>
      <w:r w:rsidRPr="0038389B">
        <w:rPr>
          <w:spacing w:val="1"/>
        </w:rPr>
        <w:t xml:space="preserve"> </w:t>
      </w:r>
      <w:r w:rsidRPr="0038389B">
        <w:t>explanation may result in a delay in</w:t>
      </w:r>
      <w:r w:rsidRPr="0038389B">
        <w:rPr>
          <w:spacing w:val="1"/>
        </w:rPr>
        <w:t xml:space="preserve"> </w:t>
      </w:r>
      <w:r w:rsidRPr="0038389B">
        <w:t>processing</w:t>
      </w:r>
      <w:r w:rsidRPr="0038389B">
        <w:rPr>
          <w:spacing w:val="-8"/>
        </w:rPr>
        <w:t xml:space="preserve"> </w:t>
      </w:r>
      <w:r w:rsidRPr="0038389B">
        <w:t>the</w:t>
      </w:r>
      <w:r w:rsidRPr="0038389B">
        <w:rPr>
          <w:spacing w:val="-7"/>
        </w:rPr>
        <w:t xml:space="preserve"> </w:t>
      </w:r>
      <w:r w:rsidRPr="0038389B">
        <w:t>form.</w:t>
      </w:r>
    </w:p>
    <w:p w14:paraId="02579987" w14:textId="77777777" w:rsidR="00F13DD9" w:rsidRPr="0038389B" w:rsidRDefault="00F13DD9" w:rsidP="00836E6A">
      <w:pPr>
        <w:pStyle w:val="Body"/>
      </w:pPr>
      <w:r w:rsidRPr="0038389B">
        <w:rPr>
          <w:b/>
        </w:rPr>
        <w:t>Line</w:t>
      </w:r>
      <w:r w:rsidRPr="0038389B">
        <w:rPr>
          <w:b/>
          <w:spacing w:val="-5"/>
        </w:rPr>
        <w:t xml:space="preserve"> </w:t>
      </w:r>
      <w:r w:rsidRPr="0038389B">
        <w:rPr>
          <w:b/>
        </w:rPr>
        <w:t>1.</w:t>
      </w:r>
      <w:r w:rsidRPr="0038389B">
        <w:rPr>
          <w:b/>
          <w:spacing w:val="32"/>
        </w:rPr>
        <w:t xml:space="preserve"> </w:t>
      </w:r>
      <w:r w:rsidRPr="0038389B">
        <w:t>The</w:t>
      </w:r>
      <w:r w:rsidRPr="0038389B">
        <w:rPr>
          <w:spacing w:val="-9"/>
        </w:rPr>
        <w:t xml:space="preserve"> </w:t>
      </w:r>
      <w:r w:rsidRPr="0038389B">
        <w:t>issuer's</w:t>
      </w:r>
      <w:r w:rsidRPr="0038389B">
        <w:rPr>
          <w:spacing w:val="-9"/>
        </w:rPr>
        <w:t xml:space="preserve"> </w:t>
      </w:r>
      <w:r w:rsidRPr="0038389B">
        <w:t>name</w:t>
      </w:r>
      <w:r w:rsidRPr="0038389B">
        <w:rPr>
          <w:spacing w:val="-9"/>
        </w:rPr>
        <w:t xml:space="preserve"> </w:t>
      </w:r>
      <w:r w:rsidRPr="0038389B">
        <w:t>is</w:t>
      </w:r>
      <w:r w:rsidRPr="0038389B">
        <w:rPr>
          <w:spacing w:val="-9"/>
        </w:rPr>
        <w:t xml:space="preserve"> </w:t>
      </w:r>
      <w:r w:rsidRPr="0038389B">
        <w:t>the</w:t>
      </w:r>
      <w:r w:rsidRPr="0038389B">
        <w:rPr>
          <w:spacing w:val="-9"/>
        </w:rPr>
        <w:t xml:space="preserve"> </w:t>
      </w:r>
      <w:r w:rsidRPr="0038389B">
        <w:t>name</w:t>
      </w:r>
      <w:r w:rsidRPr="0038389B">
        <w:rPr>
          <w:spacing w:val="-9"/>
        </w:rPr>
        <w:t xml:space="preserve"> </w:t>
      </w:r>
      <w:r w:rsidRPr="0038389B">
        <w:t>of</w:t>
      </w:r>
      <w:r w:rsidRPr="0038389B">
        <w:rPr>
          <w:spacing w:val="-47"/>
        </w:rPr>
        <w:t xml:space="preserve"> </w:t>
      </w:r>
      <w:r w:rsidRPr="0038389B">
        <w:t>the</w:t>
      </w:r>
      <w:r w:rsidRPr="0038389B">
        <w:rPr>
          <w:spacing w:val="-10"/>
        </w:rPr>
        <w:t xml:space="preserve"> </w:t>
      </w:r>
      <w:r w:rsidRPr="0038389B">
        <w:t>entity</w:t>
      </w:r>
      <w:r w:rsidRPr="0038389B">
        <w:rPr>
          <w:spacing w:val="-9"/>
        </w:rPr>
        <w:t xml:space="preserve"> </w:t>
      </w:r>
      <w:r w:rsidRPr="0038389B">
        <w:t>issuing</w:t>
      </w:r>
      <w:r w:rsidRPr="0038389B">
        <w:rPr>
          <w:spacing w:val="-10"/>
        </w:rPr>
        <w:t xml:space="preserve"> </w:t>
      </w:r>
      <w:r w:rsidRPr="0038389B">
        <w:t>the</w:t>
      </w:r>
      <w:r w:rsidRPr="0038389B">
        <w:rPr>
          <w:spacing w:val="-9"/>
        </w:rPr>
        <w:t xml:space="preserve"> </w:t>
      </w:r>
      <w:r w:rsidRPr="0038389B">
        <w:t>bonds,</w:t>
      </w:r>
      <w:r w:rsidRPr="0038389B">
        <w:rPr>
          <w:spacing w:val="-10"/>
        </w:rPr>
        <w:t xml:space="preserve"> </w:t>
      </w:r>
      <w:r w:rsidRPr="0038389B">
        <w:t>not</w:t>
      </w:r>
      <w:r w:rsidRPr="0038389B">
        <w:rPr>
          <w:spacing w:val="-8"/>
        </w:rPr>
        <w:t xml:space="preserve"> </w:t>
      </w:r>
      <w:r w:rsidRPr="0038389B">
        <w:t>the</w:t>
      </w:r>
      <w:r w:rsidRPr="0038389B">
        <w:rPr>
          <w:spacing w:val="-9"/>
        </w:rPr>
        <w:t xml:space="preserve"> </w:t>
      </w:r>
      <w:r w:rsidRPr="0038389B">
        <w:t>name</w:t>
      </w:r>
      <w:r w:rsidRPr="0038389B">
        <w:rPr>
          <w:spacing w:val="-47"/>
        </w:rPr>
        <w:t xml:space="preserve"> </w:t>
      </w:r>
      <w:r w:rsidRPr="0038389B">
        <w:t>of the entity receiving the benefit of the</w:t>
      </w:r>
      <w:r w:rsidRPr="0038389B">
        <w:rPr>
          <w:spacing w:val="1"/>
        </w:rPr>
        <w:t xml:space="preserve"> </w:t>
      </w:r>
      <w:r w:rsidRPr="0038389B">
        <w:t xml:space="preserve">financing. </w:t>
      </w:r>
      <w:r w:rsidRPr="0038389B">
        <w:lastRenderedPageBreak/>
        <w:t>For a lease or installment sale,</w:t>
      </w:r>
      <w:r w:rsidRPr="0038389B">
        <w:rPr>
          <w:spacing w:val="-47"/>
        </w:rPr>
        <w:t xml:space="preserve"> </w:t>
      </w:r>
      <w:r w:rsidRPr="0038389B">
        <w:t>the</w:t>
      </w:r>
      <w:r w:rsidRPr="0038389B">
        <w:rPr>
          <w:spacing w:val="-10"/>
        </w:rPr>
        <w:t xml:space="preserve"> </w:t>
      </w:r>
      <w:r w:rsidRPr="0038389B">
        <w:t>issuer</w:t>
      </w:r>
      <w:r w:rsidRPr="0038389B">
        <w:rPr>
          <w:spacing w:val="-9"/>
        </w:rPr>
        <w:t xml:space="preserve"> </w:t>
      </w:r>
      <w:r w:rsidRPr="0038389B">
        <w:t>is</w:t>
      </w:r>
      <w:r w:rsidRPr="0038389B">
        <w:rPr>
          <w:spacing w:val="-10"/>
        </w:rPr>
        <w:t xml:space="preserve"> </w:t>
      </w:r>
      <w:r w:rsidRPr="0038389B">
        <w:t>the</w:t>
      </w:r>
      <w:r w:rsidRPr="0038389B">
        <w:rPr>
          <w:spacing w:val="-9"/>
        </w:rPr>
        <w:t xml:space="preserve"> </w:t>
      </w:r>
      <w:r w:rsidRPr="0038389B">
        <w:t>lessee</w:t>
      </w:r>
      <w:r w:rsidRPr="0038389B">
        <w:rPr>
          <w:spacing w:val="-9"/>
        </w:rPr>
        <w:t xml:space="preserve"> </w:t>
      </w:r>
      <w:r w:rsidRPr="0038389B">
        <w:t>or</w:t>
      </w:r>
      <w:r w:rsidRPr="0038389B">
        <w:rPr>
          <w:spacing w:val="-10"/>
        </w:rPr>
        <w:t xml:space="preserve"> </w:t>
      </w:r>
      <w:r w:rsidRPr="0038389B">
        <w:t>the</w:t>
      </w:r>
      <w:r w:rsidRPr="0038389B">
        <w:rPr>
          <w:spacing w:val="-9"/>
        </w:rPr>
        <w:t xml:space="preserve"> </w:t>
      </w:r>
      <w:r w:rsidRPr="0038389B">
        <w:t>purchaser.</w:t>
      </w:r>
    </w:p>
    <w:p w14:paraId="75A97CEC" w14:textId="77777777" w:rsidR="00F13DD9" w:rsidRPr="0038389B" w:rsidRDefault="00F13DD9" w:rsidP="00836E6A">
      <w:pPr>
        <w:pStyle w:val="Body"/>
      </w:pPr>
      <w:r w:rsidRPr="0038389B">
        <w:rPr>
          <w:b/>
        </w:rPr>
        <w:t>Line 2.</w:t>
      </w:r>
      <w:r w:rsidRPr="0038389B">
        <w:rPr>
          <w:b/>
          <w:spacing w:val="1"/>
        </w:rPr>
        <w:t xml:space="preserve"> </w:t>
      </w:r>
      <w:r w:rsidRPr="0038389B">
        <w:t>An issuer that does not have an</w:t>
      </w:r>
      <w:r w:rsidRPr="0038389B">
        <w:rPr>
          <w:spacing w:val="-47"/>
        </w:rPr>
        <w:t xml:space="preserve"> </w:t>
      </w:r>
      <w:r w:rsidRPr="0038389B">
        <w:t>employer identification number (EIN)</w:t>
      </w:r>
      <w:r w:rsidRPr="0038389B">
        <w:rPr>
          <w:spacing w:val="1"/>
        </w:rPr>
        <w:t xml:space="preserve"> </w:t>
      </w:r>
      <w:r w:rsidRPr="0038389B">
        <w:t>should apply online by visiting the IRS</w:t>
      </w:r>
      <w:r w:rsidRPr="0038389B">
        <w:rPr>
          <w:spacing w:val="1"/>
        </w:rPr>
        <w:t xml:space="preserve"> </w:t>
      </w:r>
      <w:r w:rsidRPr="0038389B">
        <w:rPr>
          <w:spacing w:val="-1"/>
        </w:rPr>
        <w:t>website</w:t>
      </w:r>
      <w:r w:rsidRPr="0038389B">
        <w:rPr>
          <w:spacing w:val="-10"/>
        </w:rPr>
        <w:t xml:space="preserve"> </w:t>
      </w:r>
      <w:r w:rsidRPr="0038389B">
        <w:rPr>
          <w:spacing w:val="-1"/>
        </w:rPr>
        <w:t>at</w:t>
      </w:r>
      <w:r w:rsidRPr="0038389B">
        <w:rPr>
          <w:spacing w:val="-9"/>
        </w:rPr>
        <w:t xml:space="preserve"> </w:t>
      </w:r>
      <w:hyperlink r:id="rId15">
        <w:r w:rsidRPr="0038389B">
          <w:rPr>
            <w:i/>
            <w:spacing w:val="-1"/>
            <w:u w:val="single" w:color="0055A1"/>
          </w:rPr>
          <w:t>IRS.gov/EIN</w:t>
        </w:r>
      </w:hyperlink>
      <w:r w:rsidRPr="0038389B">
        <w:rPr>
          <w:spacing w:val="-1"/>
        </w:rPr>
        <w:t>.</w:t>
      </w:r>
      <w:r w:rsidRPr="0038389B">
        <w:rPr>
          <w:spacing w:val="-10"/>
        </w:rPr>
        <w:t xml:space="preserve"> </w:t>
      </w:r>
      <w:r w:rsidRPr="0038389B">
        <w:rPr>
          <w:spacing w:val="-1"/>
        </w:rPr>
        <w:t>The</w:t>
      </w:r>
      <w:r w:rsidRPr="0038389B">
        <w:rPr>
          <w:spacing w:val="-10"/>
        </w:rPr>
        <w:t xml:space="preserve"> </w:t>
      </w:r>
      <w:r w:rsidRPr="0038389B">
        <w:rPr>
          <w:spacing w:val="-1"/>
        </w:rPr>
        <w:t>organization</w:t>
      </w:r>
      <w:r w:rsidRPr="0038389B">
        <w:rPr>
          <w:spacing w:val="-47"/>
        </w:rPr>
        <w:t xml:space="preserve"> </w:t>
      </w:r>
      <w:r w:rsidRPr="0038389B">
        <w:t>may also apply for an EIN by faxing or</w:t>
      </w:r>
      <w:r w:rsidRPr="0038389B">
        <w:rPr>
          <w:spacing w:val="1"/>
        </w:rPr>
        <w:t xml:space="preserve"> </w:t>
      </w:r>
      <w:r w:rsidRPr="0038389B">
        <w:t>mailing</w:t>
      </w:r>
      <w:r w:rsidRPr="0038389B">
        <w:rPr>
          <w:spacing w:val="-8"/>
        </w:rPr>
        <w:t xml:space="preserve"> </w:t>
      </w:r>
      <w:r w:rsidRPr="0038389B">
        <w:t>Form</w:t>
      </w:r>
      <w:r w:rsidRPr="0038389B">
        <w:rPr>
          <w:spacing w:val="-7"/>
        </w:rPr>
        <w:t xml:space="preserve"> </w:t>
      </w:r>
      <w:r w:rsidRPr="0038389B">
        <w:t>SS-4</w:t>
      </w:r>
      <w:r w:rsidRPr="0038389B">
        <w:rPr>
          <w:spacing w:val="-8"/>
        </w:rPr>
        <w:t xml:space="preserve"> </w:t>
      </w:r>
      <w:r w:rsidRPr="0038389B">
        <w:t>to</w:t>
      </w:r>
      <w:r w:rsidRPr="0038389B">
        <w:rPr>
          <w:spacing w:val="-8"/>
        </w:rPr>
        <w:t xml:space="preserve"> </w:t>
      </w:r>
      <w:r w:rsidRPr="0038389B">
        <w:t>the</w:t>
      </w:r>
      <w:r w:rsidRPr="0038389B">
        <w:rPr>
          <w:spacing w:val="-8"/>
        </w:rPr>
        <w:t xml:space="preserve"> </w:t>
      </w:r>
      <w:r w:rsidRPr="0038389B">
        <w:t>IRS.</w:t>
      </w:r>
    </w:p>
    <w:p w14:paraId="022A6260" w14:textId="77777777" w:rsidR="00F13DD9" w:rsidRPr="0038389B" w:rsidRDefault="00F13DD9" w:rsidP="00836E6A">
      <w:pPr>
        <w:pStyle w:val="Body"/>
      </w:pPr>
      <w:r w:rsidRPr="0038389B">
        <w:rPr>
          <w:b/>
        </w:rPr>
        <w:t>Line 3a.</w:t>
      </w:r>
      <w:r w:rsidRPr="0038389B">
        <w:rPr>
          <w:b/>
          <w:spacing w:val="50"/>
        </w:rPr>
        <w:t xml:space="preserve"> </w:t>
      </w:r>
      <w:r w:rsidRPr="0038389B">
        <w:t>If the issuer wishes to authorize</w:t>
      </w:r>
      <w:r w:rsidRPr="0038389B">
        <w:rPr>
          <w:spacing w:val="1"/>
        </w:rPr>
        <w:t xml:space="preserve"> </w:t>
      </w:r>
      <w:r w:rsidRPr="0038389B">
        <w:t>a person other than an officer or other</w:t>
      </w:r>
      <w:r w:rsidRPr="0038389B">
        <w:rPr>
          <w:spacing w:val="1"/>
        </w:rPr>
        <w:t xml:space="preserve"> </w:t>
      </w:r>
      <w:r w:rsidRPr="0038389B">
        <w:t>employee of the issuer (including a legal</w:t>
      </w:r>
      <w:r w:rsidRPr="0038389B">
        <w:rPr>
          <w:spacing w:val="1"/>
        </w:rPr>
        <w:t xml:space="preserve"> </w:t>
      </w:r>
      <w:r w:rsidRPr="0038389B">
        <w:t>representative or paid preparer) to</w:t>
      </w:r>
      <w:r w:rsidRPr="0038389B">
        <w:rPr>
          <w:spacing w:val="1"/>
        </w:rPr>
        <w:t xml:space="preserve"> </w:t>
      </w:r>
      <w:r w:rsidRPr="0038389B">
        <w:t>communicate with the IRS and whom the</w:t>
      </w:r>
      <w:r w:rsidRPr="0038389B">
        <w:rPr>
          <w:spacing w:val="1"/>
        </w:rPr>
        <w:t xml:space="preserve"> </w:t>
      </w:r>
      <w:r w:rsidRPr="0038389B">
        <w:t>IRS may contact about this return</w:t>
      </w:r>
      <w:r w:rsidRPr="0038389B">
        <w:rPr>
          <w:spacing w:val="1"/>
        </w:rPr>
        <w:t xml:space="preserve"> </w:t>
      </w:r>
      <w:r w:rsidRPr="0038389B">
        <w:t>(including</w:t>
      </w:r>
      <w:r w:rsidRPr="0038389B">
        <w:rPr>
          <w:spacing w:val="-10"/>
        </w:rPr>
        <w:t xml:space="preserve"> </w:t>
      </w:r>
      <w:r w:rsidRPr="0038389B">
        <w:t>in</w:t>
      </w:r>
      <w:r w:rsidRPr="0038389B">
        <w:rPr>
          <w:spacing w:val="-10"/>
        </w:rPr>
        <w:t xml:space="preserve"> </w:t>
      </w:r>
      <w:r w:rsidRPr="0038389B">
        <w:t>writing</w:t>
      </w:r>
      <w:r w:rsidRPr="0038389B">
        <w:rPr>
          <w:spacing w:val="-10"/>
        </w:rPr>
        <w:t xml:space="preserve"> </w:t>
      </w:r>
      <w:r w:rsidRPr="0038389B">
        <w:t>or</w:t>
      </w:r>
      <w:r w:rsidRPr="0038389B">
        <w:rPr>
          <w:spacing w:val="-10"/>
        </w:rPr>
        <w:t xml:space="preserve"> </w:t>
      </w:r>
      <w:r w:rsidRPr="0038389B">
        <w:t>by</w:t>
      </w:r>
      <w:r w:rsidRPr="0038389B">
        <w:rPr>
          <w:spacing w:val="-10"/>
        </w:rPr>
        <w:t xml:space="preserve"> </w:t>
      </w:r>
      <w:r w:rsidRPr="0038389B">
        <w:t>telephone),</w:t>
      </w:r>
      <w:r w:rsidRPr="0038389B">
        <w:rPr>
          <w:spacing w:val="-10"/>
        </w:rPr>
        <w:t xml:space="preserve"> </w:t>
      </w:r>
      <w:r w:rsidRPr="0038389B">
        <w:t>enter</w:t>
      </w:r>
      <w:r w:rsidRPr="0038389B">
        <w:rPr>
          <w:spacing w:val="-47"/>
        </w:rPr>
        <w:t xml:space="preserve"> </w:t>
      </w:r>
      <w:r w:rsidRPr="0038389B">
        <w:t>the</w:t>
      </w:r>
      <w:r w:rsidRPr="0038389B">
        <w:rPr>
          <w:spacing w:val="-9"/>
        </w:rPr>
        <w:t xml:space="preserve"> </w:t>
      </w:r>
      <w:r w:rsidRPr="0038389B">
        <w:t>name</w:t>
      </w:r>
      <w:r w:rsidRPr="0038389B">
        <w:rPr>
          <w:spacing w:val="-8"/>
        </w:rPr>
        <w:t xml:space="preserve"> </w:t>
      </w:r>
      <w:r w:rsidRPr="0038389B">
        <w:t>of</w:t>
      </w:r>
      <w:r w:rsidRPr="0038389B">
        <w:rPr>
          <w:spacing w:val="-9"/>
        </w:rPr>
        <w:t xml:space="preserve"> </w:t>
      </w:r>
      <w:r w:rsidRPr="0038389B">
        <w:t>such</w:t>
      </w:r>
      <w:r w:rsidRPr="0038389B">
        <w:rPr>
          <w:spacing w:val="-8"/>
        </w:rPr>
        <w:t xml:space="preserve"> </w:t>
      </w:r>
      <w:r w:rsidRPr="0038389B">
        <w:t>person</w:t>
      </w:r>
      <w:r w:rsidRPr="0038389B">
        <w:rPr>
          <w:spacing w:val="-9"/>
        </w:rPr>
        <w:t xml:space="preserve"> </w:t>
      </w:r>
      <w:r w:rsidRPr="0038389B">
        <w:t>here.</w:t>
      </w:r>
      <w:r w:rsidRPr="0038389B">
        <w:rPr>
          <w:spacing w:val="-8"/>
        </w:rPr>
        <w:t xml:space="preserve"> </w:t>
      </w:r>
      <w:r w:rsidRPr="0038389B">
        <w:t>The</w:t>
      </w:r>
      <w:r w:rsidRPr="0038389B">
        <w:rPr>
          <w:spacing w:val="-8"/>
        </w:rPr>
        <w:t xml:space="preserve"> </w:t>
      </w:r>
      <w:r w:rsidRPr="0038389B">
        <w:t>person</w:t>
      </w:r>
      <w:r w:rsidRPr="0038389B">
        <w:rPr>
          <w:spacing w:val="-47"/>
        </w:rPr>
        <w:t xml:space="preserve"> </w:t>
      </w:r>
      <w:r w:rsidRPr="0038389B">
        <w:t>listed on line 3a must be an individual. Do</w:t>
      </w:r>
      <w:r w:rsidRPr="0038389B">
        <w:rPr>
          <w:spacing w:val="-47"/>
        </w:rPr>
        <w:t xml:space="preserve"> </w:t>
      </w:r>
      <w:r w:rsidRPr="0038389B">
        <w:t>not</w:t>
      </w:r>
      <w:r w:rsidRPr="0038389B">
        <w:rPr>
          <w:spacing w:val="-9"/>
        </w:rPr>
        <w:t xml:space="preserve"> </w:t>
      </w:r>
      <w:r w:rsidRPr="0038389B">
        <w:t>enter</w:t>
      </w:r>
      <w:r w:rsidRPr="0038389B">
        <w:rPr>
          <w:spacing w:val="-10"/>
        </w:rPr>
        <w:t xml:space="preserve"> </w:t>
      </w:r>
      <w:r w:rsidRPr="0038389B">
        <w:t>the</w:t>
      </w:r>
      <w:r w:rsidRPr="0038389B">
        <w:rPr>
          <w:spacing w:val="-9"/>
        </w:rPr>
        <w:t xml:space="preserve"> </w:t>
      </w:r>
      <w:r w:rsidRPr="0038389B">
        <w:t>name</w:t>
      </w:r>
      <w:r w:rsidRPr="0038389B">
        <w:rPr>
          <w:spacing w:val="-9"/>
        </w:rPr>
        <w:t xml:space="preserve"> </w:t>
      </w:r>
      <w:r w:rsidRPr="0038389B">
        <w:t>and</w:t>
      </w:r>
      <w:r w:rsidRPr="0038389B">
        <w:rPr>
          <w:spacing w:val="-10"/>
        </w:rPr>
        <w:t xml:space="preserve"> </w:t>
      </w:r>
      <w:r w:rsidRPr="0038389B">
        <w:t>title</w:t>
      </w:r>
      <w:r w:rsidRPr="0038389B">
        <w:rPr>
          <w:spacing w:val="-9"/>
        </w:rPr>
        <w:t xml:space="preserve"> </w:t>
      </w:r>
      <w:r w:rsidRPr="0038389B">
        <w:t>of</w:t>
      </w:r>
      <w:r w:rsidRPr="0038389B">
        <w:rPr>
          <w:spacing w:val="-10"/>
        </w:rPr>
        <w:t xml:space="preserve"> </w:t>
      </w:r>
      <w:r w:rsidRPr="0038389B">
        <w:t>an</w:t>
      </w:r>
      <w:r w:rsidRPr="0038389B">
        <w:rPr>
          <w:spacing w:val="-10"/>
        </w:rPr>
        <w:t xml:space="preserve"> </w:t>
      </w:r>
      <w:r w:rsidRPr="0038389B">
        <w:t>officer</w:t>
      </w:r>
      <w:r w:rsidRPr="0038389B">
        <w:rPr>
          <w:spacing w:val="-9"/>
        </w:rPr>
        <w:t xml:space="preserve"> </w:t>
      </w:r>
      <w:r w:rsidRPr="0038389B">
        <w:t>or</w:t>
      </w:r>
      <w:r w:rsidRPr="0038389B">
        <w:rPr>
          <w:spacing w:val="-47"/>
        </w:rPr>
        <w:t xml:space="preserve"> </w:t>
      </w:r>
      <w:r w:rsidRPr="0038389B">
        <w:t>other employee of the issuer here (use</w:t>
      </w:r>
      <w:r w:rsidRPr="0038389B">
        <w:rPr>
          <w:spacing w:val="1"/>
        </w:rPr>
        <w:t xml:space="preserve"> </w:t>
      </w:r>
      <w:r w:rsidRPr="0038389B">
        <w:t>line</w:t>
      </w:r>
      <w:r w:rsidRPr="0038389B">
        <w:rPr>
          <w:spacing w:val="-8"/>
        </w:rPr>
        <w:t xml:space="preserve"> </w:t>
      </w:r>
      <w:r w:rsidRPr="0038389B">
        <w:t>10a</w:t>
      </w:r>
      <w:r w:rsidRPr="0038389B">
        <w:rPr>
          <w:spacing w:val="-7"/>
        </w:rPr>
        <w:t xml:space="preserve"> </w:t>
      </w:r>
      <w:r w:rsidRPr="0038389B">
        <w:t>for</w:t>
      </w:r>
      <w:r w:rsidRPr="0038389B">
        <w:rPr>
          <w:spacing w:val="-7"/>
        </w:rPr>
        <w:t xml:space="preserve"> </w:t>
      </w:r>
      <w:r w:rsidRPr="0038389B">
        <w:t>that</w:t>
      </w:r>
      <w:r w:rsidRPr="0038389B">
        <w:rPr>
          <w:spacing w:val="-8"/>
        </w:rPr>
        <w:t xml:space="preserve"> </w:t>
      </w:r>
      <w:r w:rsidRPr="0038389B">
        <w:t>purpose).</w:t>
      </w:r>
    </w:p>
    <w:p w14:paraId="2F0CB200" w14:textId="77777777" w:rsidR="00F13DD9" w:rsidRPr="0038389B" w:rsidRDefault="00F13DD9" w:rsidP="00836E6A">
      <w:pPr>
        <w:pStyle w:val="Body"/>
      </w:pPr>
      <w:r w:rsidRPr="0038389B">
        <w:rPr>
          <w:b/>
        </w:rPr>
        <w:t xml:space="preserve">Note. </w:t>
      </w:r>
      <w:r w:rsidRPr="0038389B">
        <w:t>By authorizing a person other than</w:t>
      </w:r>
      <w:r w:rsidRPr="0038389B">
        <w:rPr>
          <w:spacing w:val="-47"/>
        </w:rPr>
        <w:t xml:space="preserve"> </w:t>
      </w:r>
      <w:r w:rsidRPr="0038389B">
        <w:rPr>
          <w:spacing w:val="-1"/>
        </w:rPr>
        <w:t>an</w:t>
      </w:r>
      <w:r w:rsidRPr="0038389B">
        <w:rPr>
          <w:spacing w:val="-11"/>
        </w:rPr>
        <w:t xml:space="preserve"> </w:t>
      </w:r>
      <w:r w:rsidRPr="0038389B">
        <w:rPr>
          <w:spacing w:val="-1"/>
        </w:rPr>
        <w:t>authorized</w:t>
      </w:r>
      <w:r w:rsidRPr="0038389B">
        <w:rPr>
          <w:spacing w:val="-11"/>
        </w:rPr>
        <w:t xml:space="preserve"> </w:t>
      </w:r>
      <w:r w:rsidRPr="0038389B">
        <w:t>officer</w:t>
      </w:r>
      <w:r w:rsidRPr="0038389B">
        <w:rPr>
          <w:spacing w:val="-11"/>
        </w:rPr>
        <w:t xml:space="preserve"> </w:t>
      </w:r>
      <w:r w:rsidRPr="0038389B">
        <w:t>or</w:t>
      </w:r>
      <w:r w:rsidRPr="0038389B">
        <w:rPr>
          <w:spacing w:val="-11"/>
        </w:rPr>
        <w:t xml:space="preserve"> </w:t>
      </w:r>
      <w:r w:rsidRPr="0038389B">
        <w:t>other</w:t>
      </w:r>
      <w:r w:rsidRPr="0038389B">
        <w:rPr>
          <w:spacing w:val="-11"/>
        </w:rPr>
        <w:t xml:space="preserve"> </w:t>
      </w:r>
      <w:r w:rsidRPr="0038389B">
        <w:t>employee</w:t>
      </w:r>
      <w:r w:rsidRPr="0038389B">
        <w:rPr>
          <w:spacing w:val="-11"/>
        </w:rPr>
        <w:t xml:space="preserve"> </w:t>
      </w:r>
      <w:r w:rsidRPr="0038389B">
        <w:t>of</w:t>
      </w:r>
      <w:r w:rsidRPr="0038389B">
        <w:rPr>
          <w:spacing w:val="-47"/>
        </w:rPr>
        <w:t xml:space="preserve"> </w:t>
      </w:r>
      <w:r w:rsidRPr="0038389B">
        <w:t>the issuer to communicate with the IRS</w:t>
      </w:r>
      <w:r w:rsidRPr="0038389B">
        <w:rPr>
          <w:spacing w:val="1"/>
        </w:rPr>
        <w:t xml:space="preserve"> </w:t>
      </w:r>
      <w:r w:rsidRPr="0038389B">
        <w:t>and</w:t>
      </w:r>
      <w:r w:rsidRPr="0038389B">
        <w:rPr>
          <w:spacing w:val="-10"/>
        </w:rPr>
        <w:t xml:space="preserve"> </w:t>
      </w:r>
      <w:r w:rsidRPr="0038389B">
        <w:t>whom</w:t>
      </w:r>
      <w:r w:rsidRPr="0038389B">
        <w:rPr>
          <w:spacing w:val="-10"/>
        </w:rPr>
        <w:t xml:space="preserve"> </w:t>
      </w:r>
      <w:r w:rsidRPr="0038389B">
        <w:t>the</w:t>
      </w:r>
      <w:r w:rsidRPr="0038389B">
        <w:rPr>
          <w:spacing w:val="-9"/>
        </w:rPr>
        <w:t xml:space="preserve"> </w:t>
      </w:r>
      <w:r w:rsidRPr="0038389B">
        <w:t>IRS</w:t>
      </w:r>
      <w:r w:rsidRPr="0038389B">
        <w:rPr>
          <w:spacing w:val="-10"/>
        </w:rPr>
        <w:t xml:space="preserve"> </w:t>
      </w:r>
      <w:r w:rsidRPr="0038389B">
        <w:t>may</w:t>
      </w:r>
      <w:r w:rsidRPr="0038389B">
        <w:rPr>
          <w:spacing w:val="-10"/>
        </w:rPr>
        <w:t xml:space="preserve"> </w:t>
      </w:r>
      <w:r w:rsidRPr="0038389B">
        <w:t>contact</w:t>
      </w:r>
      <w:r w:rsidRPr="0038389B">
        <w:rPr>
          <w:spacing w:val="-8"/>
        </w:rPr>
        <w:t xml:space="preserve"> </w:t>
      </w:r>
      <w:r w:rsidRPr="0038389B">
        <w:t>about</w:t>
      </w:r>
      <w:r w:rsidRPr="0038389B">
        <w:rPr>
          <w:spacing w:val="-10"/>
        </w:rPr>
        <w:t xml:space="preserve"> </w:t>
      </w:r>
      <w:r w:rsidRPr="0038389B">
        <w:t>this</w:t>
      </w:r>
      <w:r w:rsidRPr="0038389B">
        <w:rPr>
          <w:spacing w:val="-47"/>
        </w:rPr>
        <w:t xml:space="preserve"> </w:t>
      </w:r>
      <w:r w:rsidRPr="0038389B">
        <w:t>return, the issuer authorizes the IRS to</w:t>
      </w:r>
      <w:r w:rsidRPr="0038389B">
        <w:rPr>
          <w:spacing w:val="1"/>
        </w:rPr>
        <w:t xml:space="preserve"> </w:t>
      </w:r>
      <w:r w:rsidRPr="0038389B">
        <w:t>communicate directly with the individual</w:t>
      </w:r>
      <w:r w:rsidRPr="0038389B">
        <w:rPr>
          <w:spacing w:val="1"/>
        </w:rPr>
        <w:t xml:space="preserve"> </w:t>
      </w:r>
      <w:r w:rsidRPr="0038389B">
        <w:t xml:space="preserve">entered on line 3a </w:t>
      </w:r>
      <w:r w:rsidRPr="0038389B">
        <w:lastRenderedPageBreak/>
        <w:t>and consents to</w:t>
      </w:r>
      <w:r w:rsidRPr="0038389B">
        <w:rPr>
          <w:spacing w:val="1"/>
        </w:rPr>
        <w:t xml:space="preserve"> </w:t>
      </w:r>
      <w:r w:rsidRPr="0038389B">
        <w:t>disclose the issuer's return information to</w:t>
      </w:r>
      <w:r w:rsidRPr="0038389B">
        <w:rPr>
          <w:spacing w:val="-47"/>
        </w:rPr>
        <w:t xml:space="preserve"> </w:t>
      </w:r>
      <w:r w:rsidRPr="0038389B">
        <w:t>that individual, as necessary, to process</w:t>
      </w:r>
      <w:r w:rsidRPr="0038389B">
        <w:rPr>
          <w:spacing w:val="1"/>
        </w:rPr>
        <w:t xml:space="preserve"> </w:t>
      </w:r>
      <w:r w:rsidRPr="0038389B">
        <w:t>this</w:t>
      </w:r>
      <w:r w:rsidRPr="0038389B">
        <w:rPr>
          <w:spacing w:val="-8"/>
        </w:rPr>
        <w:t xml:space="preserve"> </w:t>
      </w:r>
      <w:r w:rsidRPr="0038389B">
        <w:t>return.</w:t>
      </w:r>
    </w:p>
    <w:p w14:paraId="09625A1F" w14:textId="5C561CF4" w:rsidR="00F13DD9" w:rsidRPr="0038389B" w:rsidRDefault="00F13DD9" w:rsidP="00836E6A">
      <w:pPr>
        <w:pStyle w:val="Body"/>
      </w:pPr>
      <w:r w:rsidRPr="0038389B">
        <w:rPr>
          <w:b/>
        </w:rPr>
        <w:t xml:space="preserve">Lines 4 and 6. </w:t>
      </w:r>
      <w:r w:rsidRPr="0038389B">
        <w:t>If you listed an individual</w:t>
      </w:r>
      <w:r w:rsidRPr="0038389B">
        <w:rPr>
          <w:spacing w:val="1"/>
        </w:rPr>
        <w:t xml:space="preserve"> </w:t>
      </w:r>
      <w:r w:rsidRPr="0038389B">
        <w:t>on line 3a to communicate with the IRS</w:t>
      </w:r>
      <w:r w:rsidRPr="0038389B">
        <w:rPr>
          <w:spacing w:val="1"/>
        </w:rPr>
        <w:t xml:space="preserve"> </w:t>
      </w:r>
      <w:r w:rsidRPr="0038389B">
        <w:t>and</w:t>
      </w:r>
      <w:r w:rsidRPr="0038389B">
        <w:rPr>
          <w:spacing w:val="-10"/>
        </w:rPr>
        <w:t xml:space="preserve"> </w:t>
      </w:r>
      <w:r w:rsidRPr="0038389B">
        <w:t>whom</w:t>
      </w:r>
      <w:r w:rsidRPr="0038389B">
        <w:rPr>
          <w:spacing w:val="-10"/>
        </w:rPr>
        <w:t xml:space="preserve"> </w:t>
      </w:r>
      <w:r w:rsidRPr="0038389B">
        <w:t>the</w:t>
      </w:r>
      <w:r w:rsidRPr="0038389B">
        <w:rPr>
          <w:spacing w:val="-10"/>
        </w:rPr>
        <w:t xml:space="preserve"> </w:t>
      </w:r>
      <w:r w:rsidRPr="0038389B">
        <w:t>IRS</w:t>
      </w:r>
      <w:r w:rsidRPr="0038389B">
        <w:rPr>
          <w:spacing w:val="-9"/>
        </w:rPr>
        <w:t xml:space="preserve"> </w:t>
      </w:r>
      <w:r w:rsidRPr="0038389B">
        <w:t>may</w:t>
      </w:r>
      <w:r w:rsidRPr="0038389B">
        <w:rPr>
          <w:spacing w:val="-10"/>
        </w:rPr>
        <w:t xml:space="preserve"> </w:t>
      </w:r>
      <w:r w:rsidRPr="0038389B">
        <w:t>contact</w:t>
      </w:r>
      <w:r w:rsidRPr="0038389B">
        <w:rPr>
          <w:spacing w:val="-9"/>
        </w:rPr>
        <w:t xml:space="preserve"> </w:t>
      </w:r>
      <w:r w:rsidRPr="0038389B">
        <w:t>about</w:t>
      </w:r>
      <w:r w:rsidRPr="0038389B">
        <w:rPr>
          <w:spacing w:val="-9"/>
        </w:rPr>
        <w:t xml:space="preserve"> </w:t>
      </w:r>
      <w:r w:rsidRPr="0038389B">
        <w:t>this</w:t>
      </w:r>
      <w:r w:rsidRPr="0038389B">
        <w:rPr>
          <w:spacing w:val="-47"/>
        </w:rPr>
        <w:t xml:space="preserve"> </w:t>
      </w:r>
      <w:r w:rsidRPr="0038389B">
        <w:t>return,</w:t>
      </w:r>
      <w:r w:rsidRPr="0038389B">
        <w:rPr>
          <w:spacing w:val="-8"/>
        </w:rPr>
        <w:t xml:space="preserve"> </w:t>
      </w:r>
      <w:r w:rsidRPr="0038389B">
        <w:t>enter</w:t>
      </w:r>
      <w:r w:rsidRPr="0038389B">
        <w:rPr>
          <w:spacing w:val="-9"/>
        </w:rPr>
        <w:t xml:space="preserve"> </w:t>
      </w:r>
      <w:r w:rsidRPr="0038389B">
        <w:t>the</w:t>
      </w:r>
      <w:r w:rsidRPr="0038389B">
        <w:rPr>
          <w:spacing w:val="-9"/>
        </w:rPr>
        <w:t xml:space="preserve"> </w:t>
      </w:r>
      <w:r w:rsidRPr="0038389B">
        <w:t>number</w:t>
      </w:r>
      <w:r w:rsidRPr="0038389B">
        <w:rPr>
          <w:spacing w:val="-7"/>
        </w:rPr>
        <w:t xml:space="preserve"> </w:t>
      </w:r>
      <w:r w:rsidRPr="0038389B">
        <w:t>and</w:t>
      </w:r>
      <w:r w:rsidRPr="0038389B">
        <w:rPr>
          <w:spacing w:val="-9"/>
        </w:rPr>
        <w:t xml:space="preserve"> </w:t>
      </w:r>
      <w:r w:rsidRPr="0038389B">
        <w:t>street</w:t>
      </w:r>
      <w:r w:rsidRPr="0038389B">
        <w:rPr>
          <w:spacing w:val="-9"/>
        </w:rPr>
        <w:t xml:space="preserve"> </w:t>
      </w:r>
      <w:r w:rsidRPr="0038389B">
        <w:t>(or</w:t>
      </w:r>
      <w:r w:rsidR="00836E6A" w:rsidRPr="0038389B">
        <w:t xml:space="preserve"> </w:t>
      </w:r>
      <w:r w:rsidRPr="0038389B">
        <w:t>P.O. box if mail is not delivered to street</w:t>
      </w:r>
      <w:r w:rsidRPr="0038389B">
        <w:rPr>
          <w:spacing w:val="-47"/>
        </w:rPr>
        <w:t xml:space="preserve"> </w:t>
      </w:r>
      <w:r w:rsidRPr="0038389B">
        <w:t>address),</w:t>
      </w:r>
      <w:r w:rsidRPr="0038389B">
        <w:rPr>
          <w:spacing w:val="-9"/>
        </w:rPr>
        <w:t xml:space="preserve"> </w:t>
      </w:r>
      <w:r w:rsidRPr="0038389B">
        <w:t>city,</w:t>
      </w:r>
      <w:r w:rsidRPr="0038389B">
        <w:rPr>
          <w:spacing w:val="-8"/>
        </w:rPr>
        <w:t xml:space="preserve"> </w:t>
      </w:r>
      <w:r w:rsidRPr="0038389B">
        <w:t>town,</w:t>
      </w:r>
      <w:r w:rsidRPr="0038389B">
        <w:rPr>
          <w:spacing w:val="-9"/>
        </w:rPr>
        <w:t xml:space="preserve"> </w:t>
      </w:r>
      <w:r w:rsidRPr="0038389B">
        <w:t>or</w:t>
      </w:r>
      <w:r w:rsidRPr="0038389B">
        <w:rPr>
          <w:spacing w:val="-8"/>
        </w:rPr>
        <w:t xml:space="preserve"> </w:t>
      </w:r>
      <w:r w:rsidRPr="0038389B">
        <w:t>post</w:t>
      </w:r>
      <w:r w:rsidRPr="0038389B">
        <w:rPr>
          <w:spacing w:val="-9"/>
        </w:rPr>
        <w:t xml:space="preserve"> </w:t>
      </w:r>
      <w:r w:rsidRPr="0038389B">
        <w:t>office,</w:t>
      </w:r>
      <w:r w:rsidRPr="0038389B">
        <w:rPr>
          <w:spacing w:val="-9"/>
        </w:rPr>
        <w:t xml:space="preserve"> </w:t>
      </w:r>
      <w:r w:rsidRPr="0038389B">
        <w:t>state,</w:t>
      </w:r>
      <w:r w:rsidRPr="0038389B">
        <w:rPr>
          <w:spacing w:val="-47"/>
        </w:rPr>
        <w:t xml:space="preserve"> </w:t>
      </w:r>
      <w:r w:rsidRPr="0038389B">
        <w:t>and ZIP code of that person. Otherwise,</w:t>
      </w:r>
      <w:r w:rsidRPr="0038389B">
        <w:rPr>
          <w:spacing w:val="-47"/>
        </w:rPr>
        <w:t xml:space="preserve"> </w:t>
      </w:r>
      <w:r w:rsidRPr="0038389B">
        <w:t>enter</w:t>
      </w:r>
      <w:r w:rsidRPr="0038389B">
        <w:rPr>
          <w:spacing w:val="-11"/>
        </w:rPr>
        <w:t xml:space="preserve"> </w:t>
      </w:r>
      <w:r w:rsidRPr="0038389B">
        <w:t>the</w:t>
      </w:r>
      <w:r w:rsidRPr="0038389B">
        <w:rPr>
          <w:spacing w:val="-10"/>
        </w:rPr>
        <w:t xml:space="preserve"> </w:t>
      </w:r>
      <w:r w:rsidRPr="0038389B">
        <w:t>issuer's</w:t>
      </w:r>
      <w:r w:rsidRPr="0038389B">
        <w:rPr>
          <w:spacing w:val="-10"/>
        </w:rPr>
        <w:t xml:space="preserve"> </w:t>
      </w:r>
      <w:r w:rsidRPr="0038389B">
        <w:t>number</w:t>
      </w:r>
      <w:r w:rsidRPr="0038389B">
        <w:rPr>
          <w:spacing w:val="-9"/>
        </w:rPr>
        <w:t xml:space="preserve"> </w:t>
      </w:r>
      <w:r w:rsidRPr="0038389B">
        <w:t>and</w:t>
      </w:r>
      <w:r w:rsidRPr="0038389B">
        <w:rPr>
          <w:spacing w:val="-10"/>
        </w:rPr>
        <w:t xml:space="preserve"> </w:t>
      </w:r>
      <w:r w:rsidRPr="0038389B">
        <w:t>street</w:t>
      </w:r>
      <w:r w:rsidRPr="0038389B">
        <w:rPr>
          <w:spacing w:val="-10"/>
        </w:rPr>
        <w:t xml:space="preserve"> </w:t>
      </w:r>
      <w:r w:rsidRPr="0038389B">
        <w:t>(or</w:t>
      </w:r>
      <w:r w:rsidR="00836E6A" w:rsidRPr="0038389B">
        <w:t xml:space="preserve"> </w:t>
      </w:r>
      <w:r w:rsidRPr="0038389B">
        <w:t>P.O. box if mail is not delivered to street</w:t>
      </w:r>
      <w:r w:rsidRPr="0038389B">
        <w:rPr>
          <w:spacing w:val="-47"/>
        </w:rPr>
        <w:t xml:space="preserve"> </w:t>
      </w:r>
      <w:r w:rsidRPr="0038389B">
        <w:t>address),</w:t>
      </w:r>
      <w:r w:rsidRPr="0038389B">
        <w:rPr>
          <w:spacing w:val="-9"/>
        </w:rPr>
        <w:t xml:space="preserve"> </w:t>
      </w:r>
      <w:r w:rsidRPr="0038389B">
        <w:t>city,</w:t>
      </w:r>
      <w:r w:rsidRPr="0038389B">
        <w:rPr>
          <w:spacing w:val="-8"/>
        </w:rPr>
        <w:t xml:space="preserve"> </w:t>
      </w:r>
      <w:r w:rsidRPr="0038389B">
        <w:t>town,</w:t>
      </w:r>
      <w:r w:rsidRPr="0038389B">
        <w:rPr>
          <w:spacing w:val="-9"/>
        </w:rPr>
        <w:t xml:space="preserve"> </w:t>
      </w:r>
      <w:r w:rsidRPr="0038389B">
        <w:t>or</w:t>
      </w:r>
      <w:r w:rsidRPr="0038389B">
        <w:rPr>
          <w:spacing w:val="-8"/>
        </w:rPr>
        <w:t xml:space="preserve"> </w:t>
      </w:r>
      <w:r w:rsidRPr="0038389B">
        <w:t>post</w:t>
      </w:r>
      <w:r w:rsidRPr="0038389B">
        <w:rPr>
          <w:spacing w:val="-9"/>
        </w:rPr>
        <w:t xml:space="preserve"> </w:t>
      </w:r>
      <w:r w:rsidRPr="0038389B">
        <w:t>office,</w:t>
      </w:r>
      <w:r w:rsidRPr="0038389B">
        <w:rPr>
          <w:spacing w:val="-9"/>
        </w:rPr>
        <w:t xml:space="preserve"> </w:t>
      </w:r>
      <w:r w:rsidRPr="0038389B">
        <w:t>state,</w:t>
      </w:r>
      <w:r w:rsidRPr="0038389B">
        <w:rPr>
          <w:spacing w:val="-47"/>
        </w:rPr>
        <w:t xml:space="preserve"> </w:t>
      </w:r>
      <w:r w:rsidRPr="0038389B">
        <w:t>and</w:t>
      </w:r>
      <w:r w:rsidRPr="0038389B">
        <w:rPr>
          <w:spacing w:val="-8"/>
        </w:rPr>
        <w:t xml:space="preserve"> </w:t>
      </w:r>
      <w:r w:rsidRPr="0038389B">
        <w:t>ZIP</w:t>
      </w:r>
      <w:r w:rsidRPr="0038389B">
        <w:rPr>
          <w:spacing w:val="-7"/>
        </w:rPr>
        <w:t xml:space="preserve"> </w:t>
      </w:r>
      <w:r w:rsidRPr="0038389B">
        <w:t>code.</w:t>
      </w:r>
    </w:p>
    <w:p w14:paraId="1D27FCCE" w14:textId="77777777" w:rsidR="00F13DD9" w:rsidRPr="0038389B" w:rsidRDefault="00F13DD9" w:rsidP="00836E6A">
      <w:pPr>
        <w:pStyle w:val="Body"/>
      </w:pPr>
      <w:r w:rsidRPr="0038389B">
        <w:rPr>
          <w:b/>
        </w:rPr>
        <w:t xml:space="preserve">Note. </w:t>
      </w:r>
      <w:r w:rsidRPr="0038389B">
        <w:t>The address entered on lines 4 and</w:t>
      </w:r>
      <w:r w:rsidRPr="0038389B">
        <w:rPr>
          <w:spacing w:val="-47"/>
        </w:rPr>
        <w:t xml:space="preserve"> </w:t>
      </w:r>
      <w:r w:rsidRPr="0038389B">
        <w:t>6 is the address the IRS will use for all</w:t>
      </w:r>
      <w:r w:rsidRPr="0038389B">
        <w:rPr>
          <w:spacing w:val="1"/>
        </w:rPr>
        <w:t xml:space="preserve"> </w:t>
      </w:r>
      <w:r w:rsidRPr="0038389B">
        <w:t>written communications regarding the</w:t>
      </w:r>
      <w:r w:rsidRPr="0038389B">
        <w:rPr>
          <w:spacing w:val="1"/>
        </w:rPr>
        <w:t xml:space="preserve"> </w:t>
      </w:r>
      <w:r w:rsidRPr="0038389B">
        <w:t>processing of this return, including any</w:t>
      </w:r>
      <w:r w:rsidRPr="0038389B">
        <w:rPr>
          <w:spacing w:val="1"/>
        </w:rPr>
        <w:t xml:space="preserve"> </w:t>
      </w:r>
      <w:r w:rsidRPr="0038389B">
        <w:t>notices.</w:t>
      </w:r>
    </w:p>
    <w:p w14:paraId="221A1E64" w14:textId="77777777" w:rsidR="00F13DD9" w:rsidRPr="0038389B" w:rsidRDefault="00F13DD9" w:rsidP="00836E6A">
      <w:pPr>
        <w:pStyle w:val="Body"/>
      </w:pPr>
      <w:r w:rsidRPr="0038389B">
        <w:rPr>
          <w:b/>
        </w:rPr>
        <w:t>Line</w:t>
      </w:r>
      <w:r w:rsidRPr="0038389B">
        <w:rPr>
          <w:b/>
          <w:spacing w:val="-5"/>
        </w:rPr>
        <w:t xml:space="preserve"> </w:t>
      </w:r>
      <w:r w:rsidRPr="0038389B">
        <w:rPr>
          <w:b/>
        </w:rPr>
        <w:t>5.</w:t>
      </w:r>
      <w:r w:rsidRPr="0038389B">
        <w:rPr>
          <w:b/>
          <w:spacing w:val="32"/>
        </w:rPr>
        <w:t xml:space="preserve"> </w:t>
      </w:r>
      <w:r w:rsidRPr="0038389B">
        <w:t>This</w:t>
      </w:r>
      <w:r w:rsidRPr="0038389B">
        <w:rPr>
          <w:spacing w:val="-9"/>
        </w:rPr>
        <w:t xml:space="preserve"> </w:t>
      </w:r>
      <w:r w:rsidRPr="0038389B">
        <w:t>line</w:t>
      </w:r>
      <w:r w:rsidRPr="0038389B">
        <w:rPr>
          <w:spacing w:val="-10"/>
        </w:rPr>
        <w:t xml:space="preserve"> </w:t>
      </w:r>
      <w:r w:rsidRPr="0038389B">
        <w:t>is</w:t>
      </w:r>
      <w:r w:rsidRPr="0038389B">
        <w:rPr>
          <w:spacing w:val="-9"/>
        </w:rPr>
        <w:t xml:space="preserve"> </w:t>
      </w:r>
      <w:r w:rsidRPr="0038389B">
        <w:t>for</w:t>
      </w:r>
      <w:r w:rsidRPr="0038389B">
        <w:rPr>
          <w:spacing w:val="-9"/>
        </w:rPr>
        <w:t xml:space="preserve"> </w:t>
      </w:r>
      <w:r w:rsidRPr="0038389B">
        <w:t>IRS</w:t>
      </w:r>
      <w:r w:rsidRPr="0038389B">
        <w:rPr>
          <w:spacing w:val="-9"/>
        </w:rPr>
        <w:t xml:space="preserve"> </w:t>
      </w:r>
      <w:r w:rsidRPr="0038389B">
        <w:t>use</w:t>
      </w:r>
      <w:r w:rsidRPr="0038389B">
        <w:rPr>
          <w:spacing w:val="-10"/>
        </w:rPr>
        <w:t xml:space="preserve"> </w:t>
      </w:r>
      <w:r w:rsidRPr="0038389B">
        <w:t>only.</w:t>
      </w:r>
      <w:r w:rsidRPr="0038389B">
        <w:rPr>
          <w:spacing w:val="-9"/>
        </w:rPr>
        <w:t xml:space="preserve"> </w:t>
      </w:r>
      <w:r w:rsidRPr="0038389B">
        <w:t>Do</w:t>
      </w:r>
      <w:r w:rsidRPr="0038389B">
        <w:rPr>
          <w:spacing w:val="-47"/>
        </w:rPr>
        <w:t xml:space="preserve"> </w:t>
      </w:r>
      <w:r w:rsidRPr="0038389B">
        <w:t>not</w:t>
      </w:r>
      <w:r w:rsidRPr="0038389B">
        <w:rPr>
          <w:spacing w:val="-8"/>
        </w:rPr>
        <w:t xml:space="preserve"> </w:t>
      </w:r>
      <w:r w:rsidRPr="0038389B">
        <w:t>make</w:t>
      </w:r>
      <w:r w:rsidRPr="0038389B">
        <w:rPr>
          <w:spacing w:val="-8"/>
        </w:rPr>
        <w:t xml:space="preserve"> </w:t>
      </w:r>
      <w:r w:rsidRPr="0038389B">
        <w:t>any</w:t>
      </w:r>
      <w:r w:rsidRPr="0038389B">
        <w:rPr>
          <w:spacing w:val="-7"/>
        </w:rPr>
        <w:t xml:space="preserve"> </w:t>
      </w:r>
      <w:r w:rsidRPr="0038389B">
        <w:t>entries</w:t>
      </w:r>
      <w:r w:rsidRPr="0038389B">
        <w:rPr>
          <w:spacing w:val="-8"/>
        </w:rPr>
        <w:t xml:space="preserve"> </w:t>
      </w:r>
      <w:r w:rsidRPr="0038389B">
        <w:t>in</w:t>
      </w:r>
      <w:r w:rsidRPr="0038389B">
        <w:rPr>
          <w:spacing w:val="-8"/>
        </w:rPr>
        <w:t xml:space="preserve"> </w:t>
      </w:r>
      <w:r w:rsidRPr="0038389B">
        <w:t>this</w:t>
      </w:r>
      <w:r w:rsidRPr="0038389B">
        <w:rPr>
          <w:spacing w:val="-8"/>
        </w:rPr>
        <w:t xml:space="preserve"> </w:t>
      </w:r>
      <w:r w:rsidRPr="0038389B">
        <w:t>box.</w:t>
      </w:r>
    </w:p>
    <w:p w14:paraId="5F0C949A" w14:textId="4D058231" w:rsidR="00F13DD9" w:rsidRPr="0038389B" w:rsidRDefault="00F13DD9" w:rsidP="00836E6A">
      <w:pPr>
        <w:pStyle w:val="Body"/>
      </w:pPr>
      <w:r w:rsidRPr="0038389B">
        <w:rPr>
          <w:b/>
        </w:rPr>
        <w:t>Line</w:t>
      </w:r>
      <w:r w:rsidRPr="0038389B">
        <w:rPr>
          <w:b/>
          <w:spacing w:val="-5"/>
        </w:rPr>
        <w:t xml:space="preserve"> </w:t>
      </w:r>
      <w:r w:rsidRPr="0038389B">
        <w:rPr>
          <w:b/>
        </w:rPr>
        <w:t>7.</w:t>
      </w:r>
      <w:r w:rsidRPr="0038389B">
        <w:rPr>
          <w:b/>
          <w:spacing w:val="32"/>
        </w:rPr>
        <w:t xml:space="preserve"> </w:t>
      </w:r>
      <w:r w:rsidRPr="0038389B">
        <w:t>The</w:t>
      </w:r>
      <w:r w:rsidRPr="0038389B">
        <w:rPr>
          <w:spacing w:val="-9"/>
        </w:rPr>
        <w:t xml:space="preserve"> </w:t>
      </w:r>
      <w:r w:rsidRPr="0038389B">
        <w:t>date</w:t>
      </w:r>
      <w:r w:rsidRPr="0038389B">
        <w:rPr>
          <w:spacing w:val="-10"/>
        </w:rPr>
        <w:t xml:space="preserve"> </w:t>
      </w:r>
      <w:r w:rsidRPr="0038389B">
        <w:t>of</w:t>
      </w:r>
      <w:r w:rsidRPr="0038389B">
        <w:rPr>
          <w:spacing w:val="-9"/>
        </w:rPr>
        <w:t xml:space="preserve"> </w:t>
      </w:r>
      <w:r w:rsidRPr="0038389B">
        <w:t>issue</w:t>
      </w:r>
      <w:r w:rsidRPr="0038389B">
        <w:rPr>
          <w:spacing w:val="-9"/>
        </w:rPr>
        <w:t xml:space="preserve"> </w:t>
      </w:r>
      <w:r w:rsidRPr="0038389B">
        <w:t>is</w:t>
      </w:r>
      <w:r w:rsidRPr="0038389B">
        <w:rPr>
          <w:spacing w:val="-10"/>
        </w:rPr>
        <w:t xml:space="preserve"> </w:t>
      </w:r>
      <w:r w:rsidRPr="0038389B">
        <w:t>generally</w:t>
      </w:r>
      <w:r w:rsidRPr="0038389B">
        <w:rPr>
          <w:spacing w:val="-9"/>
        </w:rPr>
        <w:t xml:space="preserve"> </w:t>
      </w:r>
      <w:r w:rsidRPr="0038389B">
        <w:t>the</w:t>
      </w:r>
      <w:r w:rsidRPr="0038389B">
        <w:rPr>
          <w:spacing w:val="-47"/>
        </w:rPr>
        <w:t xml:space="preserve"> </w:t>
      </w:r>
      <w:r w:rsidRPr="0038389B">
        <w:t>first date on which the issuer physically</w:t>
      </w:r>
      <w:r w:rsidRPr="0038389B">
        <w:rPr>
          <w:spacing w:val="1"/>
        </w:rPr>
        <w:t xml:space="preserve"> </w:t>
      </w:r>
      <w:r w:rsidRPr="0038389B">
        <w:t>exchanges</w:t>
      </w:r>
      <w:r w:rsidRPr="0038389B">
        <w:rPr>
          <w:spacing w:val="-11"/>
        </w:rPr>
        <w:t xml:space="preserve"> </w:t>
      </w:r>
      <w:r w:rsidRPr="0038389B">
        <w:t>any</w:t>
      </w:r>
      <w:r w:rsidRPr="0038389B">
        <w:rPr>
          <w:spacing w:val="-10"/>
        </w:rPr>
        <w:t xml:space="preserve"> </w:t>
      </w:r>
      <w:r w:rsidRPr="0038389B">
        <w:t>bond</w:t>
      </w:r>
      <w:r w:rsidRPr="0038389B">
        <w:rPr>
          <w:spacing w:val="-11"/>
        </w:rPr>
        <w:t xml:space="preserve"> </w:t>
      </w:r>
      <w:r w:rsidRPr="0038389B">
        <w:t>included</w:t>
      </w:r>
      <w:r w:rsidRPr="0038389B">
        <w:rPr>
          <w:spacing w:val="-10"/>
        </w:rPr>
        <w:t xml:space="preserve"> </w:t>
      </w:r>
      <w:r w:rsidRPr="0038389B">
        <w:t>in</w:t>
      </w:r>
      <w:r w:rsidRPr="0038389B">
        <w:rPr>
          <w:spacing w:val="-11"/>
        </w:rPr>
        <w:t xml:space="preserve"> </w:t>
      </w:r>
      <w:r w:rsidRPr="0038389B">
        <w:t>the</w:t>
      </w:r>
      <w:r w:rsidRPr="0038389B">
        <w:rPr>
          <w:spacing w:val="-10"/>
        </w:rPr>
        <w:t xml:space="preserve"> </w:t>
      </w:r>
      <w:r w:rsidRPr="0038389B">
        <w:t>issue</w:t>
      </w:r>
      <w:r w:rsidRPr="0038389B">
        <w:rPr>
          <w:spacing w:val="-47"/>
        </w:rPr>
        <w:t xml:space="preserve"> </w:t>
      </w:r>
      <w:r w:rsidRPr="0038389B">
        <w:t>for</w:t>
      </w:r>
      <w:r w:rsidRPr="0038389B">
        <w:rPr>
          <w:spacing w:val="-11"/>
        </w:rPr>
        <w:t xml:space="preserve"> </w:t>
      </w:r>
      <w:r w:rsidRPr="0038389B">
        <w:t>the</w:t>
      </w:r>
      <w:r w:rsidRPr="0038389B">
        <w:rPr>
          <w:spacing w:val="-10"/>
        </w:rPr>
        <w:t xml:space="preserve"> </w:t>
      </w:r>
      <w:r w:rsidRPr="0038389B">
        <w:t>underwriter's</w:t>
      </w:r>
      <w:r w:rsidRPr="0038389B">
        <w:rPr>
          <w:spacing w:val="-10"/>
        </w:rPr>
        <w:t xml:space="preserve"> </w:t>
      </w:r>
      <w:r w:rsidRPr="0038389B">
        <w:t>(or</w:t>
      </w:r>
      <w:r w:rsidRPr="0038389B">
        <w:rPr>
          <w:spacing w:val="-10"/>
        </w:rPr>
        <w:t xml:space="preserve"> </w:t>
      </w:r>
      <w:r w:rsidRPr="0038389B">
        <w:t>other</w:t>
      </w:r>
      <w:r w:rsidRPr="0038389B">
        <w:rPr>
          <w:spacing w:val="-10"/>
        </w:rPr>
        <w:t xml:space="preserve"> </w:t>
      </w:r>
      <w:r w:rsidRPr="0038389B">
        <w:t>purchaser's)</w:t>
      </w:r>
      <w:r w:rsidRPr="0038389B">
        <w:rPr>
          <w:spacing w:val="-47"/>
        </w:rPr>
        <w:t xml:space="preserve"> </w:t>
      </w:r>
      <w:r w:rsidRPr="0038389B">
        <w:t>funds. For a lease or installment sale,</w:t>
      </w:r>
      <w:r w:rsidRPr="0038389B">
        <w:rPr>
          <w:spacing w:val="1"/>
        </w:rPr>
        <w:t xml:space="preserve"> </w:t>
      </w:r>
      <w:r w:rsidRPr="0038389B">
        <w:t xml:space="preserve">enter the date </w:t>
      </w:r>
      <w:r w:rsidRPr="0038389B">
        <w:lastRenderedPageBreak/>
        <w:t>interest starts to accrue in</w:t>
      </w:r>
      <w:r w:rsidRPr="0038389B">
        <w:rPr>
          <w:spacing w:val="1"/>
        </w:rPr>
        <w:t xml:space="preserve"> </w:t>
      </w:r>
      <w:r w:rsidRPr="0038389B">
        <w:t>an</w:t>
      </w:r>
      <w:r w:rsidRPr="0038389B">
        <w:rPr>
          <w:spacing w:val="-8"/>
        </w:rPr>
        <w:t xml:space="preserve"> </w:t>
      </w:r>
      <w:r w:rsidRPr="0038389B">
        <w:t>MM/DD/YYYY</w:t>
      </w:r>
      <w:r w:rsidRPr="0038389B">
        <w:rPr>
          <w:spacing w:val="-8"/>
        </w:rPr>
        <w:t xml:space="preserve"> </w:t>
      </w:r>
      <w:r w:rsidRPr="0038389B">
        <w:t>format.</w:t>
      </w:r>
    </w:p>
    <w:p w14:paraId="00ADD395" w14:textId="77777777" w:rsidR="00F13DD9" w:rsidRPr="0038389B" w:rsidRDefault="00F13DD9" w:rsidP="00836E6A">
      <w:pPr>
        <w:pStyle w:val="Body"/>
      </w:pPr>
      <w:r w:rsidRPr="0038389B">
        <w:rPr>
          <w:b/>
        </w:rPr>
        <w:t>Line</w:t>
      </w:r>
      <w:r w:rsidRPr="0038389B">
        <w:rPr>
          <w:b/>
          <w:spacing w:val="-5"/>
        </w:rPr>
        <w:t xml:space="preserve"> </w:t>
      </w:r>
      <w:r w:rsidRPr="0038389B">
        <w:rPr>
          <w:b/>
        </w:rPr>
        <w:t>8.</w:t>
      </w:r>
      <w:r w:rsidRPr="0038389B">
        <w:rPr>
          <w:b/>
          <w:spacing w:val="33"/>
        </w:rPr>
        <w:t xml:space="preserve"> </w:t>
      </w:r>
      <w:r w:rsidRPr="0038389B">
        <w:t>If</w:t>
      </w:r>
      <w:r w:rsidRPr="0038389B">
        <w:rPr>
          <w:spacing w:val="-8"/>
        </w:rPr>
        <w:t xml:space="preserve"> </w:t>
      </w:r>
      <w:r w:rsidRPr="0038389B">
        <w:t>there</w:t>
      </w:r>
      <w:r w:rsidRPr="0038389B">
        <w:rPr>
          <w:spacing w:val="-9"/>
        </w:rPr>
        <w:t xml:space="preserve"> </w:t>
      </w:r>
      <w:r w:rsidRPr="0038389B">
        <w:t>is</w:t>
      </w:r>
      <w:r w:rsidRPr="0038389B">
        <w:rPr>
          <w:spacing w:val="-9"/>
        </w:rPr>
        <w:t xml:space="preserve"> </w:t>
      </w:r>
      <w:r w:rsidRPr="0038389B">
        <w:t>no</w:t>
      </w:r>
      <w:r w:rsidRPr="0038389B">
        <w:rPr>
          <w:spacing w:val="-8"/>
        </w:rPr>
        <w:t xml:space="preserve"> </w:t>
      </w:r>
      <w:r w:rsidRPr="0038389B">
        <w:t>name</w:t>
      </w:r>
      <w:r w:rsidRPr="0038389B">
        <w:rPr>
          <w:spacing w:val="-8"/>
        </w:rPr>
        <w:t xml:space="preserve"> </w:t>
      </w:r>
      <w:r w:rsidRPr="0038389B">
        <w:t>of</w:t>
      </w:r>
      <w:r w:rsidRPr="0038389B">
        <w:rPr>
          <w:spacing w:val="-8"/>
        </w:rPr>
        <w:t xml:space="preserve"> </w:t>
      </w:r>
      <w:r w:rsidRPr="0038389B">
        <w:t>the</w:t>
      </w:r>
      <w:r w:rsidRPr="0038389B">
        <w:rPr>
          <w:spacing w:val="-9"/>
        </w:rPr>
        <w:t xml:space="preserve"> </w:t>
      </w:r>
      <w:r w:rsidRPr="0038389B">
        <w:t>issue,</w:t>
      </w:r>
      <w:r w:rsidRPr="0038389B">
        <w:rPr>
          <w:spacing w:val="-48"/>
        </w:rPr>
        <w:t xml:space="preserve"> </w:t>
      </w:r>
      <w:r w:rsidRPr="0038389B">
        <w:t>please</w:t>
      </w:r>
      <w:r w:rsidRPr="0038389B">
        <w:rPr>
          <w:spacing w:val="-11"/>
        </w:rPr>
        <w:t xml:space="preserve"> </w:t>
      </w:r>
      <w:r w:rsidRPr="0038389B">
        <w:t>provide</w:t>
      </w:r>
      <w:r w:rsidRPr="0038389B">
        <w:rPr>
          <w:spacing w:val="-10"/>
        </w:rPr>
        <w:t xml:space="preserve"> </w:t>
      </w:r>
      <w:r w:rsidRPr="0038389B">
        <w:t>other</w:t>
      </w:r>
      <w:r w:rsidRPr="0038389B">
        <w:rPr>
          <w:spacing w:val="-10"/>
        </w:rPr>
        <w:t xml:space="preserve"> </w:t>
      </w:r>
      <w:r w:rsidRPr="0038389B">
        <w:t>identification</w:t>
      </w:r>
      <w:r w:rsidRPr="0038389B">
        <w:rPr>
          <w:spacing w:val="-11"/>
        </w:rPr>
        <w:t xml:space="preserve"> </w:t>
      </w:r>
      <w:r w:rsidRPr="0038389B">
        <w:t>of</w:t>
      </w:r>
      <w:r w:rsidRPr="0038389B">
        <w:rPr>
          <w:spacing w:val="-10"/>
        </w:rPr>
        <w:t xml:space="preserve"> </w:t>
      </w:r>
      <w:r w:rsidRPr="0038389B">
        <w:t>the</w:t>
      </w:r>
      <w:r w:rsidRPr="0038389B">
        <w:rPr>
          <w:spacing w:val="-48"/>
        </w:rPr>
        <w:t xml:space="preserve"> </w:t>
      </w:r>
      <w:r w:rsidRPr="0038389B">
        <w:t>issue.</w:t>
      </w:r>
    </w:p>
    <w:p w14:paraId="279AA35E" w14:textId="77777777" w:rsidR="00F13DD9" w:rsidRPr="0038389B" w:rsidRDefault="00F13DD9" w:rsidP="00836E6A">
      <w:pPr>
        <w:pStyle w:val="Body"/>
      </w:pPr>
      <w:r w:rsidRPr="0038389B">
        <w:rPr>
          <w:b/>
        </w:rPr>
        <w:t>Line 9.</w:t>
      </w:r>
      <w:r w:rsidRPr="0038389B">
        <w:rPr>
          <w:b/>
          <w:spacing w:val="1"/>
        </w:rPr>
        <w:t xml:space="preserve"> </w:t>
      </w:r>
      <w:r w:rsidRPr="0038389B">
        <w:t>Enter the CUSIP (Committee on</w:t>
      </w:r>
      <w:r w:rsidRPr="0038389B">
        <w:rPr>
          <w:spacing w:val="1"/>
        </w:rPr>
        <w:t xml:space="preserve"> </w:t>
      </w:r>
      <w:r w:rsidRPr="0038389B">
        <w:t>Uniform Securities Identification</w:t>
      </w:r>
      <w:r w:rsidRPr="0038389B">
        <w:rPr>
          <w:spacing w:val="1"/>
        </w:rPr>
        <w:t xml:space="preserve"> </w:t>
      </w:r>
      <w:r w:rsidRPr="0038389B">
        <w:t>Procedures) number of the bond with the</w:t>
      </w:r>
      <w:r w:rsidRPr="0038389B">
        <w:rPr>
          <w:spacing w:val="1"/>
        </w:rPr>
        <w:t xml:space="preserve"> </w:t>
      </w:r>
      <w:r w:rsidRPr="0038389B">
        <w:t>latest</w:t>
      </w:r>
      <w:r w:rsidRPr="0038389B">
        <w:rPr>
          <w:spacing w:val="-11"/>
        </w:rPr>
        <w:t xml:space="preserve"> </w:t>
      </w:r>
      <w:r w:rsidRPr="0038389B">
        <w:t>maturity.</w:t>
      </w:r>
      <w:r w:rsidRPr="0038389B">
        <w:rPr>
          <w:spacing w:val="-12"/>
        </w:rPr>
        <w:t xml:space="preserve"> </w:t>
      </w:r>
      <w:r w:rsidRPr="0038389B">
        <w:t>If</w:t>
      </w:r>
      <w:r w:rsidRPr="0038389B">
        <w:rPr>
          <w:spacing w:val="-11"/>
        </w:rPr>
        <w:t xml:space="preserve"> </w:t>
      </w:r>
      <w:r w:rsidRPr="0038389B">
        <w:t>the</w:t>
      </w:r>
      <w:r w:rsidRPr="0038389B">
        <w:rPr>
          <w:spacing w:val="-11"/>
        </w:rPr>
        <w:t xml:space="preserve"> </w:t>
      </w:r>
      <w:r w:rsidRPr="0038389B">
        <w:t>issue</w:t>
      </w:r>
      <w:r w:rsidRPr="0038389B">
        <w:rPr>
          <w:spacing w:val="-11"/>
        </w:rPr>
        <w:t xml:space="preserve"> </w:t>
      </w:r>
      <w:r w:rsidRPr="0038389B">
        <w:t>does</w:t>
      </w:r>
      <w:r w:rsidRPr="0038389B">
        <w:rPr>
          <w:spacing w:val="-11"/>
        </w:rPr>
        <w:t xml:space="preserve"> </w:t>
      </w:r>
      <w:r w:rsidRPr="0038389B">
        <w:t>not</w:t>
      </w:r>
      <w:r w:rsidRPr="0038389B">
        <w:rPr>
          <w:spacing w:val="-10"/>
        </w:rPr>
        <w:t xml:space="preserve"> </w:t>
      </w:r>
      <w:r w:rsidRPr="0038389B">
        <w:t>have</w:t>
      </w:r>
      <w:r w:rsidRPr="0038389B">
        <w:rPr>
          <w:spacing w:val="-10"/>
        </w:rPr>
        <w:t xml:space="preserve"> </w:t>
      </w:r>
      <w:r w:rsidRPr="0038389B">
        <w:t>a</w:t>
      </w:r>
      <w:r w:rsidRPr="0038389B">
        <w:rPr>
          <w:spacing w:val="-47"/>
        </w:rPr>
        <w:t xml:space="preserve"> </w:t>
      </w:r>
      <w:r w:rsidRPr="0038389B">
        <w:t>CUSIP</w:t>
      </w:r>
      <w:r w:rsidRPr="0038389B">
        <w:rPr>
          <w:spacing w:val="-8"/>
        </w:rPr>
        <w:t xml:space="preserve"> </w:t>
      </w:r>
      <w:r w:rsidRPr="0038389B">
        <w:t>number,</w:t>
      </w:r>
      <w:r w:rsidRPr="0038389B">
        <w:rPr>
          <w:spacing w:val="-7"/>
        </w:rPr>
        <w:t xml:space="preserve"> </w:t>
      </w:r>
      <w:r w:rsidRPr="0038389B">
        <w:t>write</w:t>
      </w:r>
      <w:r w:rsidRPr="0038389B">
        <w:rPr>
          <w:spacing w:val="-8"/>
        </w:rPr>
        <w:t xml:space="preserve"> </w:t>
      </w:r>
      <w:r w:rsidRPr="0038389B">
        <w:t>“None.”</w:t>
      </w:r>
    </w:p>
    <w:p w14:paraId="727A1561" w14:textId="77777777" w:rsidR="00F13DD9" w:rsidRPr="0038389B" w:rsidRDefault="00F13DD9" w:rsidP="00836E6A">
      <w:pPr>
        <w:pStyle w:val="Body"/>
      </w:pPr>
      <w:r w:rsidRPr="0038389B">
        <w:rPr>
          <w:b/>
        </w:rPr>
        <w:t xml:space="preserve">Line 10a. </w:t>
      </w:r>
      <w:r w:rsidRPr="0038389B">
        <w:t>Enter the name and title of the</w:t>
      </w:r>
      <w:r w:rsidRPr="0038389B">
        <w:rPr>
          <w:spacing w:val="1"/>
        </w:rPr>
        <w:t xml:space="preserve"> </w:t>
      </w:r>
      <w:r w:rsidRPr="0038389B">
        <w:t>officer or other employee of the issuer</w:t>
      </w:r>
      <w:r w:rsidRPr="0038389B">
        <w:rPr>
          <w:spacing w:val="1"/>
        </w:rPr>
        <w:t xml:space="preserve"> </w:t>
      </w:r>
      <w:r w:rsidRPr="0038389B">
        <w:t>whom the IRS may call for more</w:t>
      </w:r>
      <w:r w:rsidRPr="0038389B">
        <w:rPr>
          <w:spacing w:val="1"/>
        </w:rPr>
        <w:t xml:space="preserve"> </w:t>
      </w:r>
      <w:r w:rsidRPr="0038389B">
        <w:t>information. If the issuer wishes to</w:t>
      </w:r>
      <w:r w:rsidRPr="0038389B">
        <w:rPr>
          <w:spacing w:val="1"/>
        </w:rPr>
        <w:t xml:space="preserve"> </w:t>
      </w:r>
      <w:r w:rsidRPr="0038389B">
        <w:t>designate</w:t>
      </w:r>
      <w:r w:rsidRPr="0038389B">
        <w:rPr>
          <w:spacing w:val="-10"/>
        </w:rPr>
        <w:t xml:space="preserve"> </w:t>
      </w:r>
      <w:r w:rsidRPr="0038389B">
        <w:t>a</w:t>
      </w:r>
      <w:r w:rsidRPr="0038389B">
        <w:rPr>
          <w:spacing w:val="-10"/>
        </w:rPr>
        <w:t xml:space="preserve"> </w:t>
      </w:r>
      <w:r w:rsidRPr="0038389B">
        <w:t>person</w:t>
      </w:r>
      <w:r w:rsidRPr="0038389B">
        <w:rPr>
          <w:spacing w:val="-10"/>
        </w:rPr>
        <w:t xml:space="preserve"> </w:t>
      </w:r>
      <w:r w:rsidRPr="0038389B">
        <w:t>other</w:t>
      </w:r>
      <w:r w:rsidRPr="0038389B">
        <w:rPr>
          <w:spacing w:val="-10"/>
        </w:rPr>
        <w:t xml:space="preserve"> </w:t>
      </w:r>
      <w:r w:rsidRPr="0038389B">
        <w:t>than</w:t>
      </w:r>
      <w:r w:rsidRPr="0038389B">
        <w:rPr>
          <w:spacing w:val="-10"/>
        </w:rPr>
        <w:t xml:space="preserve"> </w:t>
      </w:r>
      <w:r w:rsidRPr="0038389B">
        <w:t>an</w:t>
      </w:r>
      <w:r w:rsidRPr="0038389B">
        <w:rPr>
          <w:spacing w:val="-10"/>
        </w:rPr>
        <w:t xml:space="preserve"> </w:t>
      </w:r>
      <w:r w:rsidRPr="0038389B">
        <w:t>officer</w:t>
      </w:r>
      <w:r w:rsidRPr="0038389B">
        <w:rPr>
          <w:spacing w:val="-10"/>
        </w:rPr>
        <w:t xml:space="preserve"> </w:t>
      </w:r>
      <w:r w:rsidRPr="0038389B">
        <w:t>or</w:t>
      </w:r>
      <w:r w:rsidRPr="0038389B">
        <w:rPr>
          <w:spacing w:val="-47"/>
        </w:rPr>
        <w:t xml:space="preserve"> </w:t>
      </w:r>
      <w:r w:rsidRPr="0038389B">
        <w:t>other employee of the issuer (including a</w:t>
      </w:r>
      <w:r w:rsidRPr="0038389B">
        <w:rPr>
          <w:spacing w:val="1"/>
        </w:rPr>
        <w:t xml:space="preserve"> </w:t>
      </w:r>
      <w:r w:rsidRPr="0038389B">
        <w:t>legal representative or paid preparer)</w:t>
      </w:r>
      <w:r w:rsidRPr="0038389B">
        <w:rPr>
          <w:spacing w:val="1"/>
        </w:rPr>
        <w:t xml:space="preserve"> </w:t>
      </w:r>
      <w:r w:rsidRPr="0038389B">
        <w:t>whom the IRS may call for more</w:t>
      </w:r>
      <w:r w:rsidRPr="0038389B">
        <w:rPr>
          <w:spacing w:val="1"/>
        </w:rPr>
        <w:t xml:space="preserve"> </w:t>
      </w:r>
      <w:r w:rsidRPr="0038389B">
        <w:t>information about the return, enter the</w:t>
      </w:r>
      <w:r w:rsidRPr="0038389B">
        <w:rPr>
          <w:spacing w:val="1"/>
        </w:rPr>
        <w:t xml:space="preserve"> </w:t>
      </w:r>
      <w:r w:rsidRPr="0038389B">
        <w:t>name,</w:t>
      </w:r>
      <w:r w:rsidRPr="0038389B">
        <w:rPr>
          <w:spacing w:val="-8"/>
        </w:rPr>
        <w:t xml:space="preserve"> </w:t>
      </w:r>
      <w:r w:rsidRPr="0038389B">
        <w:t>title,</w:t>
      </w:r>
      <w:r w:rsidRPr="0038389B">
        <w:rPr>
          <w:spacing w:val="-9"/>
        </w:rPr>
        <w:t xml:space="preserve"> </w:t>
      </w:r>
      <w:r w:rsidRPr="0038389B">
        <w:t>and</w:t>
      </w:r>
      <w:r w:rsidRPr="0038389B">
        <w:rPr>
          <w:spacing w:val="-8"/>
        </w:rPr>
        <w:t xml:space="preserve"> </w:t>
      </w:r>
      <w:r w:rsidRPr="0038389B">
        <w:t>telephone</w:t>
      </w:r>
      <w:r w:rsidRPr="0038389B">
        <w:rPr>
          <w:spacing w:val="-9"/>
        </w:rPr>
        <w:t xml:space="preserve"> </w:t>
      </w:r>
      <w:r w:rsidRPr="0038389B">
        <w:t>number</w:t>
      </w:r>
      <w:r w:rsidRPr="0038389B">
        <w:rPr>
          <w:spacing w:val="-7"/>
        </w:rPr>
        <w:t xml:space="preserve"> </w:t>
      </w:r>
      <w:r w:rsidRPr="0038389B">
        <w:t>of</w:t>
      </w:r>
      <w:r w:rsidRPr="0038389B">
        <w:rPr>
          <w:spacing w:val="-9"/>
        </w:rPr>
        <w:t xml:space="preserve"> </w:t>
      </w:r>
      <w:r w:rsidRPr="0038389B">
        <w:t>such</w:t>
      </w:r>
      <w:r w:rsidRPr="0038389B">
        <w:rPr>
          <w:spacing w:val="-47"/>
        </w:rPr>
        <w:t xml:space="preserve"> </w:t>
      </w:r>
      <w:r w:rsidRPr="0038389B">
        <w:t>person</w:t>
      </w:r>
      <w:r w:rsidRPr="0038389B">
        <w:rPr>
          <w:spacing w:val="-8"/>
        </w:rPr>
        <w:t xml:space="preserve"> </w:t>
      </w:r>
      <w:r w:rsidRPr="0038389B">
        <w:t>on</w:t>
      </w:r>
      <w:r w:rsidRPr="0038389B">
        <w:rPr>
          <w:spacing w:val="-7"/>
        </w:rPr>
        <w:t xml:space="preserve"> </w:t>
      </w:r>
      <w:r w:rsidRPr="0038389B">
        <w:t>lines</w:t>
      </w:r>
      <w:r w:rsidRPr="0038389B">
        <w:rPr>
          <w:spacing w:val="-8"/>
        </w:rPr>
        <w:t xml:space="preserve"> </w:t>
      </w:r>
      <w:r w:rsidRPr="0038389B">
        <w:t>3a</w:t>
      </w:r>
      <w:r w:rsidRPr="0038389B">
        <w:rPr>
          <w:spacing w:val="-7"/>
        </w:rPr>
        <w:t xml:space="preserve"> </w:t>
      </w:r>
      <w:r w:rsidRPr="0038389B">
        <w:t>and</w:t>
      </w:r>
      <w:r w:rsidRPr="0038389B">
        <w:rPr>
          <w:spacing w:val="-7"/>
        </w:rPr>
        <w:t xml:space="preserve"> </w:t>
      </w:r>
      <w:r w:rsidRPr="0038389B">
        <w:t>3b.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2"/>
        <w:gridCol w:w="6498"/>
      </w:tblGrid>
      <w:tr w:rsidR="00836E6A" w:rsidRPr="0038389B" w14:paraId="1CA81556" w14:textId="77777777" w:rsidTr="00836E6A">
        <w:trPr>
          <w:trHeight w:val="2339"/>
        </w:trPr>
        <w:tc>
          <w:tcPr>
            <w:tcW w:w="2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FDFA26" w14:textId="649A9A25" w:rsidR="00836E6A" w:rsidRPr="0038389B" w:rsidRDefault="00836E6A">
            <w:pPr>
              <w:pStyle w:val="Default"/>
              <w:widowControl/>
              <w:suppressAutoHyphens/>
              <w:jc w:val="center"/>
              <w:rPr>
                <w:rFonts w:ascii="Verdana" w:hAnsi="Verdana"/>
              </w:rPr>
            </w:pPr>
            <w:r w:rsidRPr="0038389B">
              <w:rPr>
                <w:rFonts w:ascii="Verdana" w:hAnsi="Verdana"/>
                <w:noProof/>
              </w:rPr>
              <w:lastRenderedPageBreak/>
              <w:drawing>
                <wp:anchor distT="0" distB="0" distL="114300" distR="114300" simplePos="0" relativeHeight="251665408" behindDoc="1" locked="0" layoutInCell="1" allowOverlap="1" wp14:anchorId="467F982E" wp14:editId="3EF8A9E5">
                  <wp:simplePos x="0" y="0"/>
                  <wp:positionH relativeFrom="margin">
                    <wp:posOffset>264160</wp:posOffset>
                  </wp:positionH>
                  <wp:positionV relativeFrom="margin">
                    <wp:posOffset>180975</wp:posOffset>
                  </wp:positionV>
                  <wp:extent cx="1078230" cy="1064260"/>
                  <wp:effectExtent l="0" t="0" r="7620" b="2540"/>
                  <wp:wrapTight wrapText="bothSides">
                    <wp:wrapPolygon edited="0">
                      <wp:start x="0" y="0"/>
                      <wp:lineTo x="0" y="21265"/>
                      <wp:lineTo x="21371" y="21265"/>
                      <wp:lineTo x="21371" y="0"/>
                      <wp:lineTo x="0" y="0"/>
                    </wp:wrapPolygon>
                  </wp:wrapTight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10642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724AB0" w14:textId="51B137E4" w:rsidR="00836E6A" w:rsidRPr="0038389B" w:rsidRDefault="00836E6A" w:rsidP="00836E6A">
            <w:pPr>
              <w:pStyle w:val="Bullets"/>
              <w:numPr>
                <w:ilvl w:val="0"/>
                <w:numId w:val="0"/>
              </w:numPr>
              <w:ind w:left="720"/>
            </w:pPr>
            <w:r w:rsidRPr="0038389B">
              <w:t>Complete</w:t>
            </w:r>
            <w:r w:rsidRPr="0038389B">
              <w:rPr>
                <w:spacing w:val="-9"/>
              </w:rPr>
              <w:t xml:space="preserve"> </w:t>
            </w:r>
            <w:r w:rsidRPr="0038389B">
              <w:t>lines</w:t>
            </w:r>
            <w:r w:rsidRPr="0038389B">
              <w:rPr>
                <w:spacing w:val="-8"/>
              </w:rPr>
              <w:t xml:space="preserve"> </w:t>
            </w:r>
            <w:r w:rsidRPr="0038389B">
              <w:t>10a</w:t>
            </w:r>
            <w:r w:rsidRPr="0038389B">
              <w:rPr>
                <w:spacing w:val="-9"/>
              </w:rPr>
              <w:t xml:space="preserve"> </w:t>
            </w:r>
            <w:r w:rsidRPr="0038389B">
              <w:t>and</w:t>
            </w:r>
            <w:r w:rsidRPr="0038389B">
              <w:rPr>
                <w:spacing w:val="-9"/>
              </w:rPr>
              <w:t xml:space="preserve"> </w:t>
            </w:r>
            <w:r w:rsidRPr="0038389B">
              <w:t>10b</w:t>
            </w:r>
            <w:r w:rsidRPr="0038389B">
              <w:rPr>
                <w:spacing w:val="-9"/>
              </w:rPr>
              <w:t xml:space="preserve"> </w:t>
            </w:r>
            <w:r w:rsidRPr="0038389B">
              <w:t>even</w:t>
            </w:r>
            <w:r w:rsidRPr="0038389B">
              <w:rPr>
                <w:spacing w:val="-47"/>
              </w:rPr>
              <w:t xml:space="preserve"> </w:t>
            </w:r>
            <w:r w:rsidRPr="0038389B">
              <w:t>if</w:t>
            </w:r>
            <w:r w:rsidRPr="0038389B">
              <w:rPr>
                <w:spacing w:val="-7"/>
              </w:rPr>
              <w:t xml:space="preserve"> </w:t>
            </w:r>
            <w:r w:rsidRPr="0038389B">
              <w:t>you</w:t>
            </w:r>
            <w:r w:rsidRPr="0038389B">
              <w:rPr>
                <w:spacing w:val="-8"/>
              </w:rPr>
              <w:t xml:space="preserve"> </w:t>
            </w:r>
            <w:r w:rsidRPr="0038389B">
              <w:t>complete</w:t>
            </w:r>
            <w:r w:rsidRPr="0038389B">
              <w:rPr>
                <w:spacing w:val="-7"/>
              </w:rPr>
              <w:t xml:space="preserve"> </w:t>
            </w:r>
            <w:r w:rsidRPr="0038389B">
              <w:t>lines</w:t>
            </w:r>
            <w:r w:rsidRPr="0038389B">
              <w:rPr>
                <w:spacing w:val="-6"/>
              </w:rPr>
              <w:t xml:space="preserve"> </w:t>
            </w:r>
            <w:r w:rsidRPr="0038389B">
              <w:t>3a</w:t>
            </w:r>
            <w:r w:rsidRPr="0038389B">
              <w:rPr>
                <w:spacing w:val="-8"/>
              </w:rPr>
              <w:t xml:space="preserve"> </w:t>
            </w:r>
            <w:r w:rsidRPr="0038389B">
              <w:t>and</w:t>
            </w:r>
            <w:r w:rsidRPr="0038389B">
              <w:rPr>
                <w:spacing w:val="-8"/>
              </w:rPr>
              <w:t xml:space="preserve"> </w:t>
            </w:r>
            <w:r w:rsidRPr="0038389B">
              <w:t>3b.</w:t>
            </w:r>
          </w:p>
        </w:tc>
      </w:tr>
    </w:tbl>
    <w:p w14:paraId="17BBD4EB" w14:textId="77777777" w:rsidR="00F13DD9" w:rsidRPr="0038389B" w:rsidRDefault="00F13DD9" w:rsidP="00836E6A">
      <w:pPr>
        <w:pStyle w:val="Heading2"/>
      </w:pPr>
      <w:r w:rsidRPr="0038389B">
        <w:t>Part</w:t>
      </w:r>
      <w:r w:rsidRPr="0038389B">
        <w:rPr>
          <w:spacing w:val="1"/>
        </w:rPr>
        <w:t xml:space="preserve"> </w:t>
      </w:r>
      <w:r w:rsidRPr="0038389B">
        <w:t>II—Type</w:t>
      </w:r>
      <w:r w:rsidRPr="0038389B">
        <w:rPr>
          <w:spacing w:val="1"/>
        </w:rPr>
        <w:t xml:space="preserve"> </w:t>
      </w:r>
      <w:r w:rsidRPr="0038389B">
        <w:t>of Issue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8"/>
        <w:gridCol w:w="6502"/>
      </w:tblGrid>
      <w:tr w:rsidR="00836E6A" w:rsidRPr="0038389B" w14:paraId="7AA2BD8C" w14:textId="77777777" w:rsidTr="00836E6A">
        <w:trPr>
          <w:trHeight w:val="2339"/>
        </w:trPr>
        <w:tc>
          <w:tcPr>
            <w:tcW w:w="2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0252EA" w14:textId="3459B8E5" w:rsidR="00836E6A" w:rsidRPr="0038389B" w:rsidRDefault="00836E6A">
            <w:pPr>
              <w:pStyle w:val="Default"/>
              <w:widowControl/>
              <w:suppressAutoHyphens/>
              <w:jc w:val="center"/>
              <w:rPr>
                <w:rFonts w:ascii="Verdana" w:hAnsi="Verdana"/>
              </w:rPr>
            </w:pPr>
            <w:r w:rsidRPr="0038389B">
              <w:rPr>
                <w:rFonts w:ascii="Verdana" w:hAnsi="Verdana"/>
                <w:noProof/>
              </w:rPr>
              <w:drawing>
                <wp:anchor distT="0" distB="0" distL="114300" distR="114300" simplePos="0" relativeHeight="251667456" behindDoc="1" locked="0" layoutInCell="1" allowOverlap="1" wp14:anchorId="0D9ACEF5" wp14:editId="2178DA41">
                  <wp:simplePos x="0" y="0"/>
                  <wp:positionH relativeFrom="margin">
                    <wp:posOffset>264160</wp:posOffset>
                  </wp:positionH>
                  <wp:positionV relativeFrom="margin">
                    <wp:posOffset>180975</wp:posOffset>
                  </wp:positionV>
                  <wp:extent cx="1078230" cy="1064260"/>
                  <wp:effectExtent l="0" t="0" r="7620" b="2540"/>
                  <wp:wrapTight wrapText="bothSides">
                    <wp:wrapPolygon edited="0">
                      <wp:start x="0" y="0"/>
                      <wp:lineTo x="0" y="21265"/>
                      <wp:lineTo x="21371" y="21265"/>
                      <wp:lineTo x="21371" y="0"/>
                      <wp:lineTo x="0" y="0"/>
                    </wp:wrapPolygon>
                  </wp:wrapTight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10642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33A08A" w14:textId="4EBE120F" w:rsidR="00836E6A" w:rsidRPr="0038389B" w:rsidRDefault="00836E6A" w:rsidP="00836E6A">
            <w:pPr>
              <w:pStyle w:val="Bullets"/>
              <w:numPr>
                <w:ilvl w:val="0"/>
                <w:numId w:val="0"/>
              </w:numPr>
              <w:ind w:left="720"/>
            </w:pPr>
            <w:r w:rsidRPr="0038389B">
              <w:t>Elections</w:t>
            </w:r>
            <w:r w:rsidRPr="0038389B">
              <w:rPr>
                <w:spacing w:val="-13"/>
              </w:rPr>
              <w:t xml:space="preserve"> </w:t>
            </w:r>
            <w:r w:rsidRPr="0038389B">
              <w:t>referred</w:t>
            </w:r>
            <w:r w:rsidRPr="0038389B">
              <w:rPr>
                <w:spacing w:val="-12"/>
              </w:rPr>
              <w:t xml:space="preserve"> </w:t>
            </w:r>
            <w:r w:rsidRPr="0038389B">
              <w:t>to</w:t>
            </w:r>
            <w:r w:rsidRPr="0038389B">
              <w:rPr>
                <w:spacing w:val="-12"/>
              </w:rPr>
              <w:t xml:space="preserve"> </w:t>
            </w:r>
            <w:r w:rsidRPr="0038389B">
              <w:t>in</w:t>
            </w:r>
            <w:r w:rsidRPr="0038389B">
              <w:rPr>
                <w:spacing w:val="-11"/>
              </w:rPr>
              <w:t xml:space="preserve"> </w:t>
            </w:r>
            <w:r w:rsidRPr="0038389B">
              <w:t>Part</w:t>
            </w:r>
            <w:r w:rsidRPr="0038389B">
              <w:rPr>
                <w:spacing w:val="-12"/>
              </w:rPr>
              <w:t xml:space="preserve"> </w:t>
            </w:r>
            <w:r w:rsidRPr="0038389B">
              <w:t>II</w:t>
            </w:r>
            <w:r w:rsidRPr="0038389B">
              <w:rPr>
                <w:spacing w:val="-13"/>
              </w:rPr>
              <w:t xml:space="preserve"> </w:t>
            </w:r>
            <w:r w:rsidRPr="0038389B">
              <w:t>are</w:t>
            </w:r>
            <w:r w:rsidRPr="0038389B">
              <w:rPr>
                <w:spacing w:val="-47"/>
              </w:rPr>
              <w:t xml:space="preserve"> </w:t>
            </w:r>
            <w:r w:rsidRPr="0038389B">
              <w:t>made on the original bond</w:t>
            </w:r>
            <w:r w:rsidRPr="0038389B">
              <w:rPr>
                <w:spacing w:val="1"/>
              </w:rPr>
              <w:t xml:space="preserve"> </w:t>
            </w:r>
            <w:r w:rsidRPr="0038389B">
              <w:t>documents,</w:t>
            </w:r>
            <w:r w:rsidRPr="0038389B">
              <w:rPr>
                <w:spacing w:val="-8"/>
              </w:rPr>
              <w:t xml:space="preserve"> </w:t>
            </w:r>
            <w:r w:rsidRPr="0038389B">
              <w:t>not</w:t>
            </w:r>
            <w:r w:rsidRPr="0038389B">
              <w:rPr>
                <w:spacing w:val="-7"/>
              </w:rPr>
              <w:t xml:space="preserve"> </w:t>
            </w:r>
            <w:r w:rsidRPr="0038389B">
              <w:t>on</w:t>
            </w:r>
            <w:r w:rsidRPr="0038389B">
              <w:rPr>
                <w:spacing w:val="-8"/>
              </w:rPr>
              <w:t xml:space="preserve"> </w:t>
            </w:r>
            <w:r w:rsidRPr="0038389B">
              <w:t>this</w:t>
            </w:r>
            <w:r w:rsidRPr="0038389B">
              <w:rPr>
                <w:spacing w:val="-8"/>
              </w:rPr>
              <w:t xml:space="preserve"> </w:t>
            </w:r>
            <w:r w:rsidRPr="0038389B">
              <w:t>form.</w:t>
            </w:r>
          </w:p>
        </w:tc>
      </w:tr>
    </w:tbl>
    <w:p w14:paraId="128E09A9" w14:textId="77777777" w:rsidR="00F13DD9" w:rsidRPr="0038389B" w:rsidRDefault="00F13DD9" w:rsidP="00836E6A">
      <w:pPr>
        <w:pStyle w:val="Body"/>
      </w:pPr>
      <w:r w:rsidRPr="0038389B">
        <w:t>Identify the type of bonds issued by</w:t>
      </w:r>
      <w:r w:rsidRPr="0038389B">
        <w:rPr>
          <w:spacing w:val="1"/>
        </w:rPr>
        <w:t xml:space="preserve"> </w:t>
      </w:r>
      <w:r w:rsidRPr="0038389B">
        <w:t>entering the issue price in the box</w:t>
      </w:r>
      <w:r w:rsidRPr="0038389B">
        <w:rPr>
          <w:spacing w:val="1"/>
        </w:rPr>
        <w:t xml:space="preserve"> </w:t>
      </w:r>
      <w:r w:rsidRPr="0038389B">
        <w:t>corresponding to the type of bond (see</w:t>
      </w:r>
      <w:r w:rsidRPr="0038389B">
        <w:rPr>
          <w:spacing w:val="1"/>
        </w:rPr>
        <w:t xml:space="preserve"> </w:t>
      </w:r>
      <w:r w:rsidRPr="0038389B">
        <w:rPr>
          <w:i/>
        </w:rPr>
        <w:t xml:space="preserve">Issue price </w:t>
      </w:r>
      <w:r w:rsidRPr="0038389B">
        <w:t xml:space="preserve">under </w:t>
      </w:r>
      <w:r w:rsidRPr="0038389B">
        <w:rPr>
          <w:i/>
        </w:rPr>
        <w:t>Definitions</w:t>
      </w:r>
      <w:r w:rsidRPr="0038389B">
        <w:t>, earlier).</w:t>
      </w:r>
      <w:r w:rsidRPr="0038389B">
        <w:rPr>
          <w:spacing w:val="1"/>
        </w:rPr>
        <w:t xml:space="preserve"> </w:t>
      </w:r>
      <w:r w:rsidRPr="0038389B">
        <w:t>Attach</w:t>
      </w:r>
      <w:r w:rsidRPr="0038389B">
        <w:rPr>
          <w:spacing w:val="-10"/>
        </w:rPr>
        <w:t xml:space="preserve"> </w:t>
      </w:r>
      <w:r w:rsidRPr="0038389B">
        <w:t>a</w:t>
      </w:r>
      <w:r w:rsidRPr="0038389B">
        <w:rPr>
          <w:spacing w:val="-10"/>
        </w:rPr>
        <w:t xml:space="preserve"> </w:t>
      </w:r>
      <w:r w:rsidRPr="0038389B">
        <w:t>schedule</w:t>
      </w:r>
      <w:r w:rsidRPr="0038389B">
        <w:rPr>
          <w:spacing w:val="-9"/>
        </w:rPr>
        <w:t xml:space="preserve"> </w:t>
      </w:r>
      <w:r w:rsidRPr="0038389B">
        <w:t>listing</w:t>
      </w:r>
      <w:r w:rsidRPr="0038389B">
        <w:rPr>
          <w:spacing w:val="-10"/>
        </w:rPr>
        <w:t xml:space="preserve"> </w:t>
      </w:r>
      <w:r w:rsidRPr="0038389B">
        <w:t>names</w:t>
      </w:r>
      <w:r w:rsidRPr="0038389B">
        <w:rPr>
          <w:spacing w:val="-8"/>
        </w:rPr>
        <w:t xml:space="preserve"> </w:t>
      </w:r>
      <w:r w:rsidRPr="0038389B">
        <w:t>and</w:t>
      </w:r>
      <w:r w:rsidRPr="0038389B">
        <w:rPr>
          <w:spacing w:val="-10"/>
        </w:rPr>
        <w:t xml:space="preserve"> </w:t>
      </w:r>
      <w:r w:rsidRPr="0038389B">
        <w:t>EINs</w:t>
      </w:r>
      <w:r w:rsidRPr="0038389B">
        <w:rPr>
          <w:spacing w:val="-47"/>
        </w:rPr>
        <w:t xml:space="preserve"> </w:t>
      </w:r>
      <w:r w:rsidRPr="0038389B">
        <w:t>of organizations that are to use proceeds</w:t>
      </w:r>
      <w:r w:rsidRPr="0038389B">
        <w:rPr>
          <w:spacing w:val="-47"/>
        </w:rPr>
        <w:t xml:space="preserve"> </w:t>
      </w:r>
      <w:r w:rsidRPr="0038389B">
        <w:t>of these bonds, if different from those of</w:t>
      </w:r>
      <w:r w:rsidRPr="0038389B">
        <w:rPr>
          <w:spacing w:val="1"/>
        </w:rPr>
        <w:t xml:space="preserve"> </w:t>
      </w:r>
      <w:r w:rsidRPr="0038389B">
        <w:t>the issuer, include a brief summary of the</w:t>
      </w:r>
      <w:r w:rsidRPr="0038389B">
        <w:rPr>
          <w:spacing w:val="-48"/>
        </w:rPr>
        <w:t xml:space="preserve"> </w:t>
      </w:r>
      <w:r w:rsidRPr="0038389B">
        <w:t>use</w:t>
      </w:r>
      <w:r w:rsidRPr="0038389B">
        <w:rPr>
          <w:spacing w:val="-11"/>
        </w:rPr>
        <w:t xml:space="preserve"> </w:t>
      </w:r>
      <w:r w:rsidRPr="0038389B">
        <w:t>and</w:t>
      </w:r>
      <w:r w:rsidRPr="0038389B">
        <w:rPr>
          <w:spacing w:val="-10"/>
        </w:rPr>
        <w:t xml:space="preserve"> </w:t>
      </w:r>
      <w:r w:rsidRPr="0038389B">
        <w:t>indicate</w:t>
      </w:r>
      <w:r w:rsidRPr="0038389B">
        <w:rPr>
          <w:spacing w:val="-10"/>
        </w:rPr>
        <w:t xml:space="preserve"> </w:t>
      </w:r>
      <w:r w:rsidRPr="0038389B">
        <w:t>whether</w:t>
      </w:r>
      <w:r w:rsidRPr="0038389B">
        <w:rPr>
          <w:spacing w:val="-10"/>
        </w:rPr>
        <w:t xml:space="preserve"> </w:t>
      </w:r>
      <w:r w:rsidRPr="0038389B">
        <w:t>or</w:t>
      </w:r>
      <w:r w:rsidRPr="0038389B">
        <w:rPr>
          <w:spacing w:val="-10"/>
        </w:rPr>
        <w:t xml:space="preserve"> </w:t>
      </w:r>
      <w:r w:rsidRPr="0038389B">
        <w:t>not</w:t>
      </w:r>
      <w:r w:rsidRPr="0038389B">
        <w:rPr>
          <w:spacing w:val="-9"/>
        </w:rPr>
        <w:t xml:space="preserve"> </w:t>
      </w:r>
      <w:r w:rsidRPr="0038389B">
        <w:t>such</w:t>
      </w:r>
      <w:r w:rsidRPr="0038389B">
        <w:rPr>
          <w:spacing w:val="-10"/>
        </w:rPr>
        <w:t xml:space="preserve"> </w:t>
      </w:r>
      <w:r w:rsidRPr="0038389B">
        <w:t>user</w:t>
      </w:r>
      <w:r w:rsidRPr="0038389B">
        <w:rPr>
          <w:spacing w:val="-48"/>
        </w:rPr>
        <w:t xml:space="preserve"> </w:t>
      </w:r>
      <w:r w:rsidRPr="0038389B">
        <w:t>is a governmental or nongovernmental</w:t>
      </w:r>
      <w:r w:rsidRPr="0038389B">
        <w:rPr>
          <w:spacing w:val="1"/>
        </w:rPr>
        <w:t xml:space="preserve"> </w:t>
      </w:r>
      <w:r w:rsidRPr="0038389B">
        <w:t>entity.</w:t>
      </w:r>
    </w:p>
    <w:p w14:paraId="6E1563D8" w14:textId="77777777" w:rsidR="00F13DD9" w:rsidRPr="0038389B" w:rsidRDefault="00F13DD9" w:rsidP="00836E6A">
      <w:pPr>
        <w:pStyle w:val="Body"/>
      </w:pPr>
      <w:r w:rsidRPr="0038389B">
        <w:rPr>
          <w:b/>
        </w:rPr>
        <w:t xml:space="preserve">Line 18. </w:t>
      </w:r>
      <w:r w:rsidRPr="0038389B">
        <w:t>Enter a description of the issue</w:t>
      </w:r>
      <w:r w:rsidRPr="0038389B">
        <w:rPr>
          <w:spacing w:val="-47"/>
        </w:rPr>
        <w:t xml:space="preserve"> </w:t>
      </w:r>
      <w:r w:rsidRPr="0038389B">
        <w:t>in</w:t>
      </w:r>
      <w:r w:rsidRPr="0038389B">
        <w:rPr>
          <w:spacing w:val="-7"/>
        </w:rPr>
        <w:t xml:space="preserve"> </w:t>
      </w:r>
      <w:r w:rsidRPr="0038389B">
        <w:t>the</w:t>
      </w:r>
      <w:r w:rsidRPr="0038389B">
        <w:rPr>
          <w:spacing w:val="-7"/>
        </w:rPr>
        <w:t xml:space="preserve"> </w:t>
      </w:r>
      <w:r w:rsidRPr="0038389B">
        <w:t>space</w:t>
      </w:r>
      <w:r w:rsidRPr="0038389B">
        <w:rPr>
          <w:spacing w:val="-7"/>
        </w:rPr>
        <w:t xml:space="preserve"> </w:t>
      </w:r>
      <w:r w:rsidRPr="0038389B">
        <w:t>provided.</w:t>
      </w:r>
    </w:p>
    <w:p w14:paraId="45A4524D" w14:textId="77777777" w:rsidR="00F13DD9" w:rsidRPr="0038389B" w:rsidRDefault="00F13DD9" w:rsidP="00836E6A">
      <w:pPr>
        <w:pStyle w:val="Body"/>
      </w:pPr>
      <w:r w:rsidRPr="0038389B">
        <w:rPr>
          <w:b/>
        </w:rPr>
        <w:lastRenderedPageBreak/>
        <w:t xml:space="preserve">Line 19. </w:t>
      </w:r>
      <w:r w:rsidRPr="0038389B">
        <w:t>If the bonds are short-term tax</w:t>
      </w:r>
      <w:r w:rsidRPr="0038389B">
        <w:rPr>
          <w:spacing w:val="1"/>
        </w:rPr>
        <w:t xml:space="preserve"> </w:t>
      </w:r>
      <w:r w:rsidRPr="0038389B">
        <w:t>anticipation notes or warrants (TANs) or</w:t>
      </w:r>
      <w:r w:rsidRPr="0038389B">
        <w:rPr>
          <w:spacing w:val="1"/>
        </w:rPr>
        <w:t xml:space="preserve"> </w:t>
      </w:r>
      <w:r w:rsidRPr="0038389B">
        <w:t>short-term revenue anticipation notes or</w:t>
      </w:r>
      <w:r w:rsidRPr="0038389B">
        <w:rPr>
          <w:spacing w:val="1"/>
        </w:rPr>
        <w:t xml:space="preserve"> </w:t>
      </w:r>
      <w:r w:rsidRPr="0038389B">
        <w:t>warrants (RANs), check box 19a. If the</w:t>
      </w:r>
      <w:r w:rsidRPr="0038389B">
        <w:rPr>
          <w:spacing w:val="1"/>
        </w:rPr>
        <w:t xml:space="preserve"> </w:t>
      </w:r>
      <w:r w:rsidRPr="0038389B">
        <w:t>bonds are short-term bond anticipation</w:t>
      </w:r>
      <w:r w:rsidRPr="0038389B">
        <w:rPr>
          <w:spacing w:val="1"/>
        </w:rPr>
        <w:t xml:space="preserve"> </w:t>
      </w:r>
      <w:r w:rsidRPr="0038389B">
        <w:t>notes</w:t>
      </w:r>
      <w:r w:rsidRPr="0038389B">
        <w:rPr>
          <w:spacing w:val="-10"/>
        </w:rPr>
        <w:t xml:space="preserve"> </w:t>
      </w:r>
      <w:r w:rsidRPr="0038389B">
        <w:t>(BANs),</w:t>
      </w:r>
      <w:r w:rsidRPr="0038389B">
        <w:rPr>
          <w:spacing w:val="-10"/>
        </w:rPr>
        <w:t xml:space="preserve"> </w:t>
      </w:r>
      <w:r w:rsidRPr="0038389B">
        <w:t>issued</w:t>
      </w:r>
      <w:r w:rsidRPr="0038389B">
        <w:rPr>
          <w:spacing w:val="-10"/>
        </w:rPr>
        <w:t xml:space="preserve"> </w:t>
      </w:r>
      <w:r w:rsidRPr="0038389B">
        <w:t>with</w:t>
      </w:r>
      <w:r w:rsidRPr="0038389B">
        <w:rPr>
          <w:spacing w:val="-11"/>
        </w:rPr>
        <w:t xml:space="preserve"> </w:t>
      </w:r>
      <w:r w:rsidRPr="0038389B">
        <w:t>the</w:t>
      </w:r>
      <w:r w:rsidRPr="0038389B">
        <w:rPr>
          <w:spacing w:val="-10"/>
        </w:rPr>
        <w:t xml:space="preserve"> </w:t>
      </w:r>
      <w:r w:rsidRPr="0038389B">
        <w:t>expectation</w:t>
      </w:r>
      <w:r w:rsidRPr="0038389B">
        <w:rPr>
          <w:spacing w:val="-47"/>
        </w:rPr>
        <w:t xml:space="preserve"> </w:t>
      </w:r>
      <w:r w:rsidRPr="0038389B">
        <w:t>that they will be refunded with the</w:t>
      </w:r>
      <w:r w:rsidRPr="0038389B">
        <w:rPr>
          <w:spacing w:val="1"/>
        </w:rPr>
        <w:t xml:space="preserve"> </w:t>
      </w:r>
      <w:r w:rsidRPr="0038389B">
        <w:t>proceeds of long-term bonds at some</w:t>
      </w:r>
      <w:r w:rsidRPr="0038389B">
        <w:rPr>
          <w:spacing w:val="1"/>
        </w:rPr>
        <w:t xml:space="preserve"> </w:t>
      </w:r>
      <w:r w:rsidRPr="0038389B">
        <w:t>future</w:t>
      </w:r>
      <w:r w:rsidRPr="0038389B">
        <w:rPr>
          <w:spacing w:val="-7"/>
        </w:rPr>
        <w:t xml:space="preserve"> </w:t>
      </w:r>
      <w:r w:rsidRPr="0038389B">
        <w:t>date,</w:t>
      </w:r>
      <w:r w:rsidRPr="0038389B">
        <w:rPr>
          <w:spacing w:val="-7"/>
        </w:rPr>
        <w:t xml:space="preserve"> </w:t>
      </w:r>
      <w:r w:rsidRPr="0038389B">
        <w:t>check</w:t>
      </w:r>
      <w:r w:rsidRPr="0038389B">
        <w:rPr>
          <w:spacing w:val="-5"/>
        </w:rPr>
        <w:t xml:space="preserve"> </w:t>
      </w:r>
      <w:r w:rsidRPr="0038389B">
        <w:t>box</w:t>
      </w:r>
      <w:r w:rsidRPr="0038389B">
        <w:rPr>
          <w:spacing w:val="-7"/>
        </w:rPr>
        <w:t xml:space="preserve"> </w:t>
      </w:r>
      <w:r w:rsidRPr="0038389B">
        <w:t>19b.</w:t>
      </w:r>
      <w:r w:rsidRPr="0038389B">
        <w:rPr>
          <w:spacing w:val="-8"/>
        </w:rPr>
        <w:t xml:space="preserve"> </w:t>
      </w:r>
      <w:r w:rsidRPr="0038389B">
        <w:rPr>
          <w:b/>
        </w:rPr>
        <w:t>Do</w:t>
      </w:r>
      <w:r w:rsidRPr="0038389B">
        <w:rPr>
          <w:b/>
          <w:spacing w:val="-1"/>
        </w:rPr>
        <w:t xml:space="preserve"> </w:t>
      </w:r>
      <w:r w:rsidRPr="0038389B">
        <w:rPr>
          <w:b/>
        </w:rPr>
        <w:t>not</w:t>
      </w:r>
      <w:r w:rsidRPr="0038389B">
        <w:rPr>
          <w:b/>
          <w:spacing w:val="-6"/>
        </w:rPr>
        <w:t xml:space="preserve"> </w:t>
      </w:r>
      <w:r w:rsidRPr="0038389B">
        <w:t>check</w:t>
      </w:r>
      <w:r w:rsidRPr="0038389B">
        <w:rPr>
          <w:spacing w:val="-47"/>
        </w:rPr>
        <w:t xml:space="preserve"> </w:t>
      </w:r>
      <w:r w:rsidRPr="0038389B">
        <w:t>both</w:t>
      </w:r>
      <w:r w:rsidRPr="0038389B">
        <w:rPr>
          <w:spacing w:val="-7"/>
        </w:rPr>
        <w:t xml:space="preserve"> </w:t>
      </w:r>
      <w:r w:rsidRPr="0038389B">
        <w:t>boxes.</w:t>
      </w:r>
    </w:p>
    <w:p w14:paraId="0A38029F" w14:textId="7DBC4684" w:rsidR="00F13DD9" w:rsidRPr="0038389B" w:rsidRDefault="00F13DD9" w:rsidP="000E483F">
      <w:pPr>
        <w:pStyle w:val="Body"/>
      </w:pPr>
      <w:r w:rsidRPr="0038389B">
        <w:rPr>
          <w:b/>
        </w:rPr>
        <w:t>Line 20.</w:t>
      </w:r>
      <w:r w:rsidRPr="0038389B">
        <w:rPr>
          <w:b/>
          <w:spacing w:val="1"/>
        </w:rPr>
        <w:t xml:space="preserve"> </w:t>
      </w:r>
      <w:r w:rsidRPr="0038389B">
        <w:t>Check this box if property other</w:t>
      </w:r>
      <w:r w:rsidRPr="0038389B">
        <w:rPr>
          <w:spacing w:val="-47"/>
        </w:rPr>
        <w:t xml:space="preserve"> </w:t>
      </w:r>
      <w:r w:rsidRPr="0038389B">
        <w:t>than cash is exchanged for the bond, for</w:t>
      </w:r>
      <w:r w:rsidRPr="0038389B">
        <w:rPr>
          <w:spacing w:val="1"/>
        </w:rPr>
        <w:t xml:space="preserve"> </w:t>
      </w:r>
      <w:r w:rsidRPr="0038389B">
        <w:t>example, acquiring a police car, a fire</w:t>
      </w:r>
      <w:r w:rsidRPr="0038389B">
        <w:rPr>
          <w:spacing w:val="1"/>
        </w:rPr>
        <w:t xml:space="preserve"> </w:t>
      </w:r>
      <w:r w:rsidRPr="0038389B">
        <w:t>truck, or telephone equipment through a</w:t>
      </w:r>
      <w:r w:rsidRPr="0038389B">
        <w:rPr>
          <w:spacing w:val="1"/>
        </w:rPr>
        <w:t xml:space="preserve"> </w:t>
      </w:r>
      <w:r w:rsidRPr="0038389B">
        <w:t>series</w:t>
      </w:r>
      <w:r w:rsidRPr="0038389B">
        <w:rPr>
          <w:spacing w:val="-10"/>
        </w:rPr>
        <w:t xml:space="preserve"> </w:t>
      </w:r>
      <w:r w:rsidRPr="0038389B">
        <w:t>of</w:t>
      </w:r>
      <w:r w:rsidRPr="0038389B">
        <w:rPr>
          <w:spacing w:val="-9"/>
        </w:rPr>
        <w:t xml:space="preserve"> </w:t>
      </w:r>
      <w:r w:rsidRPr="0038389B">
        <w:t>monthly</w:t>
      </w:r>
      <w:r w:rsidRPr="0038389B">
        <w:rPr>
          <w:spacing w:val="-10"/>
        </w:rPr>
        <w:t xml:space="preserve"> </w:t>
      </w:r>
      <w:r w:rsidRPr="0038389B">
        <w:t>payments.</w:t>
      </w:r>
      <w:r w:rsidRPr="0038389B">
        <w:rPr>
          <w:spacing w:val="-9"/>
        </w:rPr>
        <w:t xml:space="preserve"> </w:t>
      </w:r>
      <w:r w:rsidRPr="0038389B">
        <w:t>(This</w:t>
      </w:r>
      <w:r w:rsidRPr="0038389B">
        <w:rPr>
          <w:spacing w:val="-9"/>
        </w:rPr>
        <w:t xml:space="preserve"> </w:t>
      </w:r>
      <w:r w:rsidRPr="0038389B">
        <w:t>type</w:t>
      </w:r>
      <w:r w:rsidRPr="0038389B">
        <w:rPr>
          <w:spacing w:val="-10"/>
        </w:rPr>
        <w:t xml:space="preserve"> </w:t>
      </w:r>
      <w:r w:rsidRPr="0038389B">
        <w:t>of</w:t>
      </w:r>
      <w:r w:rsidRPr="0038389B">
        <w:rPr>
          <w:spacing w:val="1"/>
        </w:rPr>
        <w:t xml:space="preserve"> </w:t>
      </w:r>
      <w:r w:rsidRPr="0038389B">
        <w:t>bond is sometimes referred to as a</w:t>
      </w:r>
      <w:r w:rsidRPr="0038389B">
        <w:rPr>
          <w:spacing w:val="1"/>
        </w:rPr>
        <w:t xml:space="preserve"> </w:t>
      </w:r>
      <w:r w:rsidRPr="0038389B">
        <w:t>“municipal lease.”) Also check this box if</w:t>
      </w:r>
      <w:r w:rsidRPr="0038389B">
        <w:rPr>
          <w:spacing w:val="1"/>
        </w:rPr>
        <w:t xml:space="preserve"> </w:t>
      </w:r>
      <w:r w:rsidRPr="0038389B">
        <w:t>real</w:t>
      </w:r>
      <w:r w:rsidRPr="0038389B">
        <w:rPr>
          <w:spacing w:val="-7"/>
        </w:rPr>
        <w:t xml:space="preserve"> </w:t>
      </w:r>
      <w:r w:rsidRPr="0038389B">
        <w:t>property</w:t>
      </w:r>
      <w:r w:rsidRPr="0038389B">
        <w:rPr>
          <w:spacing w:val="-8"/>
        </w:rPr>
        <w:t xml:space="preserve"> </w:t>
      </w:r>
      <w:r w:rsidRPr="0038389B">
        <w:t>is</w:t>
      </w:r>
      <w:r w:rsidRPr="0038389B">
        <w:rPr>
          <w:spacing w:val="-7"/>
        </w:rPr>
        <w:t xml:space="preserve"> </w:t>
      </w:r>
      <w:r w:rsidRPr="0038389B">
        <w:t>directly</w:t>
      </w:r>
      <w:r w:rsidRPr="0038389B">
        <w:rPr>
          <w:spacing w:val="-8"/>
        </w:rPr>
        <w:t xml:space="preserve"> </w:t>
      </w:r>
      <w:r w:rsidRPr="0038389B">
        <w:t>acquired</w:t>
      </w:r>
      <w:r w:rsidRPr="0038389B">
        <w:rPr>
          <w:spacing w:val="-8"/>
        </w:rPr>
        <w:t xml:space="preserve"> </w:t>
      </w:r>
      <w:r w:rsidRPr="0038389B">
        <w:t>in</w:t>
      </w:r>
      <w:r w:rsidR="000E483F" w:rsidRPr="0038389B">
        <w:t xml:space="preserve"> </w:t>
      </w:r>
      <w:r w:rsidRPr="0038389B">
        <w:t>exchange for a bond to make periodic</w:t>
      </w:r>
      <w:r w:rsidRPr="0038389B">
        <w:rPr>
          <w:spacing w:val="1"/>
        </w:rPr>
        <w:t xml:space="preserve"> </w:t>
      </w:r>
      <w:r w:rsidRPr="0038389B">
        <w:t>payments</w:t>
      </w:r>
      <w:r w:rsidRPr="0038389B">
        <w:rPr>
          <w:spacing w:val="-10"/>
        </w:rPr>
        <w:t xml:space="preserve"> </w:t>
      </w:r>
      <w:r w:rsidRPr="0038389B">
        <w:t>of</w:t>
      </w:r>
      <w:r w:rsidRPr="0038389B">
        <w:rPr>
          <w:spacing w:val="-9"/>
        </w:rPr>
        <w:t xml:space="preserve"> </w:t>
      </w:r>
      <w:r w:rsidRPr="0038389B">
        <w:t>interest</w:t>
      </w:r>
      <w:r w:rsidRPr="0038389B">
        <w:rPr>
          <w:spacing w:val="-10"/>
        </w:rPr>
        <w:t xml:space="preserve"> </w:t>
      </w:r>
      <w:r w:rsidRPr="0038389B">
        <w:t>and</w:t>
      </w:r>
      <w:r w:rsidRPr="0038389B">
        <w:rPr>
          <w:spacing w:val="-9"/>
        </w:rPr>
        <w:t xml:space="preserve"> </w:t>
      </w:r>
      <w:r w:rsidRPr="0038389B">
        <w:t>principal.</w:t>
      </w:r>
      <w:r w:rsidRPr="0038389B">
        <w:rPr>
          <w:spacing w:val="-8"/>
        </w:rPr>
        <w:t xml:space="preserve"> </w:t>
      </w:r>
      <w:r w:rsidRPr="0038389B">
        <w:rPr>
          <w:b/>
        </w:rPr>
        <w:t>Do</w:t>
      </w:r>
      <w:r w:rsidRPr="0038389B">
        <w:rPr>
          <w:b/>
          <w:spacing w:val="-5"/>
        </w:rPr>
        <w:t xml:space="preserve"> </w:t>
      </w:r>
      <w:r w:rsidRPr="0038389B">
        <w:rPr>
          <w:b/>
        </w:rPr>
        <w:t>not</w:t>
      </w:r>
      <w:r w:rsidRPr="0038389B">
        <w:rPr>
          <w:b/>
          <w:spacing w:val="-47"/>
        </w:rPr>
        <w:t xml:space="preserve"> </w:t>
      </w:r>
      <w:r w:rsidRPr="0038389B">
        <w:t>check this box if the proceeds of the bond</w:t>
      </w:r>
      <w:r w:rsidRPr="0038389B">
        <w:rPr>
          <w:spacing w:val="-47"/>
        </w:rPr>
        <w:t xml:space="preserve"> </w:t>
      </w:r>
      <w:r w:rsidRPr="0038389B">
        <w:t>are received in the form of cash, even if</w:t>
      </w:r>
      <w:r w:rsidRPr="0038389B">
        <w:rPr>
          <w:spacing w:val="1"/>
        </w:rPr>
        <w:t xml:space="preserve"> </w:t>
      </w:r>
      <w:r w:rsidRPr="0038389B">
        <w:t>the term “lease” is used in the title of the</w:t>
      </w:r>
      <w:r w:rsidRPr="0038389B">
        <w:rPr>
          <w:spacing w:val="1"/>
        </w:rPr>
        <w:t xml:space="preserve"> </w:t>
      </w:r>
      <w:r w:rsidRPr="0038389B">
        <w:t>issue.</w:t>
      </w:r>
    </w:p>
    <w:p w14:paraId="21C938EC" w14:textId="77777777" w:rsidR="00F13DD9" w:rsidRPr="0038389B" w:rsidRDefault="00F13DD9" w:rsidP="000E483F">
      <w:pPr>
        <w:pStyle w:val="Heading2"/>
      </w:pPr>
      <w:bookmarkStart w:id="12" w:name="Part_III—Description_of_Bonds"/>
      <w:bookmarkEnd w:id="12"/>
      <w:r w:rsidRPr="0038389B">
        <w:lastRenderedPageBreak/>
        <w:t>Part</w:t>
      </w:r>
      <w:r w:rsidRPr="0038389B">
        <w:rPr>
          <w:spacing w:val="-1"/>
        </w:rPr>
        <w:t xml:space="preserve"> </w:t>
      </w:r>
      <w:r w:rsidRPr="0038389B">
        <w:t>III—Description</w:t>
      </w:r>
      <w:r w:rsidRPr="0038389B">
        <w:rPr>
          <w:spacing w:val="-1"/>
        </w:rPr>
        <w:t xml:space="preserve"> </w:t>
      </w:r>
      <w:r w:rsidRPr="0038389B">
        <w:t>of</w:t>
      </w:r>
      <w:r w:rsidRPr="0038389B">
        <w:rPr>
          <w:spacing w:val="-2"/>
        </w:rPr>
        <w:t xml:space="preserve"> </w:t>
      </w:r>
      <w:r w:rsidRPr="0038389B">
        <w:t>Bonds</w:t>
      </w:r>
    </w:p>
    <w:p w14:paraId="3F998130" w14:textId="77777777" w:rsidR="00F13DD9" w:rsidRPr="0038389B" w:rsidRDefault="00F13DD9" w:rsidP="000E483F">
      <w:pPr>
        <w:pStyle w:val="Body"/>
      </w:pPr>
      <w:r w:rsidRPr="0038389B">
        <w:rPr>
          <w:b/>
        </w:rPr>
        <w:t xml:space="preserve">Line 21. </w:t>
      </w:r>
      <w:r w:rsidRPr="0038389B">
        <w:t>For column (a), the final maturity</w:t>
      </w:r>
      <w:r w:rsidRPr="0038389B">
        <w:rPr>
          <w:spacing w:val="-47"/>
        </w:rPr>
        <w:t xml:space="preserve"> </w:t>
      </w:r>
      <w:r w:rsidRPr="0038389B">
        <w:t>date is the last date the issuer must</w:t>
      </w:r>
      <w:r w:rsidRPr="0038389B">
        <w:rPr>
          <w:spacing w:val="1"/>
        </w:rPr>
        <w:t xml:space="preserve"> </w:t>
      </w:r>
      <w:r w:rsidRPr="0038389B">
        <w:t>redeem</w:t>
      </w:r>
      <w:r w:rsidRPr="0038389B">
        <w:rPr>
          <w:spacing w:val="-7"/>
        </w:rPr>
        <w:t xml:space="preserve"> </w:t>
      </w:r>
      <w:r w:rsidRPr="0038389B">
        <w:t>the</w:t>
      </w:r>
      <w:r w:rsidRPr="0038389B">
        <w:rPr>
          <w:spacing w:val="-8"/>
        </w:rPr>
        <w:t xml:space="preserve"> </w:t>
      </w:r>
      <w:r w:rsidRPr="0038389B">
        <w:t>entire</w:t>
      </w:r>
      <w:r w:rsidRPr="0038389B">
        <w:rPr>
          <w:spacing w:val="-7"/>
        </w:rPr>
        <w:t xml:space="preserve"> </w:t>
      </w:r>
      <w:r w:rsidRPr="0038389B">
        <w:t>issue.</w:t>
      </w:r>
    </w:p>
    <w:p w14:paraId="6D436348" w14:textId="490C8D08" w:rsidR="00F13DD9" w:rsidRPr="0038389B" w:rsidRDefault="00F13DD9" w:rsidP="000E483F">
      <w:pPr>
        <w:pStyle w:val="Body"/>
      </w:pPr>
      <w:r w:rsidRPr="0038389B">
        <w:t>For</w:t>
      </w:r>
      <w:r w:rsidRPr="0038389B">
        <w:rPr>
          <w:spacing w:val="-8"/>
        </w:rPr>
        <w:t xml:space="preserve"> </w:t>
      </w:r>
      <w:r w:rsidRPr="0038389B">
        <w:t>column</w:t>
      </w:r>
      <w:r w:rsidRPr="0038389B">
        <w:rPr>
          <w:spacing w:val="-8"/>
        </w:rPr>
        <w:t xml:space="preserve"> </w:t>
      </w:r>
      <w:r w:rsidRPr="0038389B">
        <w:t>(b),</w:t>
      </w:r>
      <w:r w:rsidRPr="0038389B">
        <w:rPr>
          <w:spacing w:val="-8"/>
        </w:rPr>
        <w:t xml:space="preserve"> </w:t>
      </w:r>
      <w:r w:rsidRPr="0038389B">
        <w:t>see</w:t>
      </w:r>
      <w:r w:rsidRPr="0038389B">
        <w:rPr>
          <w:spacing w:val="-9"/>
        </w:rPr>
        <w:t xml:space="preserve"> </w:t>
      </w:r>
      <w:r w:rsidRPr="0038389B">
        <w:rPr>
          <w:i/>
        </w:rPr>
        <w:t>Issue</w:t>
      </w:r>
      <w:r w:rsidRPr="0038389B">
        <w:rPr>
          <w:i/>
          <w:spacing w:val="-9"/>
        </w:rPr>
        <w:t xml:space="preserve"> </w:t>
      </w:r>
      <w:r w:rsidRPr="0038389B">
        <w:rPr>
          <w:i/>
        </w:rPr>
        <w:t>price</w:t>
      </w:r>
      <w:r w:rsidRPr="0038389B">
        <w:rPr>
          <w:i/>
          <w:spacing w:val="-7"/>
        </w:rPr>
        <w:t xml:space="preserve"> </w:t>
      </w:r>
      <w:r w:rsidRPr="0038389B">
        <w:t>under</w:t>
      </w:r>
      <w:r w:rsidR="000E483F" w:rsidRPr="0038389B">
        <w:t xml:space="preserve"> </w:t>
      </w:r>
      <w:r w:rsidRPr="0038389B">
        <w:t>Definitions,</w:t>
      </w:r>
      <w:r w:rsidRPr="0038389B">
        <w:rPr>
          <w:spacing w:val="-10"/>
        </w:rPr>
        <w:t xml:space="preserve"> </w:t>
      </w:r>
      <w:r w:rsidRPr="0038389B">
        <w:t>earlier.</w:t>
      </w:r>
    </w:p>
    <w:p w14:paraId="4D44BA9D" w14:textId="77777777" w:rsidR="00F13DD9" w:rsidRPr="0038389B" w:rsidRDefault="00F13DD9" w:rsidP="000E483F">
      <w:pPr>
        <w:pStyle w:val="Body"/>
      </w:pPr>
      <w:r w:rsidRPr="0038389B">
        <w:t>For column (c), the stated redemption</w:t>
      </w:r>
      <w:r w:rsidRPr="0038389B">
        <w:rPr>
          <w:spacing w:val="1"/>
        </w:rPr>
        <w:t xml:space="preserve"> </w:t>
      </w:r>
      <w:r w:rsidRPr="0038389B">
        <w:t>price at maturity of the entire issue is the</w:t>
      </w:r>
      <w:r w:rsidRPr="0038389B">
        <w:rPr>
          <w:spacing w:val="1"/>
        </w:rPr>
        <w:t xml:space="preserve"> </w:t>
      </w:r>
      <w:r w:rsidRPr="0038389B">
        <w:t>sum of the stated redemption prices at</w:t>
      </w:r>
      <w:r w:rsidRPr="0038389B">
        <w:rPr>
          <w:spacing w:val="1"/>
        </w:rPr>
        <w:t xml:space="preserve"> </w:t>
      </w:r>
      <w:r w:rsidRPr="0038389B">
        <w:t>maturity</w:t>
      </w:r>
      <w:r w:rsidRPr="0038389B">
        <w:rPr>
          <w:spacing w:val="-10"/>
        </w:rPr>
        <w:t xml:space="preserve"> </w:t>
      </w:r>
      <w:r w:rsidRPr="0038389B">
        <w:t>of</w:t>
      </w:r>
      <w:r w:rsidRPr="0038389B">
        <w:rPr>
          <w:spacing w:val="-10"/>
        </w:rPr>
        <w:t xml:space="preserve"> </w:t>
      </w:r>
      <w:r w:rsidRPr="0038389B">
        <w:t>each</w:t>
      </w:r>
      <w:r w:rsidRPr="0038389B">
        <w:rPr>
          <w:spacing w:val="-9"/>
        </w:rPr>
        <w:t xml:space="preserve"> </w:t>
      </w:r>
      <w:r w:rsidRPr="0038389B">
        <w:t>bond</w:t>
      </w:r>
      <w:r w:rsidRPr="0038389B">
        <w:rPr>
          <w:spacing w:val="-10"/>
        </w:rPr>
        <w:t xml:space="preserve"> </w:t>
      </w:r>
      <w:r w:rsidRPr="0038389B">
        <w:t>issued</w:t>
      </w:r>
      <w:r w:rsidRPr="0038389B">
        <w:rPr>
          <w:spacing w:val="-10"/>
        </w:rPr>
        <w:t xml:space="preserve"> </w:t>
      </w:r>
      <w:r w:rsidRPr="0038389B">
        <w:t>as</w:t>
      </w:r>
      <w:r w:rsidRPr="0038389B">
        <w:rPr>
          <w:spacing w:val="-10"/>
        </w:rPr>
        <w:t xml:space="preserve"> </w:t>
      </w:r>
      <w:r w:rsidRPr="0038389B">
        <w:t>part</w:t>
      </w:r>
      <w:r w:rsidRPr="0038389B">
        <w:rPr>
          <w:spacing w:val="-9"/>
        </w:rPr>
        <w:t xml:space="preserve"> </w:t>
      </w:r>
      <w:r w:rsidRPr="0038389B">
        <w:t>of</w:t>
      </w:r>
      <w:r w:rsidRPr="0038389B">
        <w:rPr>
          <w:spacing w:val="-10"/>
        </w:rPr>
        <w:t xml:space="preserve"> </w:t>
      </w:r>
      <w:r w:rsidRPr="0038389B">
        <w:t>the</w:t>
      </w:r>
      <w:r w:rsidRPr="0038389B">
        <w:rPr>
          <w:spacing w:val="-47"/>
        </w:rPr>
        <w:t xml:space="preserve"> </w:t>
      </w:r>
      <w:bookmarkStart w:id="13" w:name="Part_V—Description_of_Refunded_Bonds"/>
      <w:bookmarkEnd w:id="13"/>
      <w:r w:rsidRPr="0038389B">
        <w:t>issue.</w:t>
      </w:r>
      <w:r w:rsidRPr="0038389B">
        <w:rPr>
          <w:spacing w:val="-13"/>
        </w:rPr>
        <w:t xml:space="preserve"> </w:t>
      </w:r>
      <w:r w:rsidRPr="0038389B">
        <w:t>For</w:t>
      </w:r>
      <w:r w:rsidRPr="0038389B">
        <w:rPr>
          <w:spacing w:val="-12"/>
        </w:rPr>
        <w:t xml:space="preserve"> </w:t>
      </w:r>
      <w:r w:rsidRPr="0038389B">
        <w:t>a</w:t>
      </w:r>
      <w:r w:rsidRPr="0038389B">
        <w:rPr>
          <w:spacing w:val="-12"/>
        </w:rPr>
        <w:t xml:space="preserve"> </w:t>
      </w:r>
      <w:r w:rsidRPr="0038389B">
        <w:t>lease</w:t>
      </w:r>
      <w:r w:rsidRPr="0038389B">
        <w:rPr>
          <w:spacing w:val="-13"/>
        </w:rPr>
        <w:t xml:space="preserve"> </w:t>
      </w:r>
      <w:r w:rsidRPr="0038389B">
        <w:t>or</w:t>
      </w:r>
      <w:r w:rsidRPr="0038389B">
        <w:rPr>
          <w:spacing w:val="-12"/>
        </w:rPr>
        <w:t xml:space="preserve"> </w:t>
      </w:r>
      <w:r w:rsidRPr="0038389B">
        <w:t>installment</w:t>
      </w:r>
      <w:r w:rsidRPr="0038389B">
        <w:rPr>
          <w:spacing w:val="-12"/>
        </w:rPr>
        <w:t xml:space="preserve"> </w:t>
      </w:r>
      <w:r w:rsidRPr="0038389B">
        <w:t>sale,</w:t>
      </w:r>
      <w:r w:rsidRPr="0038389B">
        <w:rPr>
          <w:spacing w:val="-13"/>
        </w:rPr>
        <w:t xml:space="preserve"> </w:t>
      </w:r>
      <w:r w:rsidRPr="0038389B">
        <w:t>write</w:t>
      </w:r>
      <w:r w:rsidRPr="0038389B">
        <w:rPr>
          <w:spacing w:val="-47"/>
        </w:rPr>
        <w:t xml:space="preserve"> </w:t>
      </w:r>
      <w:r w:rsidRPr="0038389B">
        <w:t>“N/A”</w:t>
      </w:r>
      <w:r w:rsidRPr="0038389B">
        <w:rPr>
          <w:spacing w:val="-7"/>
        </w:rPr>
        <w:t xml:space="preserve"> </w:t>
      </w:r>
      <w:r w:rsidRPr="0038389B">
        <w:t>in</w:t>
      </w:r>
      <w:r w:rsidRPr="0038389B">
        <w:rPr>
          <w:spacing w:val="-7"/>
        </w:rPr>
        <w:t xml:space="preserve"> </w:t>
      </w:r>
      <w:r w:rsidRPr="0038389B">
        <w:t>column</w:t>
      </w:r>
      <w:r w:rsidRPr="0038389B">
        <w:rPr>
          <w:spacing w:val="-6"/>
        </w:rPr>
        <w:t xml:space="preserve"> </w:t>
      </w:r>
      <w:r w:rsidRPr="0038389B">
        <w:t>(c).</w:t>
      </w:r>
    </w:p>
    <w:p w14:paraId="60B803CE" w14:textId="77777777" w:rsidR="00F13DD9" w:rsidRPr="0038389B" w:rsidRDefault="00F13DD9" w:rsidP="000E483F">
      <w:pPr>
        <w:pStyle w:val="Body"/>
      </w:pPr>
      <w:r w:rsidRPr="0038389B">
        <w:t>For column (d), the weighted average</w:t>
      </w:r>
      <w:r w:rsidRPr="0038389B">
        <w:rPr>
          <w:spacing w:val="1"/>
        </w:rPr>
        <w:t xml:space="preserve"> </w:t>
      </w:r>
      <w:r w:rsidRPr="0038389B">
        <w:t>maturity is the sum of the products of the</w:t>
      </w:r>
      <w:r w:rsidRPr="0038389B">
        <w:rPr>
          <w:spacing w:val="1"/>
        </w:rPr>
        <w:t xml:space="preserve"> </w:t>
      </w:r>
      <w:r w:rsidRPr="0038389B">
        <w:t>issue price of each maturity and the</w:t>
      </w:r>
      <w:r w:rsidRPr="0038389B">
        <w:rPr>
          <w:spacing w:val="1"/>
        </w:rPr>
        <w:t xml:space="preserve"> </w:t>
      </w:r>
      <w:r w:rsidRPr="0038389B">
        <w:t>number of years to maturity (determined</w:t>
      </w:r>
      <w:r w:rsidRPr="0038389B">
        <w:rPr>
          <w:spacing w:val="1"/>
        </w:rPr>
        <w:t xml:space="preserve"> </w:t>
      </w:r>
      <w:r w:rsidRPr="0038389B">
        <w:t>separately</w:t>
      </w:r>
      <w:r w:rsidRPr="0038389B">
        <w:rPr>
          <w:spacing w:val="-11"/>
        </w:rPr>
        <w:t xml:space="preserve"> </w:t>
      </w:r>
      <w:r w:rsidRPr="0038389B">
        <w:t>for</w:t>
      </w:r>
      <w:r w:rsidRPr="0038389B">
        <w:rPr>
          <w:spacing w:val="-10"/>
        </w:rPr>
        <w:t xml:space="preserve"> </w:t>
      </w:r>
      <w:r w:rsidRPr="0038389B">
        <w:t>each</w:t>
      </w:r>
      <w:r w:rsidRPr="0038389B">
        <w:rPr>
          <w:spacing w:val="-11"/>
        </w:rPr>
        <w:t xml:space="preserve"> </w:t>
      </w:r>
      <w:r w:rsidRPr="0038389B">
        <w:t>maturity</w:t>
      </w:r>
      <w:r w:rsidRPr="0038389B">
        <w:rPr>
          <w:spacing w:val="-10"/>
        </w:rPr>
        <w:t xml:space="preserve"> </w:t>
      </w:r>
      <w:r w:rsidRPr="0038389B">
        <w:t>and</w:t>
      </w:r>
      <w:r w:rsidRPr="0038389B">
        <w:rPr>
          <w:spacing w:val="-10"/>
        </w:rPr>
        <w:t xml:space="preserve"> </w:t>
      </w:r>
      <w:r w:rsidRPr="0038389B">
        <w:t>by</w:t>
      </w:r>
      <w:r w:rsidRPr="0038389B">
        <w:rPr>
          <w:spacing w:val="-11"/>
        </w:rPr>
        <w:t xml:space="preserve"> </w:t>
      </w:r>
      <w:r w:rsidRPr="0038389B">
        <w:t>taking</w:t>
      </w:r>
      <w:r w:rsidRPr="0038389B">
        <w:rPr>
          <w:spacing w:val="-47"/>
        </w:rPr>
        <w:t xml:space="preserve"> </w:t>
      </w:r>
      <w:r w:rsidRPr="0038389B">
        <w:t>into account mandatory redemptions),</w:t>
      </w:r>
      <w:r w:rsidRPr="0038389B">
        <w:rPr>
          <w:spacing w:val="1"/>
        </w:rPr>
        <w:t xml:space="preserve"> </w:t>
      </w:r>
      <w:r w:rsidRPr="0038389B">
        <w:t>divided by the issue price of the entire</w:t>
      </w:r>
      <w:r w:rsidRPr="0038389B">
        <w:rPr>
          <w:spacing w:val="1"/>
        </w:rPr>
        <w:t xml:space="preserve"> </w:t>
      </w:r>
      <w:r w:rsidRPr="0038389B">
        <w:t>issue (from line 21, column (b)). For a</w:t>
      </w:r>
      <w:r w:rsidRPr="0038389B">
        <w:rPr>
          <w:spacing w:val="1"/>
        </w:rPr>
        <w:t xml:space="preserve"> </w:t>
      </w:r>
      <w:r w:rsidRPr="0038389B">
        <w:rPr>
          <w:spacing w:val="-1"/>
        </w:rPr>
        <w:t>lease</w:t>
      </w:r>
      <w:r w:rsidRPr="0038389B">
        <w:rPr>
          <w:spacing w:val="-11"/>
        </w:rPr>
        <w:t xml:space="preserve"> </w:t>
      </w:r>
      <w:r w:rsidRPr="0038389B">
        <w:rPr>
          <w:spacing w:val="-1"/>
        </w:rPr>
        <w:t>or</w:t>
      </w:r>
      <w:r w:rsidRPr="0038389B">
        <w:rPr>
          <w:spacing w:val="-10"/>
        </w:rPr>
        <w:t xml:space="preserve"> </w:t>
      </w:r>
      <w:r w:rsidRPr="0038389B">
        <w:rPr>
          <w:spacing w:val="-1"/>
        </w:rPr>
        <w:t>installment</w:t>
      </w:r>
      <w:r w:rsidRPr="0038389B">
        <w:rPr>
          <w:spacing w:val="-10"/>
        </w:rPr>
        <w:t xml:space="preserve"> </w:t>
      </w:r>
      <w:r w:rsidRPr="0038389B">
        <w:t>sale,</w:t>
      </w:r>
      <w:r w:rsidRPr="0038389B">
        <w:rPr>
          <w:spacing w:val="-10"/>
        </w:rPr>
        <w:t xml:space="preserve"> </w:t>
      </w:r>
      <w:r w:rsidRPr="0038389B">
        <w:t>enter</w:t>
      </w:r>
      <w:r w:rsidRPr="0038389B">
        <w:rPr>
          <w:spacing w:val="-11"/>
        </w:rPr>
        <w:t xml:space="preserve"> </w:t>
      </w:r>
      <w:r w:rsidRPr="0038389B">
        <w:t>instead</w:t>
      </w:r>
      <w:r w:rsidRPr="0038389B">
        <w:rPr>
          <w:spacing w:val="-10"/>
        </w:rPr>
        <w:t xml:space="preserve"> </w:t>
      </w:r>
      <w:r w:rsidRPr="0038389B">
        <w:t>the</w:t>
      </w:r>
      <w:r w:rsidRPr="0038389B">
        <w:rPr>
          <w:spacing w:val="-47"/>
        </w:rPr>
        <w:t xml:space="preserve"> </w:t>
      </w:r>
      <w:r w:rsidRPr="0038389B">
        <w:t>total number of years the lease or</w:t>
      </w:r>
      <w:r w:rsidRPr="0038389B">
        <w:rPr>
          <w:spacing w:val="1"/>
        </w:rPr>
        <w:t xml:space="preserve"> </w:t>
      </w:r>
      <w:r w:rsidRPr="0038389B">
        <w:t>installment</w:t>
      </w:r>
      <w:r w:rsidRPr="0038389B">
        <w:rPr>
          <w:spacing w:val="-9"/>
        </w:rPr>
        <w:t xml:space="preserve"> </w:t>
      </w:r>
      <w:r w:rsidRPr="0038389B">
        <w:t>sale</w:t>
      </w:r>
      <w:r w:rsidRPr="0038389B">
        <w:rPr>
          <w:spacing w:val="-9"/>
        </w:rPr>
        <w:t xml:space="preserve"> </w:t>
      </w:r>
      <w:r w:rsidRPr="0038389B">
        <w:t>will</w:t>
      </w:r>
      <w:r w:rsidRPr="0038389B">
        <w:rPr>
          <w:spacing w:val="-9"/>
        </w:rPr>
        <w:t xml:space="preserve"> </w:t>
      </w:r>
      <w:r w:rsidRPr="0038389B">
        <w:t>be</w:t>
      </w:r>
      <w:r w:rsidRPr="0038389B">
        <w:rPr>
          <w:spacing w:val="-9"/>
        </w:rPr>
        <w:t xml:space="preserve"> </w:t>
      </w:r>
      <w:r w:rsidRPr="0038389B">
        <w:t>outstanding.</w:t>
      </w:r>
    </w:p>
    <w:p w14:paraId="0E76EFD3" w14:textId="77777777" w:rsidR="00F13DD9" w:rsidRPr="0038389B" w:rsidRDefault="00F13DD9" w:rsidP="000E483F">
      <w:pPr>
        <w:pStyle w:val="Body"/>
      </w:pPr>
      <w:r w:rsidRPr="0038389B">
        <w:lastRenderedPageBreak/>
        <w:t>For column (e), the yield, as defined in</w:t>
      </w:r>
      <w:r w:rsidRPr="0038389B">
        <w:rPr>
          <w:spacing w:val="-47"/>
        </w:rPr>
        <w:t xml:space="preserve"> </w:t>
      </w:r>
      <w:r w:rsidRPr="0038389B">
        <w:t>section 148(h), is the discount rate that,</w:t>
      </w:r>
      <w:r w:rsidRPr="0038389B">
        <w:rPr>
          <w:spacing w:val="1"/>
        </w:rPr>
        <w:t xml:space="preserve"> </w:t>
      </w:r>
      <w:r w:rsidRPr="0038389B">
        <w:t>when used to figure the present value of</w:t>
      </w:r>
      <w:r w:rsidRPr="0038389B">
        <w:rPr>
          <w:spacing w:val="1"/>
        </w:rPr>
        <w:t xml:space="preserve"> </w:t>
      </w:r>
      <w:r w:rsidRPr="0038389B">
        <w:t>all</w:t>
      </w:r>
      <w:r w:rsidRPr="0038389B">
        <w:rPr>
          <w:spacing w:val="-10"/>
        </w:rPr>
        <w:t xml:space="preserve"> </w:t>
      </w:r>
      <w:r w:rsidRPr="0038389B">
        <w:t>payments</w:t>
      </w:r>
      <w:r w:rsidRPr="0038389B">
        <w:rPr>
          <w:spacing w:val="-9"/>
        </w:rPr>
        <w:t xml:space="preserve"> </w:t>
      </w:r>
      <w:r w:rsidRPr="0038389B">
        <w:t>of</w:t>
      </w:r>
      <w:r w:rsidRPr="0038389B">
        <w:rPr>
          <w:spacing w:val="-9"/>
        </w:rPr>
        <w:t xml:space="preserve"> </w:t>
      </w:r>
      <w:r w:rsidRPr="0038389B">
        <w:t>principal</w:t>
      </w:r>
      <w:r w:rsidRPr="0038389B">
        <w:rPr>
          <w:spacing w:val="-9"/>
        </w:rPr>
        <w:t xml:space="preserve"> </w:t>
      </w:r>
      <w:r w:rsidRPr="0038389B">
        <w:t>and</w:t>
      </w:r>
      <w:r w:rsidRPr="0038389B">
        <w:rPr>
          <w:spacing w:val="-9"/>
        </w:rPr>
        <w:t xml:space="preserve"> </w:t>
      </w:r>
      <w:r w:rsidRPr="0038389B">
        <w:t>interest</w:t>
      </w:r>
      <w:r w:rsidRPr="0038389B">
        <w:rPr>
          <w:spacing w:val="-9"/>
        </w:rPr>
        <w:t xml:space="preserve"> </w:t>
      </w:r>
      <w:r w:rsidRPr="0038389B">
        <w:t>to</w:t>
      </w:r>
      <w:r w:rsidRPr="0038389B">
        <w:rPr>
          <w:spacing w:val="-9"/>
        </w:rPr>
        <w:t xml:space="preserve"> </w:t>
      </w:r>
      <w:r w:rsidRPr="0038389B">
        <w:t>be</w:t>
      </w:r>
      <w:r w:rsidRPr="0038389B">
        <w:rPr>
          <w:spacing w:val="-47"/>
        </w:rPr>
        <w:t xml:space="preserve"> </w:t>
      </w:r>
      <w:r w:rsidRPr="0038389B">
        <w:t>paid on the bond, produces an amount</w:t>
      </w:r>
      <w:r w:rsidRPr="0038389B">
        <w:rPr>
          <w:spacing w:val="1"/>
        </w:rPr>
        <w:t xml:space="preserve"> </w:t>
      </w:r>
      <w:r w:rsidRPr="0038389B">
        <w:t>equal to the purchase price, including</w:t>
      </w:r>
      <w:r w:rsidRPr="0038389B">
        <w:rPr>
          <w:spacing w:val="1"/>
        </w:rPr>
        <w:t xml:space="preserve"> </w:t>
      </w:r>
      <w:bookmarkStart w:id="14" w:name="Part_VI—Miscellaneous"/>
      <w:bookmarkEnd w:id="14"/>
      <w:r w:rsidRPr="0038389B">
        <w:t>accrued interest. See Regulations section</w:t>
      </w:r>
      <w:r w:rsidRPr="0038389B">
        <w:rPr>
          <w:spacing w:val="-47"/>
        </w:rPr>
        <w:t xml:space="preserve"> </w:t>
      </w:r>
      <w:r w:rsidRPr="0038389B">
        <w:t>1.148-4</w:t>
      </w:r>
      <w:r w:rsidRPr="0038389B">
        <w:rPr>
          <w:spacing w:val="-9"/>
        </w:rPr>
        <w:t xml:space="preserve"> </w:t>
      </w:r>
      <w:r w:rsidRPr="0038389B">
        <w:t>for</w:t>
      </w:r>
      <w:r w:rsidRPr="0038389B">
        <w:rPr>
          <w:spacing w:val="-9"/>
        </w:rPr>
        <w:t xml:space="preserve"> </w:t>
      </w:r>
      <w:r w:rsidRPr="0038389B">
        <w:t>specific</w:t>
      </w:r>
      <w:r w:rsidRPr="0038389B">
        <w:rPr>
          <w:spacing w:val="-9"/>
        </w:rPr>
        <w:t xml:space="preserve"> </w:t>
      </w:r>
      <w:r w:rsidRPr="0038389B">
        <w:t>rules</w:t>
      </w:r>
      <w:r w:rsidRPr="0038389B">
        <w:rPr>
          <w:spacing w:val="-8"/>
        </w:rPr>
        <w:t xml:space="preserve"> </w:t>
      </w:r>
      <w:r w:rsidRPr="0038389B">
        <w:t>to</w:t>
      </w:r>
      <w:r w:rsidRPr="0038389B">
        <w:rPr>
          <w:spacing w:val="-9"/>
        </w:rPr>
        <w:t xml:space="preserve"> </w:t>
      </w:r>
      <w:r w:rsidRPr="0038389B">
        <w:t>figure</w:t>
      </w:r>
      <w:r w:rsidRPr="0038389B">
        <w:rPr>
          <w:spacing w:val="-9"/>
        </w:rPr>
        <w:t xml:space="preserve"> </w:t>
      </w:r>
      <w:r w:rsidRPr="0038389B">
        <w:t>the</w:t>
      </w:r>
      <w:r w:rsidRPr="0038389B">
        <w:rPr>
          <w:spacing w:val="-9"/>
        </w:rPr>
        <w:t xml:space="preserve"> </w:t>
      </w:r>
      <w:r w:rsidRPr="0038389B">
        <w:t>yield</w:t>
      </w:r>
      <w:r w:rsidRPr="0038389B">
        <w:rPr>
          <w:spacing w:val="-47"/>
        </w:rPr>
        <w:t xml:space="preserve"> </w:t>
      </w:r>
      <w:r w:rsidRPr="0038389B">
        <w:t>on an issue. If the issue is a variable rate</w:t>
      </w:r>
      <w:r w:rsidRPr="0038389B">
        <w:rPr>
          <w:spacing w:val="1"/>
        </w:rPr>
        <w:t xml:space="preserve"> </w:t>
      </w:r>
      <w:r w:rsidRPr="0038389B">
        <w:t>issue, write “VR” as the yield of the issue.</w:t>
      </w:r>
      <w:r w:rsidRPr="0038389B">
        <w:rPr>
          <w:spacing w:val="-47"/>
        </w:rPr>
        <w:t xml:space="preserve"> </w:t>
      </w:r>
      <w:r w:rsidRPr="0038389B">
        <w:t>For other than variable rate issues, carry</w:t>
      </w:r>
      <w:r w:rsidRPr="0038389B">
        <w:rPr>
          <w:spacing w:val="1"/>
        </w:rPr>
        <w:t xml:space="preserve"> </w:t>
      </w:r>
      <w:r w:rsidRPr="0038389B">
        <w:t>the yield out to four decimal places (for</w:t>
      </w:r>
      <w:r w:rsidRPr="0038389B">
        <w:rPr>
          <w:spacing w:val="1"/>
        </w:rPr>
        <w:t xml:space="preserve"> </w:t>
      </w:r>
      <w:r w:rsidRPr="0038389B">
        <w:t>example, 5.3125%). If the issue is a lease</w:t>
      </w:r>
      <w:r w:rsidRPr="0038389B">
        <w:rPr>
          <w:spacing w:val="-47"/>
        </w:rPr>
        <w:t xml:space="preserve"> </w:t>
      </w:r>
      <w:r w:rsidRPr="0038389B">
        <w:t>or</w:t>
      </w:r>
      <w:r w:rsidRPr="0038389B">
        <w:rPr>
          <w:spacing w:val="-12"/>
        </w:rPr>
        <w:t xml:space="preserve"> </w:t>
      </w:r>
      <w:r w:rsidRPr="0038389B">
        <w:t>installment</w:t>
      </w:r>
      <w:r w:rsidRPr="0038389B">
        <w:rPr>
          <w:spacing w:val="-12"/>
        </w:rPr>
        <w:t xml:space="preserve"> </w:t>
      </w:r>
      <w:r w:rsidRPr="0038389B">
        <w:t>sale,</w:t>
      </w:r>
      <w:r w:rsidRPr="0038389B">
        <w:rPr>
          <w:spacing w:val="-12"/>
        </w:rPr>
        <w:t xml:space="preserve"> </w:t>
      </w:r>
      <w:r w:rsidRPr="0038389B">
        <w:t>enter</w:t>
      </w:r>
      <w:r w:rsidRPr="0038389B">
        <w:rPr>
          <w:spacing w:val="-12"/>
        </w:rPr>
        <w:t xml:space="preserve"> </w:t>
      </w:r>
      <w:r w:rsidRPr="0038389B">
        <w:t>the</w:t>
      </w:r>
      <w:r w:rsidRPr="0038389B">
        <w:rPr>
          <w:spacing w:val="-12"/>
        </w:rPr>
        <w:t xml:space="preserve"> </w:t>
      </w:r>
      <w:r w:rsidRPr="0038389B">
        <w:t>effective</w:t>
      </w:r>
      <w:r w:rsidRPr="0038389B">
        <w:rPr>
          <w:spacing w:val="-12"/>
        </w:rPr>
        <w:t xml:space="preserve"> </w:t>
      </w:r>
      <w:r w:rsidRPr="0038389B">
        <w:t>rate</w:t>
      </w:r>
      <w:r w:rsidRPr="0038389B">
        <w:rPr>
          <w:spacing w:val="1"/>
        </w:rPr>
        <w:t xml:space="preserve"> </w:t>
      </w:r>
      <w:r w:rsidRPr="0038389B">
        <w:t>of</w:t>
      </w:r>
      <w:r w:rsidRPr="0038389B">
        <w:rPr>
          <w:spacing w:val="-8"/>
        </w:rPr>
        <w:t xml:space="preserve"> </w:t>
      </w:r>
      <w:r w:rsidRPr="0038389B">
        <w:t>interest</w:t>
      </w:r>
      <w:r w:rsidRPr="0038389B">
        <w:rPr>
          <w:spacing w:val="-7"/>
        </w:rPr>
        <w:t xml:space="preserve"> </w:t>
      </w:r>
      <w:r w:rsidRPr="0038389B">
        <w:t>being</w:t>
      </w:r>
      <w:r w:rsidRPr="0038389B">
        <w:rPr>
          <w:spacing w:val="-7"/>
        </w:rPr>
        <w:t xml:space="preserve"> </w:t>
      </w:r>
      <w:r w:rsidRPr="0038389B">
        <w:t>paid.</w:t>
      </w:r>
    </w:p>
    <w:p w14:paraId="03DB1A0B" w14:textId="77777777" w:rsidR="00F13DD9" w:rsidRPr="0038389B" w:rsidRDefault="00F13DD9" w:rsidP="000E483F">
      <w:pPr>
        <w:pStyle w:val="Heading2"/>
      </w:pPr>
      <w:bookmarkStart w:id="15" w:name="Part_IV—Uses_of_Proceeds_of_Bond_Issue"/>
      <w:bookmarkEnd w:id="15"/>
      <w:r w:rsidRPr="0038389B">
        <w:t>Part IV—Uses of Proceeds of</w:t>
      </w:r>
      <w:r w:rsidRPr="0038389B">
        <w:rPr>
          <w:spacing w:val="-59"/>
        </w:rPr>
        <w:t xml:space="preserve"> </w:t>
      </w:r>
      <w:r w:rsidRPr="0038389B">
        <w:t>Bond</w:t>
      </w:r>
      <w:r w:rsidRPr="0038389B">
        <w:rPr>
          <w:spacing w:val="-3"/>
        </w:rPr>
        <w:t xml:space="preserve"> </w:t>
      </w:r>
      <w:r w:rsidRPr="0038389B">
        <w:t>Issue</w:t>
      </w:r>
    </w:p>
    <w:p w14:paraId="0782C7CE" w14:textId="77777777" w:rsidR="00F13DD9" w:rsidRPr="0038389B" w:rsidRDefault="00F13DD9" w:rsidP="000E483F">
      <w:pPr>
        <w:pStyle w:val="Body"/>
      </w:pPr>
      <w:r w:rsidRPr="0038389B">
        <w:t>For</w:t>
      </w:r>
      <w:r w:rsidRPr="0038389B">
        <w:rPr>
          <w:spacing w:val="-11"/>
        </w:rPr>
        <w:t xml:space="preserve"> </w:t>
      </w:r>
      <w:r w:rsidRPr="0038389B">
        <w:t>a</w:t>
      </w:r>
      <w:r w:rsidRPr="0038389B">
        <w:rPr>
          <w:spacing w:val="-11"/>
        </w:rPr>
        <w:t xml:space="preserve"> </w:t>
      </w:r>
      <w:r w:rsidRPr="0038389B">
        <w:t>lease</w:t>
      </w:r>
      <w:r w:rsidRPr="0038389B">
        <w:rPr>
          <w:spacing w:val="-12"/>
        </w:rPr>
        <w:t xml:space="preserve"> </w:t>
      </w:r>
      <w:r w:rsidRPr="0038389B">
        <w:t>or</w:t>
      </w:r>
      <w:r w:rsidRPr="0038389B">
        <w:rPr>
          <w:spacing w:val="-11"/>
        </w:rPr>
        <w:t xml:space="preserve"> </w:t>
      </w:r>
      <w:r w:rsidRPr="0038389B">
        <w:t>installment</w:t>
      </w:r>
      <w:r w:rsidRPr="0038389B">
        <w:rPr>
          <w:spacing w:val="-12"/>
        </w:rPr>
        <w:t xml:space="preserve"> </w:t>
      </w:r>
      <w:r w:rsidRPr="0038389B">
        <w:t>sale,</w:t>
      </w:r>
      <w:r w:rsidRPr="0038389B">
        <w:rPr>
          <w:spacing w:val="-11"/>
        </w:rPr>
        <w:t xml:space="preserve"> </w:t>
      </w:r>
      <w:r w:rsidRPr="0038389B">
        <w:t>write</w:t>
      </w:r>
      <w:r w:rsidRPr="0038389B">
        <w:rPr>
          <w:spacing w:val="-12"/>
        </w:rPr>
        <w:t xml:space="preserve"> </w:t>
      </w:r>
      <w:r w:rsidRPr="0038389B">
        <w:t>“N/A”</w:t>
      </w:r>
      <w:r w:rsidRPr="0038389B">
        <w:rPr>
          <w:spacing w:val="-47"/>
        </w:rPr>
        <w:t xml:space="preserve"> </w:t>
      </w:r>
      <w:r w:rsidRPr="0038389B">
        <w:t>in</w:t>
      </w:r>
      <w:r w:rsidRPr="0038389B">
        <w:rPr>
          <w:spacing w:val="-9"/>
        </w:rPr>
        <w:t xml:space="preserve"> </w:t>
      </w:r>
      <w:r w:rsidRPr="0038389B">
        <w:t>the</w:t>
      </w:r>
      <w:r w:rsidRPr="0038389B">
        <w:rPr>
          <w:spacing w:val="-9"/>
        </w:rPr>
        <w:t xml:space="preserve"> </w:t>
      </w:r>
      <w:r w:rsidRPr="0038389B">
        <w:t>space</w:t>
      </w:r>
      <w:r w:rsidRPr="0038389B">
        <w:rPr>
          <w:spacing w:val="-9"/>
        </w:rPr>
        <w:t xml:space="preserve"> </w:t>
      </w:r>
      <w:r w:rsidRPr="0038389B">
        <w:t>to</w:t>
      </w:r>
      <w:r w:rsidRPr="0038389B">
        <w:rPr>
          <w:spacing w:val="-8"/>
        </w:rPr>
        <w:t xml:space="preserve"> </w:t>
      </w:r>
      <w:r w:rsidRPr="0038389B">
        <w:t>the</w:t>
      </w:r>
      <w:r w:rsidRPr="0038389B">
        <w:rPr>
          <w:spacing w:val="-9"/>
        </w:rPr>
        <w:t xml:space="preserve"> </w:t>
      </w:r>
      <w:r w:rsidRPr="0038389B">
        <w:t>right</w:t>
      </w:r>
      <w:r w:rsidRPr="0038389B">
        <w:rPr>
          <w:spacing w:val="-8"/>
        </w:rPr>
        <w:t xml:space="preserve"> </w:t>
      </w:r>
      <w:r w:rsidRPr="0038389B">
        <w:t>of</w:t>
      </w:r>
      <w:r w:rsidRPr="0038389B">
        <w:rPr>
          <w:spacing w:val="-9"/>
        </w:rPr>
        <w:t xml:space="preserve"> </w:t>
      </w:r>
      <w:r w:rsidRPr="0038389B">
        <w:t>the</w:t>
      </w:r>
      <w:r w:rsidRPr="0038389B">
        <w:rPr>
          <w:spacing w:val="-8"/>
        </w:rPr>
        <w:t xml:space="preserve"> </w:t>
      </w:r>
      <w:r w:rsidRPr="0038389B">
        <w:t>title</w:t>
      </w:r>
      <w:r w:rsidRPr="0038389B">
        <w:rPr>
          <w:spacing w:val="-9"/>
        </w:rPr>
        <w:t xml:space="preserve"> </w:t>
      </w:r>
      <w:r w:rsidRPr="0038389B">
        <w:t>for</w:t>
      </w:r>
      <w:r w:rsidRPr="0038389B">
        <w:rPr>
          <w:spacing w:val="-9"/>
        </w:rPr>
        <w:t xml:space="preserve"> </w:t>
      </w:r>
      <w:r w:rsidRPr="0038389B">
        <w:t>Part</w:t>
      </w:r>
      <w:r w:rsidRPr="0038389B">
        <w:rPr>
          <w:spacing w:val="-47"/>
        </w:rPr>
        <w:t xml:space="preserve"> </w:t>
      </w:r>
      <w:r w:rsidRPr="0038389B">
        <w:t>IV.</w:t>
      </w:r>
    </w:p>
    <w:p w14:paraId="3F37D8F7" w14:textId="77777777" w:rsidR="00F13DD9" w:rsidRPr="0038389B" w:rsidRDefault="00F13DD9" w:rsidP="000E483F">
      <w:pPr>
        <w:pStyle w:val="Body"/>
      </w:pPr>
      <w:r w:rsidRPr="0038389B">
        <w:rPr>
          <w:b/>
        </w:rPr>
        <w:t>Line 22.</w:t>
      </w:r>
      <w:r w:rsidRPr="0038389B">
        <w:rPr>
          <w:b/>
          <w:spacing w:val="1"/>
        </w:rPr>
        <w:t xml:space="preserve"> </w:t>
      </w:r>
      <w:r w:rsidRPr="0038389B">
        <w:t>Enter the amount of proceeds</w:t>
      </w:r>
      <w:r w:rsidRPr="0038389B">
        <w:rPr>
          <w:spacing w:val="-47"/>
        </w:rPr>
        <w:t xml:space="preserve"> </w:t>
      </w:r>
      <w:r w:rsidRPr="0038389B">
        <w:t>that will be used to pay interest on the</w:t>
      </w:r>
      <w:r w:rsidRPr="0038389B">
        <w:rPr>
          <w:spacing w:val="1"/>
        </w:rPr>
        <w:t xml:space="preserve"> </w:t>
      </w:r>
      <w:r w:rsidRPr="0038389B">
        <w:t>issue</w:t>
      </w:r>
      <w:r w:rsidRPr="0038389B">
        <w:rPr>
          <w:spacing w:val="-10"/>
        </w:rPr>
        <w:t xml:space="preserve"> </w:t>
      </w:r>
      <w:r w:rsidRPr="0038389B">
        <w:t>accruing</w:t>
      </w:r>
      <w:r w:rsidRPr="0038389B">
        <w:rPr>
          <w:spacing w:val="-10"/>
        </w:rPr>
        <w:t xml:space="preserve"> </w:t>
      </w:r>
      <w:r w:rsidRPr="0038389B">
        <w:t>prior</w:t>
      </w:r>
      <w:r w:rsidRPr="0038389B">
        <w:rPr>
          <w:spacing w:val="-10"/>
        </w:rPr>
        <w:t xml:space="preserve"> </w:t>
      </w:r>
      <w:r w:rsidRPr="0038389B">
        <w:t>to</w:t>
      </w:r>
      <w:r w:rsidRPr="0038389B">
        <w:rPr>
          <w:spacing w:val="-10"/>
        </w:rPr>
        <w:t xml:space="preserve"> </w:t>
      </w:r>
      <w:r w:rsidRPr="0038389B">
        <w:t>the</w:t>
      </w:r>
      <w:r w:rsidRPr="0038389B">
        <w:rPr>
          <w:spacing w:val="-10"/>
        </w:rPr>
        <w:t xml:space="preserve"> </w:t>
      </w:r>
      <w:r w:rsidRPr="0038389B">
        <w:t>date</w:t>
      </w:r>
      <w:r w:rsidRPr="0038389B">
        <w:rPr>
          <w:spacing w:val="-10"/>
        </w:rPr>
        <w:t xml:space="preserve"> </w:t>
      </w:r>
      <w:r w:rsidRPr="0038389B">
        <w:t>of</w:t>
      </w:r>
      <w:r w:rsidRPr="0038389B">
        <w:rPr>
          <w:spacing w:val="-9"/>
        </w:rPr>
        <w:t xml:space="preserve"> </w:t>
      </w:r>
      <w:r w:rsidRPr="0038389B">
        <w:t>issue.</w:t>
      </w:r>
      <w:r w:rsidRPr="0038389B">
        <w:rPr>
          <w:spacing w:val="-47"/>
        </w:rPr>
        <w:t xml:space="preserve"> </w:t>
      </w:r>
      <w:r w:rsidRPr="0038389B">
        <w:t>For</w:t>
      </w:r>
      <w:r w:rsidRPr="0038389B">
        <w:rPr>
          <w:spacing w:val="-8"/>
        </w:rPr>
        <w:t xml:space="preserve"> </w:t>
      </w:r>
      <w:r w:rsidRPr="0038389B">
        <w:t>definition</w:t>
      </w:r>
      <w:r w:rsidRPr="0038389B">
        <w:rPr>
          <w:spacing w:val="-9"/>
        </w:rPr>
        <w:t xml:space="preserve"> </w:t>
      </w:r>
      <w:r w:rsidRPr="0038389B">
        <w:t>of</w:t>
      </w:r>
      <w:r w:rsidRPr="0038389B">
        <w:rPr>
          <w:spacing w:val="-9"/>
        </w:rPr>
        <w:t xml:space="preserve"> </w:t>
      </w:r>
      <w:r w:rsidRPr="0038389B">
        <w:t>date</w:t>
      </w:r>
      <w:r w:rsidRPr="0038389B">
        <w:rPr>
          <w:spacing w:val="-9"/>
        </w:rPr>
        <w:t xml:space="preserve"> </w:t>
      </w:r>
      <w:r w:rsidRPr="0038389B">
        <w:t>of</w:t>
      </w:r>
      <w:r w:rsidRPr="0038389B">
        <w:rPr>
          <w:spacing w:val="-8"/>
        </w:rPr>
        <w:t xml:space="preserve"> </w:t>
      </w:r>
      <w:r w:rsidRPr="0038389B">
        <w:t>issue,</w:t>
      </w:r>
      <w:r w:rsidRPr="0038389B">
        <w:rPr>
          <w:spacing w:val="-9"/>
        </w:rPr>
        <w:t xml:space="preserve"> </w:t>
      </w:r>
      <w:r w:rsidRPr="0038389B">
        <w:t>see</w:t>
      </w:r>
      <w:r w:rsidRPr="0038389B">
        <w:rPr>
          <w:spacing w:val="-9"/>
        </w:rPr>
        <w:t xml:space="preserve"> </w:t>
      </w:r>
      <w:r w:rsidRPr="0038389B">
        <w:t>these</w:t>
      </w:r>
      <w:r w:rsidRPr="0038389B">
        <w:rPr>
          <w:spacing w:val="-47"/>
        </w:rPr>
        <w:t xml:space="preserve"> </w:t>
      </w:r>
      <w:r w:rsidRPr="0038389B">
        <w:t>instructions,</w:t>
      </w:r>
      <w:r w:rsidRPr="0038389B">
        <w:rPr>
          <w:spacing w:val="-8"/>
        </w:rPr>
        <w:t xml:space="preserve"> </w:t>
      </w:r>
      <w:r w:rsidRPr="0038389B">
        <w:t>line</w:t>
      </w:r>
      <w:r w:rsidRPr="0038389B">
        <w:rPr>
          <w:spacing w:val="-8"/>
        </w:rPr>
        <w:t xml:space="preserve"> </w:t>
      </w:r>
      <w:r w:rsidRPr="0038389B">
        <w:t>7.</w:t>
      </w:r>
    </w:p>
    <w:p w14:paraId="5C8B5F3C" w14:textId="77777777" w:rsidR="00F13DD9" w:rsidRPr="0038389B" w:rsidRDefault="00F13DD9" w:rsidP="000E483F">
      <w:pPr>
        <w:pStyle w:val="Body"/>
      </w:pPr>
      <w:r w:rsidRPr="0038389B">
        <w:rPr>
          <w:b/>
        </w:rPr>
        <w:lastRenderedPageBreak/>
        <w:t>Line 24.</w:t>
      </w:r>
      <w:r w:rsidRPr="0038389B">
        <w:rPr>
          <w:b/>
          <w:spacing w:val="1"/>
        </w:rPr>
        <w:t xml:space="preserve"> </w:t>
      </w:r>
      <w:r w:rsidRPr="0038389B">
        <w:t>Enter the amount of the</w:t>
      </w:r>
      <w:r w:rsidRPr="0038389B">
        <w:rPr>
          <w:spacing w:val="1"/>
        </w:rPr>
        <w:t xml:space="preserve"> </w:t>
      </w:r>
      <w:r w:rsidRPr="0038389B">
        <w:t>proceeds that will be used to pay bond</w:t>
      </w:r>
      <w:r w:rsidRPr="0038389B">
        <w:rPr>
          <w:spacing w:val="1"/>
        </w:rPr>
        <w:t xml:space="preserve"> </w:t>
      </w:r>
      <w:r w:rsidRPr="0038389B">
        <w:t>issuance</w:t>
      </w:r>
      <w:r w:rsidRPr="0038389B">
        <w:rPr>
          <w:spacing w:val="-11"/>
        </w:rPr>
        <w:t xml:space="preserve"> </w:t>
      </w:r>
      <w:r w:rsidRPr="0038389B">
        <w:t>costs,</w:t>
      </w:r>
      <w:r w:rsidRPr="0038389B">
        <w:rPr>
          <w:spacing w:val="-9"/>
        </w:rPr>
        <w:t xml:space="preserve"> </w:t>
      </w:r>
      <w:r w:rsidRPr="0038389B">
        <w:t>including</w:t>
      </w:r>
      <w:r w:rsidRPr="0038389B">
        <w:rPr>
          <w:spacing w:val="-11"/>
        </w:rPr>
        <w:t xml:space="preserve"> </w:t>
      </w:r>
      <w:r w:rsidRPr="0038389B">
        <w:t>fees</w:t>
      </w:r>
      <w:r w:rsidRPr="0038389B">
        <w:rPr>
          <w:spacing w:val="-10"/>
        </w:rPr>
        <w:t xml:space="preserve"> </w:t>
      </w:r>
      <w:r w:rsidRPr="0038389B">
        <w:t>for</w:t>
      </w:r>
      <w:r w:rsidRPr="0038389B">
        <w:rPr>
          <w:spacing w:val="-11"/>
        </w:rPr>
        <w:t xml:space="preserve"> </w:t>
      </w:r>
      <w:r w:rsidRPr="0038389B">
        <w:t>trustees</w:t>
      </w:r>
      <w:r w:rsidRPr="0038389B">
        <w:rPr>
          <w:spacing w:val="-47"/>
        </w:rPr>
        <w:t xml:space="preserve"> </w:t>
      </w:r>
      <w:r w:rsidRPr="0038389B">
        <w:t>and bond counsel. If no bond proceeds</w:t>
      </w:r>
      <w:r w:rsidRPr="0038389B">
        <w:rPr>
          <w:spacing w:val="1"/>
        </w:rPr>
        <w:t xml:space="preserve"> </w:t>
      </w:r>
      <w:r w:rsidRPr="0038389B">
        <w:t>will be used to pay bond issuance costs,</w:t>
      </w:r>
      <w:r w:rsidRPr="0038389B">
        <w:rPr>
          <w:spacing w:val="1"/>
        </w:rPr>
        <w:t xml:space="preserve"> </w:t>
      </w:r>
      <w:r w:rsidRPr="0038389B">
        <w:t>enter</w:t>
      </w:r>
      <w:r w:rsidRPr="0038389B">
        <w:rPr>
          <w:spacing w:val="-10"/>
        </w:rPr>
        <w:t xml:space="preserve"> </w:t>
      </w:r>
      <w:r w:rsidRPr="0038389B">
        <w:t>zero.</w:t>
      </w:r>
      <w:r w:rsidRPr="0038389B">
        <w:rPr>
          <w:spacing w:val="-9"/>
        </w:rPr>
        <w:t xml:space="preserve"> </w:t>
      </w:r>
      <w:r w:rsidRPr="0038389B">
        <w:t>Do</w:t>
      </w:r>
      <w:r w:rsidRPr="0038389B">
        <w:rPr>
          <w:spacing w:val="-9"/>
        </w:rPr>
        <w:t xml:space="preserve"> </w:t>
      </w:r>
      <w:r w:rsidRPr="0038389B">
        <w:t>not</w:t>
      </w:r>
      <w:r w:rsidRPr="0038389B">
        <w:rPr>
          <w:spacing w:val="-8"/>
        </w:rPr>
        <w:t xml:space="preserve"> </w:t>
      </w:r>
      <w:r w:rsidRPr="0038389B">
        <w:t>leave</w:t>
      </w:r>
      <w:r w:rsidRPr="0038389B">
        <w:rPr>
          <w:spacing w:val="-9"/>
        </w:rPr>
        <w:t xml:space="preserve"> </w:t>
      </w:r>
      <w:r w:rsidRPr="0038389B">
        <w:t>this</w:t>
      </w:r>
      <w:r w:rsidRPr="0038389B">
        <w:rPr>
          <w:spacing w:val="-10"/>
        </w:rPr>
        <w:t xml:space="preserve"> </w:t>
      </w:r>
      <w:r w:rsidRPr="0038389B">
        <w:t>line</w:t>
      </w:r>
      <w:r w:rsidRPr="0038389B">
        <w:rPr>
          <w:spacing w:val="-9"/>
        </w:rPr>
        <w:t xml:space="preserve"> </w:t>
      </w:r>
      <w:r w:rsidRPr="0038389B">
        <w:t>blank.</w:t>
      </w:r>
    </w:p>
    <w:p w14:paraId="20D0E268" w14:textId="6D6617D8" w:rsidR="00F13DD9" w:rsidRPr="0038389B" w:rsidRDefault="00F13DD9" w:rsidP="000E483F">
      <w:pPr>
        <w:pStyle w:val="Body"/>
      </w:pPr>
      <w:r w:rsidRPr="0038389B">
        <w:rPr>
          <w:b/>
        </w:rPr>
        <w:t>Line 25.</w:t>
      </w:r>
      <w:r w:rsidRPr="0038389B">
        <w:rPr>
          <w:b/>
          <w:spacing w:val="1"/>
        </w:rPr>
        <w:t xml:space="preserve"> </w:t>
      </w:r>
      <w:r w:rsidRPr="0038389B">
        <w:t>Enter the amount of the</w:t>
      </w:r>
      <w:r w:rsidRPr="0038389B">
        <w:rPr>
          <w:spacing w:val="1"/>
        </w:rPr>
        <w:t xml:space="preserve"> </w:t>
      </w:r>
      <w:r w:rsidRPr="0038389B">
        <w:t>proceeds</w:t>
      </w:r>
      <w:r w:rsidRPr="0038389B">
        <w:rPr>
          <w:spacing w:val="-8"/>
        </w:rPr>
        <w:t xml:space="preserve"> </w:t>
      </w:r>
      <w:r w:rsidRPr="0038389B">
        <w:t>that</w:t>
      </w:r>
      <w:r w:rsidRPr="0038389B">
        <w:rPr>
          <w:spacing w:val="-7"/>
        </w:rPr>
        <w:t xml:space="preserve"> </w:t>
      </w:r>
      <w:r w:rsidRPr="0038389B">
        <w:t>will</w:t>
      </w:r>
      <w:r w:rsidRPr="0038389B">
        <w:rPr>
          <w:spacing w:val="-7"/>
        </w:rPr>
        <w:t xml:space="preserve"> </w:t>
      </w:r>
      <w:r w:rsidRPr="0038389B">
        <w:t>be</w:t>
      </w:r>
      <w:r w:rsidRPr="0038389B">
        <w:rPr>
          <w:spacing w:val="-7"/>
        </w:rPr>
        <w:t xml:space="preserve"> </w:t>
      </w:r>
      <w:r w:rsidRPr="0038389B">
        <w:t>used</w:t>
      </w:r>
      <w:r w:rsidRPr="0038389B">
        <w:rPr>
          <w:spacing w:val="-7"/>
        </w:rPr>
        <w:t xml:space="preserve"> </w:t>
      </w:r>
      <w:r w:rsidRPr="0038389B">
        <w:t>to</w:t>
      </w:r>
      <w:r w:rsidRPr="0038389B">
        <w:rPr>
          <w:spacing w:val="-7"/>
        </w:rPr>
        <w:t xml:space="preserve"> </w:t>
      </w:r>
      <w:r w:rsidRPr="0038389B">
        <w:t>pay</w:t>
      </w:r>
      <w:r w:rsidRPr="0038389B">
        <w:rPr>
          <w:spacing w:val="-8"/>
        </w:rPr>
        <w:t xml:space="preserve"> </w:t>
      </w:r>
      <w:r w:rsidRPr="0038389B">
        <w:t>fees</w:t>
      </w:r>
      <w:r w:rsidRPr="0038389B">
        <w:rPr>
          <w:spacing w:val="-7"/>
        </w:rPr>
        <w:t xml:space="preserve"> </w:t>
      </w:r>
      <w:r w:rsidRPr="0038389B">
        <w:t>for</w:t>
      </w:r>
      <w:r w:rsidRPr="0038389B">
        <w:rPr>
          <w:spacing w:val="-47"/>
        </w:rPr>
        <w:t xml:space="preserve"> </w:t>
      </w:r>
      <w:r w:rsidRPr="0038389B">
        <w:t>credit enhancement that are taken into</w:t>
      </w:r>
      <w:r w:rsidRPr="0038389B">
        <w:rPr>
          <w:spacing w:val="1"/>
        </w:rPr>
        <w:t xml:space="preserve"> </w:t>
      </w:r>
      <w:r w:rsidRPr="0038389B">
        <w:t>account in determining the yield on the</w:t>
      </w:r>
      <w:r w:rsidRPr="0038389B">
        <w:rPr>
          <w:spacing w:val="1"/>
        </w:rPr>
        <w:t xml:space="preserve"> </w:t>
      </w:r>
      <w:r w:rsidRPr="0038389B">
        <w:t>issue</w:t>
      </w:r>
      <w:r w:rsidRPr="0038389B">
        <w:rPr>
          <w:spacing w:val="-9"/>
        </w:rPr>
        <w:t xml:space="preserve"> </w:t>
      </w:r>
      <w:r w:rsidRPr="0038389B">
        <w:t>for</w:t>
      </w:r>
      <w:r w:rsidRPr="0038389B">
        <w:rPr>
          <w:spacing w:val="-9"/>
        </w:rPr>
        <w:t xml:space="preserve"> </w:t>
      </w:r>
      <w:r w:rsidRPr="0038389B">
        <w:t>purposes</w:t>
      </w:r>
      <w:r w:rsidRPr="0038389B">
        <w:rPr>
          <w:spacing w:val="-8"/>
        </w:rPr>
        <w:t xml:space="preserve"> </w:t>
      </w:r>
      <w:r w:rsidRPr="0038389B">
        <w:t>of</w:t>
      </w:r>
      <w:r w:rsidRPr="0038389B">
        <w:rPr>
          <w:spacing w:val="-9"/>
        </w:rPr>
        <w:t xml:space="preserve"> </w:t>
      </w:r>
      <w:r w:rsidRPr="0038389B">
        <w:t>section</w:t>
      </w:r>
      <w:r w:rsidRPr="0038389B">
        <w:rPr>
          <w:spacing w:val="-8"/>
        </w:rPr>
        <w:t xml:space="preserve"> </w:t>
      </w:r>
      <w:r w:rsidRPr="0038389B">
        <w:t>148(h)</w:t>
      </w:r>
      <w:r w:rsidRPr="0038389B">
        <w:rPr>
          <w:spacing w:val="-9"/>
        </w:rPr>
        <w:t xml:space="preserve"> </w:t>
      </w:r>
      <w:r w:rsidRPr="0038389B">
        <w:t>(for</w:t>
      </w:r>
      <w:r w:rsidR="000E483F" w:rsidRPr="0038389B">
        <w:t xml:space="preserve"> </w:t>
      </w:r>
      <w:r w:rsidRPr="0038389B">
        <w:t>example,</w:t>
      </w:r>
      <w:r w:rsidRPr="0038389B">
        <w:rPr>
          <w:spacing w:val="-12"/>
        </w:rPr>
        <w:t xml:space="preserve"> </w:t>
      </w:r>
      <w:r w:rsidRPr="0038389B">
        <w:t>bond</w:t>
      </w:r>
      <w:r w:rsidRPr="0038389B">
        <w:rPr>
          <w:spacing w:val="-12"/>
        </w:rPr>
        <w:t xml:space="preserve"> </w:t>
      </w:r>
      <w:r w:rsidRPr="0038389B">
        <w:t>insurance</w:t>
      </w:r>
      <w:r w:rsidRPr="0038389B">
        <w:rPr>
          <w:spacing w:val="-12"/>
        </w:rPr>
        <w:t xml:space="preserve"> </w:t>
      </w:r>
      <w:r w:rsidRPr="0038389B">
        <w:t>premiums</w:t>
      </w:r>
      <w:r w:rsidRPr="0038389B">
        <w:rPr>
          <w:spacing w:val="-12"/>
        </w:rPr>
        <w:t xml:space="preserve"> </w:t>
      </w:r>
      <w:r w:rsidRPr="0038389B">
        <w:t>and</w:t>
      </w:r>
      <w:r w:rsidRPr="0038389B">
        <w:rPr>
          <w:spacing w:val="-47"/>
        </w:rPr>
        <w:t xml:space="preserve"> </w:t>
      </w:r>
      <w:r w:rsidRPr="0038389B">
        <w:t>certain</w:t>
      </w:r>
      <w:r w:rsidRPr="0038389B">
        <w:rPr>
          <w:spacing w:val="-7"/>
        </w:rPr>
        <w:t xml:space="preserve"> </w:t>
      </w:r>
      <w:r w:rsidRPr="0038389B">
        <w:t>fees</w:t>
      </w:r>
      <w:r w:rsidRPr="0038389B">
        <w:rPr>
          <w:spacing w:val="-8"/>
        </w:rPr>
        <w:t xml:space="preserve"> </w:t>
      </w:r>
      <w:r w:rsidRPr="0038389B">
        <w:t>for</w:t>
      </w:r>
      <w:r w:rsidRPr="0038389B">
        <w:rPr>
          <w:spacing w:val="-7"/>
        </w:rPr>
        <w:t xml:space="preserve"> </w:t>
      </w:r>
      <w:r w:rsidRPr="0038389B">
        <w:t>letters</w:t>
      </w:r>
      <w:r w:rsidRPr="0038389B">
        <w:rPr>
          <w:spacing w:val="-8"/>
        </w:rPr>
        <w:t xml:space="preserve"> </w:t>
      </w:r>
      <w:r w:rsidRPr="0038389B">
        <w:t>of</w:t>
      </w:r>
      <w:r w:rsidRPr="0038389B">
        <w:rPr>
          <w:spacing w:val="-7"/>
        </w:rPr>
        <w:t xml:space="preserve"> </w:t>
      </w:r>
      <w:r w:rsidRPr="0038389B">
        <w:t>credit).</w:t>
      </w:r>
    </w:p>
    <w:p w14:paraId="088A619D" w14:textId="77777777" w:rsidR="00F13DD9" w:rsidRPr="0038389B" w:rsidRDefault="00F13DD9" w:rsidP="000E483F">
      <w:pPr>
        <w:pStyle w:val="Body"/>
      </w:pPr>
      <w:r w:rsidRPr="0038389B">
        <w:rPr>
          <w:b/>
        </w:rPr>
        <w:t>Line</w:t>
      </w:r>
      <w:r w:rsidRPr="0038389B">
        <w:rPr>
          <w:b/>
          <w:spacing w:val="-4"/>
        </w:rPr>
        <w:t xml:space="preserve"> </w:t>
      </w:r>
      <w:r w:rsidRPr="0038389B">
        <w:rPr>
          <w:b/>
        </w:rPr>
        <w:t>26.</w:t>
      </w:r>
      <w:r w:rsidRPr="0038389B">
        <w:rPr>
          <w:b/>
          <w:spacing w:val="38"/>
        </w:rPr>
        <w:t xml:space="preserve"> </w:t>
      </w:r>
      <w:r w:rsidRPr="0038389B">
        <w:t>Enter</w:t>
      </w:r>
      <w:r w:rsidRPr="0038389B">
        <w:rPr>
          <w:spacing w:val="-8"/>
        </w:rPr>
        <w:t xml:space="preserve"> </w:t>
      </w:r>
      <w:r w:rsidRPr="0038389B">
        <w:t>the</w:t>
      </w:r>
      <w:r w:rsidRPr="0038389B">
        <w:rPr>
          <w:spacing w:val="-9"/>
        </w:rPr>
        <w:t xml:space="preserve"> </w:t>
      </w:r>
      <w:r w:rsidRPr="0038389B">
        <w:t>amount</w:t>
      </w:r>
      <w:r w:rsidRPr="0038389B">
        <w:rPr>
          <w:spacing w:val="-8"/>
        </w:rPr>
        <w:t xml:space="preserve"> </w:t>
      </w:r>
      <w:r w:rsidRPr="0038389B">
        <w:t>of</w:t>
      </w:r>
      <w:r w:rsidRPr="0038389B">
        <w:rPr>
          <w:spacing w:val="-8"/>
        </w:rPr>
        <w:t xml:space="preserve"> </w:t>
      </w:r>
      <w:r w:rsidRPr="0038389B">
        <w:t>proceeds</w:t>
      </w:r>
      <w:r w:rsidRPr="0038389B">
        <w:rPr>
          <w:spacing w:val="-47"/>
        </w:rPr>
        <w:t xml:space="preserve"> </w:t>
      </w:r>
      <w:r w:rsidRPr="0038389B">
        <w:t>that</w:t>
      </w:r>
      <w:r w:rsidRPr="0038389B">
        <w:rPr>
          <w:spacing w:val="-8"/>
        </w:rPr>
        <w:t xml:space="preserve"> </w:t>
      </w:r>
      <w:r w:rsidRPr="0038389B">
        <w:t>will</w:t>
      </w:r>
      <w:r w:rsidRPr="0038389B">
        <w:rPr>
          <w:spacing w:val="-8"/>
        </w:rPr>
        <w:t xml:space="preserve"> </w:t>
      </w:r>
      <w:r w:rsidRPr="0038389B">
        <w:t>be</w:t>
      </w:r>
      <w:r w:rsidRPr="0038389B">
        <w:rPr>
          <w:spacing w:val="-8"/>
        </w:rPr>
        <w:t xml:space="preserve"> </w:t>
      </w:r>
      <w:r w:rsidRPr="0038389B">
        <w:t>allocated</w:t>
      </w:r>
      <w:r w:rsidRPr="0038389B">
        <w:rPr>
          <w:spacing w:val="-8"/>
        </w:rPr>
        <w:t xml:space="preserve"> </w:t>
      </w:r>
      <w:r w:rsidRPr="0038389B">
        <w:t>to</w:t>
      </w:r>
      <w:r w:rsidRPr="0038389B">
        <w:rPr>
          <w:spacing w:val="-8"/>
        </w:rPr>
        <w:t xml:space="preserve"> </w:t>
      </w:r>
      <w:r w:rsidRPr="0038389B">
        <w:t>such</w:t>
      </w:r>
      <w:r w:rsidRPr="0038389B">
        <w:rPr>
          <w:spacing w:val="-8"/>
        </w:rPr>
        <w:t xml:space="preserve"> </w:t>
      </w:r>
      <w:r w:rsidRPr="0038389B">
        <w:t>a</w:t>
      </w:r>
      <w:r w:rsidRPr="0038389B">
        <w:rPr>
          <w:spacing w:val="-7"/>
        </w:rPr>
        <w:t xml:space="preserve"> </w:t>
      </w:r>
      <w:r w:rsidRPr="0038389B">
        <w:t>fund.</w:t>
      </w:r>
    </w:p>
    <w:p w14:paraId="13F51C1A" w14:textId="2A67122A" w:rsidR="00F13DD9" w:rsidRPr="0038389B" w:rsidRDefault="00F13DD9" w:rsidP="000E483F">
      <w:pPr>
        <w:pStyle w:val="Body"/>
      </w:pPr>
      <w:r w:rsidRPr="0038389B">
        <w:rPr>
          <w:b/>
        </w:rPr>
        <w:t>Line 27.</w:t>
      </w:r>
      <w:r w:rsidRPr="0038389B">
        <w:rPr>
          <w:b/>
          <w:spacing w:val="51"/>
        </w:rPr>
        <w:t xml:space="preserve"> </w:t>
      </w:r>
      <w:r w:rsidRPr="0038389B">
        <w:t>Enter the amount of the</w:t>
      </w:r>
      <w:r w:rsidRPr="0038389B">
        <w:rPr>
          <w:spacing w:val="1"/>
        </w:rPr>
        <w:t xml:space="preserve"> </w:t>
      </w:r>
      <w:r w:rsidRPr="0038389B">
        <w:t>proceeds</w:t>
      </w:r>
      <w:r w:rsidRPr="0038389B">
        <w:rPr>
          <w:spacing w:val="-7"/>
        </w:rPr>
        <w:t xml:space="preserve"> </w:t>
      </w:r>
      <w:r w:rsidRPr="0038389B">
        <w:t>that</w:t>
      </w:r>
      <w:r w:rsidRPr="0038389B">
        <w:rPr>
          <w:spacing w:val="-7"/>
        </w:rPr>
        <w:t xml:space="preserve"> </w:t>
      </w:r>
      <w:r w:rsidRPr="0038389B">
        <w:t>will</w:t>
      </w:r>
      <w:r w:rsidRPr="0038389B">
        <w:rPr>
          <w:spacing w:val="-7"/>
        </w:rPr>
        <w:t xml:space="preserve"> </w:t>
      </w:r>
      <w:r w:rsidRPr="0038389B">
        <w:t>be</w:t>
      </w:r>
      <w:r w:rsidRPr="0038389B">
        <w:rPr>
          <w:spacing w:val="-7"/>
        </w:rPr>
        <w:t xml:space="preserve"> </w:t>
      </w:r>
      <w:r w:rsidRPr="0038389B">
        <w:t>used</w:t>
      </w:r>
      <w:r w:rsidRPr="0038389B">
        <w:rPr>
          <w:spacing w:val="-6"/>
        </w:rPr>
        <w:t xml:space="preserve"> </w:t>
      </w:r>
      <w:r w:rsidRPr="0038389B">
        <w:t>to</w:t>
      </w:r>
      <w:r w:rsidRPr="0038389B">
        <w:rPr>
          <w:spacing w:val="-7"/>
        </w:rPr>
        <w:t xml:space="preserve"> </w:t>
      </w:r>
      <w:r w:rsidRPr="0038389B">
        <w:t>pay</w:t>
      </w:r>
      <w:r w:rsidRPr="0038389B">
        <w:rPr>
          <w:spacing w:val="-7"/>
        </w:rPr>
        <w:t xml:space="preserve"> </w:t>
      </w:r>
      <w:r w:rsidRPr="0038389B">
        <w:t>principal,</w:t>
      </w:r>
      <w:r w:rsidRPr="0038389B">
        <w:rPr>
          <w:spacing w:val="-47"/>
        </w:rPr>
        <w:t xml:space="preserve"> </w:t>
      </w:r>
      <w:r w:rsidRPr="0038389B">
        <w:t>interest,</w:t>
      </w:r>
      <w:r w:rsidRPr="0038389B">
        <w:rPr>
          <w:spacing w:val="-8"/>
        </w:rPr>
        <w:t xml:space="preserve"> </w:t>
      </w:r>
      <w:r w:rsidRPr="0038389B">
        <w:t>or</w:t>
      </w:r>
      <w:r w:rsidRPr="0038389B">
        <w:rPr>
          <w:spacing w:val="-8"/>
        </w:rPr>
        <w:t xml:space="preserve"> </w:t>
      </w:r>
      <w:r w:rsidRPr="0038389B">
        <w:t>call</w:t>
      </w:r>
      <w:r w:rsidRPr="0038389B">
        <w:rPr>
          <w:spacing w:val="-7"/>
        </w:rPr>
        <w:t xml:space="preserve"> </w:t>
      </w:r>
      <w:r w:rsidRPr="0038389B">
        <w:t>premium</w:t>
      </w:r>
      <w:r w:rsidRPr="0038389B">
        <w:rPr>
          <w:spacing w:val="-8"/>
        </w:rPr>
        <w:t xml:space="preserve"> </w:t>
      </w:r>
      <w:r w:rsidRPr="0038389B">
        <w:t>on</w:t>
      </w:r>
      <w:r w:rsidRPr="0038389B">
        <w:rPr>
          <w:spacing w:val="-8"/>
        </w:rPr>
        <w:t xml:space="preserve"> </w:t>
      </w:r>
      <w:r w:rsidRPr="0038389B">
        <w:t>any</w:t>
      </w:r>
      <w:r w:rsidR="000E483F" w:rsidRPr="0038389B">
        <w:t xml:space="preserve"> </w:t>
      </w:r>
      <w:r w:rsidRPr="0038389B">
        <w:t>tax-exempt</w:t>
      </w:r>
      <w:r w:rsidRPr="0038389B">
        <w:rPr>
          <w:spacing w:val="-7"/>
        </w:rPr>
        <w:t xml:space="preserve"> </w:t>
      </w:r>
      <w:r w:rsidRPr="0038389B">
        <w:t>bonds,</w:t>
      </w:r>
      <w:r w:rsidRPr="0038389B">
        <w:rPr>
          <w:spacing w:val="-7"/>
        </w:rPr>
        <w:t xml:space="preserve"> </w:t>
      </w:r>
      <w:r w:rsidRPr="0038389B">
        <w:t>including</w:t>
      </w:r>
      <w:r w:rsidRPr="0038389B">
        <w:rPr>
          <w:spacing w:val="-7"/>
        </w:rPr>
        <w:t xml:space="preserve"> </w:t>
      </w:r>
      <w:r w:rsidRPr="0038389B">
        <w:t>proceeds</w:t>
      </w:r>
      <w:r w:rsidRPr="0038389B">
        <w:rPr>
          <w:spacing w:val="-47"/>
        </w:rPr>
        <w:t xml:space="preserve"> </w:t>
      </w:r>
      <w:r w:rsidRPr="0038389B">
        <w:t>that will be used to fund an escrow</w:t>
      </w:r>
      <w:r w:rsidRPr="0038389B">
        <w:rPr>
          <w:spacing w:val="1"/>
        </w:rPr>
        <w:t xml:space="preserve"> </w:t>
      </w:r>
      <w:r w:rsidRPr="0038389B">
        <w:t>account</w:t>
      </w:r>
      <w:r w:rsidRPr="0038389B">
        <w:rPr>
          <w:spacing w:val="-8"/>
        </w:rPr>
        <w:t xml:space="preserve"> </w:t>
      </w:r>
      <w:r w:rsidRPr="0038389B">
        <w:t>for</w:t>
      </w:r>
      <w:r w:rsidRPr="0038389B">
        <w:rPr>
          <w:spacing w:val="-7"/>
        </w:rPr>
        <w:t xml:space="preserve"> </w:t>
      </w:r>
      <w:r w:rsidRPr="0038389B">
        <w:t>this</w:t>
      </w:r>
      <w:r w:rsidRPr="0038389B">
        <w:rPr>
          <w:spacing w:val="-7"/>
        </w:rPr>
        <w:t xml:space="preserve"> </w:t>
      </w:r>
      <w:r w:rsidRPr="0038389B">
        <w:t>purpose.</w:t>
      </w:r>
    </w:p>
    <w:p w14:paraId="3D43D76E" w14:textId="77777777" w:rsidR="00F13DD9" w:rsidRPr="0038389B" w:rsidRDefault="00F13DD9" w:rsidP="000E483F">
      <w:pPr>
        <w:pStyle w:val="Body"/>
      </w:pPr>
      <w:r w:rsidRPr="0038389B">
        <w:rPr>
          <w:b/>
        </w:rPr>
        <w:t>Line 28.</w:t>
      </w:r>
      <w:r w:rsidRPr="0038389B">
        <w:rPr>
          <w:b/>
          <w:spacing w:val="51"/>
        </w:rPr>
        <w:t xml:space="preserve"> </w:t>
      </w:r>
      <w:r w:rsidRPr="0038389B">
        <w:t>Enter the amount of the</w:t>
      </w:r>
      <w:r w:rsidRPr="0038389B">
        <w:rPr>
          <w:spacing w:val="1"/>
        </w:rPr>
        <w:t xml:space="preserve"> </w:t>
      </w:r>
      <w:r w:rsidRPr="0038389B">
        <w:t>proceeds</w:t>
      </w:r>
      <w:r w:rsidRPr="0038389B">
        <w:rPr>
          <w:spacing w:val="-7"/>
        </w:rPr>
        <w:t xml:space="preserve"> </w:t>
      </w:r>
      <w:r w:rsidRPr="0038389B">
        <w:t>that</w:t>
      </w:r>
      <w:r w:rsidRPr="0038389B">
        <w:rPr>
          <w:spacing w:val="-7"/>
        </w:rPr>
        <w:t xml:space="preserve"> </w:t>
      </w:r>
      <w:r w:rsidRPr="0038389B">
        <w:t>will</w:t>
      </w:r>
      <w:r w:rsidRPr="0038389B">
        <w:rPr>
          <w:spacing w:val="-7"/>
        </w:rPr>
        <w:t xml:space="preserve"> </w:t>
      </w:r>
      <w:r w:rsidRPr="0038389B">
        <w:t>be</w:t>
      </w:r>
      <w:r w:rsidRPr="0038389B">
        <w:rPr>
          <w:spacing w:val="-7"/>
        </w:rPr>
        <w:t xml:space="preserve"> </w:t>
      </w:r>
      <w:r w:rsidRPr="0038389B">
        <w:t>used</w:t>
      </w:r>
      <w:r w:rsidRPr="0038389B">
        <w:rPr>
          <w:spacing w:val="-6"/>
        </w:rPr>
        <w:t xml:space="preserve"> </w:t>
      </w:r>
      <w:r w:rsidRPr="0038389B">
        <w:t>to</w:t>
      </w:r>
      <w:r w:rsidRPr="0038389B">
        <w:rPr>
          <w:spacing w:val="-7"/>
        </w:rPr>
        <w:t xml:space="preserve"> </w:t>
      </w:r>
      <w:r w:rsidRPr="0038389B">
        <w:t>pay</w:t>
      </w:r>
      <w:r w:rsidRPr="0038389B">
        <w:rPr>
          <w:spacing w:val="-7"/>
        </w:rPr>
        <w:t xml:space="preserve"> </w:t>
      </w:r>
      <w:r w:rsidRPr="0038389B">
        <w:t>principal,</w:t>
      </w:r>
      <w:r w:rsidRPr="0038389B">
        <w:rPr>
          <w:spacing w:val="-47"/>
        </w:rPr>
        <w:t xml:space="preserve"> </w:t>
      </w:r>
      <w:r w:rsidRPr="0038389B">
        <w:t>interest, or call premium on any taxable</w:t>
      </w:r>
      <w:r w:rsidRPr="0038389B">
        <w:rPr>
          <w:spacing w:val="1"/>
        </w:rPr>
        <w:t xml:space="preserve"> </w:t>
      </w:r>
      <w:r w:rsidRPr="0038389B">
        <w:t xml:space="preserve">bonds, including </w:t>
      </w:r>
      <w:r w:rsidRPr="0038389B">
        <w:lastRenderedPageBreak/>
        <w:t>proceeds that will be</w:t>
      </w:r>
      <w:r w:rsidRPr="0038389B">
        <w:rPr>
          <w:spacing w:val="1"/>
        </w:rPr>
        <w:t xml:space="preserve"> </w:t>
      </w:r>
      <w:r w:rsidRPr="0038389B">
        <w:t>used to fund an escrow account for this</w:t>
      </w:r>
      <w:r w:rsidRPr="0038389B">
        <w:rPr>
          <w:spacing w:val="1"/>
        </w:rPr>
        <w:t xml:space="preserve"> </w:t>
      </w:r>
      <w:r w:rsidRPr="0038389B">
        <w:t>purpose.</w:t>
      </w:r>
    </w:p>
    <w:p w14:paraId="6EAC6376" w14:textId="77777777" w:rsidR="00F13DD9" w:rsidRPr="0038389B" w:rsidRDefault="00F13DD9" w:rsidP="000E483F">
      <w:pPr>
        <w:pStyle w:val="Heading2"/>
      </w:pPr>
      <w:r w:rsidRPr="0038389B">
        <w:t>Part V—Description of</w:t>
      </w:r>
      <w:r w:rsidRPr="0038389B">
        <w:rPr>
          <w:spacing w:val="-59"/>
        </w:rPr>
        <w:t xml:space="preserve"> </w:t>
      </w:r>
      <w:r w:rsidRPr="0038389B">
        <w:t>Refunded</w:t>
      </w:r>
      <w:r w:rsidRPr="0038389B">
        <w:rPr>
          <w:spacing w:val="-4"/>
        </w:rPr>
        <w:t xml:space="preserve"> </w:t>
      </w:r>
      <w:r w:rsidRPr="0038389B">
        <w:t>Bonds</w:t>
      </w:r>
    </w:p>
    <w:p w14:paraId="077DD64C" w14:textId="46CF32A3" w:rsidR="00F13DD9" w:rsidRPr="0038389B" w:rsidRDefault="00F13DD9" w:rsidP="000E483F">
      <w:pPr>
        <w:pStyle w:val="Body"/>
      </w:pPr>
      <w:r w:rsidRPr="0038389B">
        <w:t>Complete</w:t>
      </w:r>
      <w:r w:rsidRPr="0038389B">
        <w:rPr>
          <w:spacing w:val="-9"/>
        </w:rPr>
        <w:t xml:space="preserve"> </w:t>
      </w:r>
      <w:r w:rsidRPr="0038389B">
        <w:t>this</w:t>
      </w:r>
      <w:r w:rsidRPr="0038389B">
        <w:rPr>
          <w:spacing w:val="-9"/>
        </w:rPr>
        <w:t xml:space="preserve"> </w:t>
      </w:r>
      <w:r w:rsidRPr="0038389B">
        <w:t>part</w:t>
      </w:r>
      <w:r w:rsidRPr="0038389B">
        <w:rPr>
          <w:spacing w:val="-9"/>
        </w:rPr>
        <w:t xml:space="preserve"> </w:t>
      </w:r>
      <w:r w:rsidRPr="0038389B">
        <w:t>only</w:t>
      </w:r>
      <w:r w:rsidRPr="0038389B">
        <w:rPr>
          <w:spacing w:val="-9"/>
        </w:rPr>
        <w:t xml:space="preserve"> </w:t>
      </w:r>
      <w:r w:rsidRPr="0038389B">
        <w:t>if</w:t>
      </w:r>
      <w:r w:rsidRPr="0038389B">
        <w:rPr>
          <w:spacing w:val="-9"/>
        </w:rPr>
        <w:t xml:space="preserve"> </w:t>
      </w:r>
      <w:r w:rsidRPr="0038389B">
        <w:t>the</w:t>
      </w:r>
      <w:r w:rsidRPr="0038389B">
        <w:rPr>
          <w:spacing w:val="-9"/>
        </w:rPr>
        <w:t xml:space="preserve"> </w:t>
      </w:r>
      <w:r w:rsidRPr="0038389B">
        <w:t>bonds</w:t>
      </w:r>
      <w:r w:rsidRPr="0038389B">
        <w:rPr>
          <w:spacing w:val="-9"/>
        </w:rPr>
        <w:t xml:space="preserve"> </w:t>
      </w:r>
      <w:r w:rsidRPr="0038389B">
        <w:t>are</w:t>
      </w:r>
      <w:r w:rsidRPr="0038389B">
        <w:rPr>
          <w:spacing w:val="-9"/>
        </w:rPr>
        <w:t xml:space="preserve"> </w:t>
      </w:r>
      <w:r w:rsidRPr="0038389B">
        <w:t>to</w:t>
      </w:r>
      <w:r w:rsidRPr="0038389B">
        <w:rPr>
          <w:spacing w:val="-48"/>
        </w:rPr>
        <w:t xml:space="preserve"> </w:t>
      </w:r>
      <w:r w:rsidRPr="0038389B">
        <w:t>be</w:t>
      </w:r>
      <w:r w:rsidRPr="0038389B">
        <w:rPr>
          <w:spacing w:val="-8"/>
        </w:rPr>
        <w:t xml:space="preserve"> </w:t>
      </w:r>
      <w:r w:rsidRPr="0038389B">
        <w:t>used</w:t>
      </w:r>
      <w:r w:rsidRPr="0038389B">
        <w:rPr>
          <w:spacing w:val="-7"/>
        </w:rPr>
        <w:t xml:space="preserve"> </w:t>
      </w:r>
      <w:r w:rsidRPr="0038389B">
        <w:t>to</w:t>
      </w:r>
      <w:r w:rsidRPr="0038389B">
        <w:rPr>
          <w:spacing w:val="-8"/>
        </w:rPr>
        <w:t xml:space="preserve"> </w:t>
      </w:r>
      <w:r w:rsidRPr="0038389B">
        <w:t>refund</w:t>
      </w:r>
      <w:r w:rsidRPr="0038389B">
        <w:rPr>
          <w:spacing w:val="-6"/>
        </w:rPr>
        <w:t xml:space="preserve"> </w:t>
      </w:r>
      <w:r w:rsidRPr="0038389B">
        <w:t>a</w:t>
      </w:r>
      <w:r w:rsidRPr="0038389B">
        <w:rPr>
          <w:spacing w:val="-8"/>
        </w:rPr>
        <w:t xml:space="preserve"> </w:t>
      </w:r>
      <w:r w:rsidRPr="0038389B">
        <w:t>prior</w:t>
      </w:r>
      <w:r w:rsidRPr="0038389B">
        <w:rPr>
          <w:spacing w:val="-7"/>
        </w:rPr>
        <w:t xml:space="preserve"> </w:t>
      </w:r>
      <w:r w:rsidRPr="0038389B">
        <w:t>issue</w:t>
      </w:r>
      <w:r w:rsidRPr="0038389B">
        <w:rPr>
          <w:spacing w:val="-7"/>
        </w:rPr>
        <w:t xml:space="preserve"> </w:t>
      </w:r>
      <w:r w:rsidRPr="0038389B">
        <w:t>of</w:t>
      </w:r>
      <w:r w:rsidR="000E483F" w:rsidRPr="0038389B">
        <w:t xml:space="preserve"> </w:t>
      </w:r>
      <w:r w:rsidRPr="0038389B">
        <w:t>tax-exempt</w:t>
      </w:r>
      <w:r w:rsidRPr="0038389B">
        <w:rPr>
          <w:spacing w:val="-8"/>
        </w:rPr>
        <w:t xml:space="preserve"> </w:t>
      </w:r>
      <w:r w:rsidRPr="0038389B">
        <w:t>bonds</w:t>
      </w:r>
      <w:r w:rsidRPr="0038389B">
        <w:rPr>
          <w:spacing w:val="-7"/>
        </w:rPr>
        <w:t xml:space="preserve"> </w:t>
      </w:r>
      <w:r w:rsidRPr="0038389B">
        <w:t>or</w:t>
      </w:r>
      <w:r w:rsidRPr="0038389B">
        <w:rPr>
          <w:spacing w:val="-7"/>
        </w:rPr>
        <w:t xml:space="preserve"> </w:t>
      </w:r>
      <w:r w:rsidRPr="0038389B">
        <w:t>taxable</w:t>
      </w:r>
      <w:r w:rsidRPr="0038389B">
        <w:rPr>
          <w:spacing w:val="-7"/>
        </w:rPr>
        <w:t xml:space="preserve"> </w:t>
      </w:r>
      <w:r w:rsidRPr="0038389B">
        <w:t>bonds.</w:t>
      </w:r>
      <w:r w:rsidRPr="0038389B">
        <w:rPr>
          <w:spacing w:val="-8"/>
        </w:rPr>
        <w:t xml:space="preserve"> </w:t>
      </w:r>
      <w:r w:rsidRPr="0038389B">
        <w:t>For</w:t>
      </w:r>
      <w:r w:rsidRPr="0038389B">
        <w:rPr>
          <w:spacing w:val="-6"/>
        </w:rPr>
        <w:t xml:space="preserve"> </w:t>
      </w:r>
      <w:r w:rsidRPr="0038389B">
        <w:t>a</w:t>
      </w:r>
      <w:r w:rsidRPr="0038389B">
        <w:rPr>
          <w:spacing w:val="-48"/>
        </w:rPr>
        <w:t xml:space="preserve"> </w:t>
      </w:r>
      <w:r w:rsidRPr="0038389B">
        <w:t>lease</w:t>
      </w:r>
      <w:r w:rsidRPr="0038389B">
        <w:rPr>
          <w:spacing w:val="-12"/>
        </w:rPr>
        <w:t xml:space="preserve"> </w:t>
      </w:r>
      <w:r w:rsidRPr="0038389B">
        <w:t>or</w:t>
      </w:r>
      <w:r w:rsidRPr="0038389B">
        <w:rPr>
          <w:spacing w:val="-11"/>
        </w:rPr>
        <w:t xml:space="preserve"> </w:t>
      </w:r>
      <w:r w:rsidRPr="0038389B">
        <w:t>installment</w:t>
      </w:r>
      <w:r w:rsidRPr="0038389B">
        <w:rPr>
          <w:spacing w:val="-11"/>
        </w:rPr>
        <w:t xml:space="preserve"> </w:t>
      </w:r>
      <w:r w:rsidRPr="0038389B">
        <w:t>sale,</w:t>
      </w:r>
      <w:r w:rsidRPr="0038389B">
        <w:rPr>
          <w:spacing w:val="-12"/>
        </w:rPr>
        <w:t xml:space="preserve"> </w:t>
      </w:r>
      <w:r w:rsidRPr="0038389B">
        <w:t>write</w:t>
      </w:r>
      <w:r w:rsidRPr="0038389B">
        <w:rPr>
          <w:spacing w:val="-11"/>
        </w:rPr>
        <w:t xml:space="preserve"> </w:t>
      </w:r>
      <w:r w:rsidRPr="0038389B">
        <w:t>“N/A”</w:t>
      </w:r>
      <w:r w:rsidRPr="0038389B">
        <w:rPr>
          <w:spacing w:val="-11"/>
        </w:rPr>
        <w:t xml:space="preserve"> </w:t>
      </w:r>
      <w:r w:rsidRPr="0038389B">
        <w:t>in</w:t>
      </w:r>
      <w:r w:rsidRPr="0038389B">
        <w:rPr>
          <w:spacing w:val="-12"/>
        </w:rPr>
        <w:t xml:space="preserve"> </w:t>
      </w:r>
      <w:r w:rsidRPr="0038389B">
        <w:t>the</w:t>
      </w:r>
      <w:r w:rsidRPr="0038389B">
        <w:rPr>
          <w:spacing w:val="-47"/>
        </w:rPr>
        <w:t xml:space="preserve"> </w:t>
      </w:r>
      <w:r w:rsidRPr="0038389B">
        <w:t>space</w:t>
      </w:r>
      <w:r w:rsidRPr="0038389B">
        <w:rPr>
          <w:spacing w:val="-8"/>
        </w:rPr>
        <w:t xml:space="preserve"> </w:t>
      </w:r>
      <w:r w:rsidRPr="0038389B">
        <w:t>to</w:t>
      </w:r>
      <w:r w:rsidRPr="0038389B">
        <w:rPr>
          <w:spacing w:val="-8"/>
        </w:rPr>
        <w:t xml:space="preserve"> </w:t>
      </w:r>
      <w:r w:rsidRPr="0038389B">
        <w:t>the</w:t>
      </w:r>
      <w:r w:rsidRPr="0038389B">
        <w:rPr>
          <w:spacing w:val="-8"/>
        </w:rPr>
        <w:t xml:space="preserve"> </w:t>
      </w:r>
      <w:r w:rsidRPr="0038389B">
        <w:t>right</w:t>
      </w:r>
      <w:r w:rsidRPr="0038389B">
        <w:rPr>
          <w:spacing w:val="-8"/>
        </w:rPr>
        <w:t xml:space="preserve"> </w:t>
      </w:r>
      <w:r w:rsidRPr="0038389B">
        <w:t>of</w:t>
      </w:r>
      <w:r w:rsidRPr="0038389B">
        <w:rPr>
          <w:spacing w:val="-8"/>
        </w:rPr>
        <w:t xml:space="preserve"> </w:t>
      </w:r>
      <w:r w:rsidRPr="0038389B">
        <w:t>the</w:t>
      </w:r>
      <w:r w:rsidRPr="0038389B">
        <w:rPr>
          <w:spacing w:val="-8"/>
        </w:rPr>
        <w:t xml:space="preserve"> </w:t>
      </w:r>
      <w:r w:rsidRPr="0038389B">
        <w:t>title</w:t>
      </w:r>
      <w:r w:rsidRPr="0038389B">
        <w:rPr>
          <w:spacing w:val="-8"/>
        </w:rPr>
        <w:t xml:space="preserve"> </w:t>
      </w:r>
      <w:r w:rsidRPr="0038389B">
        <w:t>for</w:t>
      </w:r>
      <w:r w:rsidRPr="0038389B">
        <w:rPr>
          <w:spacing w:val="-8"/>
        </w:rPr>
        <w:t xml:space="preserve"> </w:t>
      </w:r>
      <w:r w:rsidRPr="0038389B">
        <w:t>Part</w:t>
      </w:r>
      <w:r w:rsidRPr="0038389B">
        <w:rPr>
          <w:spacing w:val="-8"/>
        </w:rPr>
        <w:t xml:space="preserve"> </w:t>
      </w:r>
      <w:r w:rsidRPr="0038389B">
        <w:t>V.</w:t>
      </w:r>
    </w:p>
    <w:p w14:paraId="0192D384" w14:textId="77777777" w:rsidR="00F13DD9" w:rsidRPr="0038389B" w:rsidRDefault="00F13DD9" w:rsidP="000E483F">
      <w:pPr>
        <w:pStyle w:val="Body"/>
      </w:pPr>
      <w:r w:rsidRPr="0038389B">
        <w:rPr>
          <w:b/>
        </w:rPr>
        <w:t>Lines 31 and 32.</w:t>
      </w:r>
      <w:r w:rsidRPr="0038389B">
        <w:rPr>
          <w:b/>
          <w:spacing w:val="1"/>
        </w:rPr>
        <w:t xml:space="preserve"> </w:t>
      </w:r>
      <w:r w:rsidRPr="0038389B">
        <w:t>The remaining</w:t>
      </w:r>
      <w:r w:rsidRPr="0038389B">
        <w:rPr>
          <w:spacing w:val="1"/>
        </w:rPr>
        <w:t xml:space="preserve"> </w:t>
      </w:r>
      <w:r w:rsidRPr="0038389B">
        <w:t>weighted average maturity is determined</w:t>
      </w:r>
      <w:r w:rsidRPr="0038389B">
        <w:rPr>
          <w:spacing w:val="-47"/>
        </w:rPr>
        <w:t xml:space="preserve"> </w:t>
      </w:r>
      <w:r w:rsidRPr="0038389B">
        <w:t>without regard to the refunding. The</w:t>
      </w:r>
      <w:r w:rsidRPr="0038389B">
        <w:rPr>
          <w:spacing w:val="1"/>
        </w:rPr>
        <w:t xml:space="preserve"> </w:t>
      </w:r>
      <w:r w:rsidRPr="0038389B">
        <w:t>weighted average maturity is determined</w:t>
      </w:r>
      <w:r w:rsidRPr="0038389B">
        <w:rPr>
          <w:spacing w:val="-47"/>
        </w:rPr>
        <w:t xml:space="preserve"> </w:t>
      </w:r>
      <w:r w:rsidRPr="0038389B">
        <w:t>in</w:t>
      </w:r>
      <w:r w:rsidRPr="0038389B">
        <w:rPr>
          <w:spacing w:val="-11"/>
        </w:rPr>
        <w:t xml:space="preserve"> </w:t>
      </w:r>
      <w:r w:rsidRPr="0038389B">
        <w:t>the</w:t>
      </w:r>
      <w:r w:rsidRPr="0038389B">
        <w:rPr>
          <w:spacing w:val="-10"/>
        </w:rPr>
        <w:t xml:space="preserve"> </w:t>
      </w:r>
      <w:r w:rsidRPr="0038389B">
        <w:t>same</w:t>
      </w:r>
      <w:r w:rsidRPr="0038389B">
        <w:rPr>
          <w:spacing w:val="-10"/>
        </w:rPr>
        <w:t xml:space="preserve"> </w:t>
      </w:r>
      <w:r w:rsidRPr="0038389B">
        <w:t>manner</w:t>
      </w:r>
      <w:r w:rsidRPr="0038389B">
        <w:rPr>
          <w:spacing w:val="-10"/>
        </w:rPr>
        <w:t xml:space="preserve"> </w:t>
      </w:r>
      <w:r w:rsidRPr="0038389B">
        <w:t>as</w:t>
      </w:r>
      <w:r w:rsidRPr="0038389B">
        <w:rPr>
          <w:spacing w:val="-10"/>
        </w:rPr>
        <w:t xml:space="preserve"> </w:t>
      </w:r>
      <w:r w:rsidRPr="0038389B">
        <w:t>on</w:t>
      </w:r>
      <w:r w:rsidRPr="0038389B">
        <w:rPr>
          <w:spacing w:val="-10"/>
        </w:rPr>
        <w:t xml:space="preserve"> </w:t>
      </w:r>
      <w:r w:rsidRPr="0038389B">
        <w:t>line</w:t>
      </w:r>
      <w:r w:rsidRPr="0038389B">
        <w:rPr>
          <w:spacing w:val="-10"/>
        </w:rPr>
        <w:t xml:space="preserve"> </w:t>
      </w:r>
      <w:r w:rsidRPr="0038389B">
        <w:t>21,</w:t>
      </w:r>
      <w:r w:rsidRPr="0038389B">
        <w:rPr>
          <w:spacing w:val="-10"/>
        </w:rPr>
        <w:t xml:space="preserve"> </w:t>
      </w:r>
      <w:r w:rsidRPr="0038389B">
        <w:t>column</w:t>
      </w:r>
      <w:r w:rsidRPr="0038389B">
        <w:rPr>
          <w:spacing w:val="-47"/>
        </w:rPr>
        <w:t xml:space="preserve"> </w:t>
      </w:r>
      <w:r w:rsidRPr="0038389B">
        <w:t>(d).</w:t>
      </w:r>
    </w:p>
    <w:p w14:paraId="78C92160" w14:textId="77777777" w:rsidR="00F13DD9" w:rsidRPr="0038389B" w:rsidRDefault="00F13DD9" w:rsidP="000E483F">
      <w:pPr>
        <w:pStyle w:val="Body"/>
      </w:pPr>
      <w:r w:rsidRPr="0038389B">
        <w:rPr>
          <w:b/>
        </w:rPr>
        <w:t>Line 34.</w:t>
      </w:r>
      <w:r w:rsidRPr="0038389B">
        <w:rPr>
          <w:b/>
          <w:spacing w:val="1"/>
        </w:rPr>
        <w:t xml:space="preserve"> </w:t>
      </w:r>
      <w:r w:rsidRPr="0038389B">
        <w:t>If more than a single issue of</w:t>
      </w:r>
      <w:r w:rsidRPr="0038389B">
        <w:rPr>
          <w:spacing w:val="1"/>
        </w:rPr>
        <w:t xml:space="preserve"> </w:t>
      </w:r>
      <w:r w:rsidRPr="0038389B">
        <w:t>tax-exempt</w:t>
      </w:r>
      <w:r w:rsidRPr="0038389B">
        <w:rPr>
          <w:spacing w:val="-7"/>
        </w:rPr>
        <w:t xml:space="preserve"> </w:t>
      </w:r>
      <w:r w:rsidRPr="0038389B">
        <w:t>bonds</w:t>
      </w:r>
      <w:r w:rsidRPr="0038389B">
        <w:rPr>
          <w:spacing w:val="-7"/>
        </w:rPr>
        <w:t xml:space="preserve"> </w:t>
      </w:r>
      <w:r w:rsidRPr="0038389B">
        <w:t>or</w:t>
      </w:r>
      <w:r w:rsidRPr="0038389B">
        <w:rPr>
          <w:spacing w:val="-7"/>
        </w:rPr>
        <w:t xml:space="preserve"> </w:t>
      </w:r>
      <w:r w:rsidRPr="0038389B">
        <w:t>taxable</w:t>
      </w:r>
      <w:r w:rsidRPr="0038389B">
        <w:rPr>
          <w:spacing w:val="-7"/>
        </w:rPr>
        <w:t xml:space="preserve"> </w:t>
      </w:r>
      <w:r w:rsidRPr="0038389B">
        <w:t>bonds</w:t>
      </w:r>
      <w:r w:rsidRPr="0038389B">
        <w:rPr>
          <w:spacing w:val="-7"/>
        </w:rPr>
        <w:t xml:space="preserve"> </w:t>
      </w:r>
      <w:r w:rsidRPr="0038389B">
        <w:t>will</w:t>
      </w:r>
      <w:r w:rsidRPr="0038389B">
        <w:rPr>
          <w:spacing w:val="-7"/>
        </w:rPr>
        <w:t xml:space="preserve"> </w:t>
      </w:r>
      <w:r w:rsidRPr="0038389B">
        <w:t>be</w:t>
      </w:r>
      <w:r w:rsidRPr="0038389B">
        <w:rPr>
          <w:spacing w:val="-47"/>
        </w:rPr>
        <w:t xml:space="preserve"> </w:t>
      </w:r>
      <w:r w:rsidRPr="0038389B">
        <w:t>refunded, enter the date of issue for each</w:t>
      </w:r>
      <w:r w:rsidRPr="0038389B">
        <w:rPr>
          <w:spacing w:val="-47"/>
        </w:rPr>
        <w:t xml:space="preserve"> </w:t>
      </w:r>
      <w:r w:rsidRPr="0038389B">
        <w:t>refunded issue. Enter the date in an</w:t>
      </w:r>
      <w:r w:rsidRPr="0038389B">
        <w:rPr>
          <w:spacing w:val="1"/>
        </w:rPr>
        <w:t xml:space="preserve"> </w:t>
      </w:r>
      <w:r w:rsidRPr="0038389B">
        <w:t>MM/DD/YYYY</w:t>
      </w:r>
      <w:r w:rsidRPr="0038389B">
        <w:rPr>
          <w:spacing w:val="-8"/>
        </w:rPr>
        <w:t xml:space="preserve"> </w:t>
      </w:r>
      <w:r w:rsidRPr="0038389B">
        <w:t>format.</w:t>
      </w:r>
    </w:p>
    <w:p w14:paraId="57126972" w14:textId="77777777" w:rsidR="00F13DD9" w:rsidRPr="0038389B" w:rsidRDefault="00F13DD9" w:rsidP="000E483F">
      <w:pPr>
        <w:pStyle w:val="Heading2"/>
      </w:pPr>
      <w:r w:rsidRPr="0038389B">
        <w:t>Part</w:t>
      </w:r>
      <w:r w:rsidRPr="0038389B">
        <w:rPr>
          <w:spacing w:val="-1"/>
        </w:rPr>
        <w:t xml:space="preserve"> </w:t>
      </w:r>
      <w:r w:rsidRPr="0038389B">
        <w:t>VI—Miscellaneous</w:t>
      </w:r>
    </w:p>
    <w:p w14:paraId="78640C4F" w14:textId="77777777" w:rsidR="00F13DD9" w:rsidRPr="0038389B" w:rsidRDefault="00F13DD9" w:rsidP="000E483F">
      <w:pPr>
        <w:pStyle w:val="Body"/>
      </w:pPr>
      <w:r w:rsidRPr="0038389B">
        <w:rPr>
          <w:b/>
        </w:rPr>
        <w:t xml:space="preserve">Line 35. </w:t>
      </w:r>
      <w:r w:rsidRPr="0038389B">
        <w:t>An allocation of volume cap is</w:t>
      </w:r>
      <w:r w:rsidRPr="0038389B">
        <w:rPr>
          <w:spacing w:val="1"/>
        </w:rPr>
        <w:t xml:space="preserve"> </w:t>
      </w:r>
      <w:r w:rsidRPr="0038389B">
        <w:t>required</w:t>
      </w:r>
      <w:r w:rsidRPr="0038389B">
        <w:rPr>
          <w:spacing w:val="-9"/>
        </w:rPr>
        <w:t xml:space="preserve"> </w:t>
      </w:r>
      <w:r w:rsidRPr="0038389B">
        <w:t>if</w:t>
      </w:r>
      <w:r w:rsidRPr="0038389B">
        <w:rPr>
          <w:spacing w:val="-10"/>
        </w:rPr>
        <w:t xml:space="preserve"> </w:t>
      </w:r>
      <w:r w:rsidRPr="0038389B">
        <w:t>the</w:t>
      </w:r>
      <w:r w:rsidRPr="0038389B">
        <w:rPr>
          <w:spacing w:val="-9"/>
        </w:rPr>
        <w:t xml:space="preserve"> </w:t>
      </w:r>
      <w:r w:rsidRPr="0038389B">
        <w:t>nonqualified</w:t>
      </w:r>
      <w:r w:rsidRPr="0038389B">
        <w:rPr>
          <w:spacing w:val="-9"/>
        </w:rPr>
        <w:t xml:space="preserve"> </w:t>
      </w:r>
      <w:r w:rsidRPr="0038389B">
        <w:t>amount</w:t>
      </w:r>
      <w:r w:rsidRPr="0038389B">
        <w:rPr>
          <w:spacing w:val="-9"/>
        </w:rPr>
        <w:t xml:space="preserve"> </w:t>
      </w:r>
      <w:r w:rsidRPr="0038389B">
        <w:t>for</w:t>
      </w:r>
      <w:r w:rsidRPr="0038389B">
        <w:rPr>
          <w:spacing w:val="-10"/>
        </w:rPr>
        <w:t xml:space="preserve"> </w:t>
      </w:r>
      <w:r w:rsidRPr="0038389B">
        <w:t>the</w:t>
      </w:r>
      <w:r w:rsidRPr="0038389B">
        <w:rPr>
          <w:spacing w:val="-47"/>
        </w:rPr>
        <w:t xml:space="preserve"> </w:t>
      </w:r>
      <w:r w:rsidRPr="0038389B">
        <w:t>issue is more than $15 million but is not</w:t>
      </w:r>
      <w:r w:rsidRPr="0038389B">
        <w:rPr>
          <w:spacing w:val="1"/>
        </w:rPr>
        <w:t xml:space="preserve"> </w:t>
      </w:r>
      <w:r w:rsidRPr="0038389B">
        <w:t xml:space="preserve">more </w:t>
      </w:r>
      <w:r w:rsidRPr="0038389B">
        <w:lastRenderedPageBreak/>
        <w:t>than the amount that would cause</w:t>
      </w:r>
      <w:r w:rsidRPr="0038389B">
        <w:rPr>
          <w:spacing w:val="1"/>
        </w:rPr>
        <w:t xml:space="preserve"> </w:t>
      </w:r>
      <w:r w:rsidRPr="0038389B">
        <w:t>the</w:t>
      </w:r>
      <w:r w:rsidRPr="0038389B">
        <w:rPr>
          <w:spacing w:val="-8"/>
        </w:rPr>
        <w:t xml:space="preserve"> </w:t>
      </w:r>
      <w:r w:rsidRPr="0038389B">
        <w:t>issue</w:t>
      </w:r>
      <w:r w:rsidRPr="0038389B">
        <w:rPr>
          <w:spacing w:val="-8"/>
        </w:rPr>
        <w:t xml:space="preserve"> </w:t>
      </w:r>
      <w:r w:rsidRPr="0038389B">
        <w:t>to</w:t>
      </w:r>
      <w:r w:rsidRPr="0038389B">
        <w:rPr>
          <w:spacing w:val="-8"/>
        </w:rPr>
        <w:t xml:space="preserve"> </w:t>
      </w:r>
      <w:r w:rsidRPr="0038389B">
        <w:t>be</w:t>
      </w:r>
      <w:r w:rsidRPr="0038389B">
        <w:rPr>
          <w:spacing w:val="-8"/>
        </w:rPr>
        <w:t xml:space="preserve"> </w:t>
      </w:r>
      <w:r w:rsidRPr="0038389B">
        <w:t>private</w:t>
      </w:r>
      <w:r w:rsidRPr="0038389B">
        <w:rPr>
          <w:spacing w:val="-8"/>
        </w:rPr>
        <w:t xml:space="preserve"> </w:t>
      </w:r>
      <w:r w:rsidRPr="0038389B">
        <w:t>activity</w:t>
      </w:r>
      <w:r w:rsidRPr="0038389B">
        <w:rPr>
          <w:spacing w:val="-8"/>
        </w:rPr>
        <w:t xml:space="preserve"> </w:t>
      </w:r>
      <w:r w:rsidRPr="0038389B">
        <w:t>bonds.</w:t>
      </w:r>
    </w:p>
    <w:p w14:paraId="77B3987F" w14:textId="3CD63E2F" w:rsidR="00F13DD9" w:rsidRPr="0038389B" w:rsidRDefault="00F13DD9" w:rsidP="000E483F">
      <w:pPr>
        <w:pStyle w:val="Body"/>
      </w:pPr>
      <w:r w:rsidRPr="0038389B">
        <w:rPr>
          <w:b/>
        </w:rPr>
        <w:t>Line 36.</w:t>
      </w:r>
      <w:r w:rsidRPr="0038389B">
        <w:rPr>
          <w:b/>
          <w:spacing w:val="1"/>
        </w:rPr>
        <w:t xml:space="preserve"> </w:t>
      </w:r>
      <w:r w:rsidRPr="0038389B">
        <w:t>If any portion of the gross</w:t>
      </w:r>
      <w:r w:rsidRPr="0038389B">
        <w:rPr>
          <w:spacing w:val="1"/>
        </w:rPr>
        <w:t xml:space="preserve"> </w:t>
      </w:r>
      <w:r w:rsidRPr="0038389B">
        <w:t>proceeds</w:t>
      </w:r>
      <w:r w:rsidRPr="0038389B">
        <w:rPr>
          <w:spacing w:val="-9"/>
        </w:rPr>
        <w:t xml:space="preserve"> </w:t>
      </w:r>
      <w:r w:rsidRPr="0038389B">
        <w:t>of</w:t>
      </w:r>
      <w:r w:rsidRPr="0038389B">
        <w:rPr>
          <w:spacing w:val="-9"/>
        </w:rPr>
        <w:t xml:space="preserve"> </w:t>
      </w:r>
      <w:r w:rsidRPr="0038389B">
        <w:t>the</w:t>
      </w:r>
      <w:r w:rsidRPr="0038389B">
        <w:rPr>
          <w:spacing w:val="-9"/>
        </w:rPr>
        <w:t xml:space="preserve"> </w:t>
      </w:r>
      <w:r w:rsidRPr="0038389B">
        <w:t>issue</w:t>
      </w:r>
      <w:r w:rsidRPr="0038389B">
        <w:rPr>
          <w:spacing w:val="-9"/>
        </w:rPr>
        <w:t xml:space="preserve"> </w:t>
      </w:r>
      <w:r w:rsidRPr="0038389B">
        <w:t>is</w:t>
      </w:r>
      <w:r w:rsidRPr="0038389B">
        <w:rPr>
          <w:spacing w:val="-9"/>
        </w:rPr>
        <w:t xml:space="preserve"> </w:t>
      </w:r>
      <w:r w:rsidRPr="0038389B">
        <w:t>or</w:t>
      </w:r>
      <w:r w:rsidRPr="0038389B">
        <w:rPr>
          <w:spacing w:val="-8"/>
        </w:rPr>
        <w:t xml:space="preserve"> </w:t>
      </w:r>
      <w:r w:rsidRPr="0038389B">
        <w:t>will</w:t>
      </w:r>
      <w:r w:rsidRPr="0038389B">
        <w:rPr>
          <w:spacing w:val="-9"/>
        </w:rPr>
        <w:t xml:space="preserve"> </w:t>
      </w:r>
      <w:r w:rsidRPr="0038389B">
        <w:t>be</w:t>
      </w:r>
      <w:r w:rsidRPr="0038389B">
        <w:rPr>
          <w:spacing w:val="-9"/>
        </w:rPr>
        <w:t xml:space="preserve"> </w:t>
      </w:r>
      <w:r w:rsidRPr="0038389B">
        <w:t>invested</w:t>
      </w:r>
      <w:r w:rsidRPr="0038389B">
        <w:rPr>
          <w:spacing w:val="1"/>
        </w:rPr>
        <w:t xml:space="preserve"> </w:t>
      </w:r>
      <w:r w:rsidRPr="0038389B">
        <w:rPr>
          <w:spacing w:val="-1"/>
        </w:rPr>
        <w:t>in</w:t>
      </w:r>
      <w:r w:rsidRPr="0038389B">
        <w:rPr>
          <w:spacing w:val="-11"/>
        </w:rPr>
        <w:t xml:space="preserve"> </w:t>
      </w:r>
      <w:r w:rsidRPr="0038389B">
        <w:rPr>
          <w:spacing w:val="-1"/>
        </w:rPr>
        <w:t>a</w:t>
      </w:r>
      <w:r w:rsidRPr="0038389B">
        <w:rPr>
          <w:spacing w:val="-11"/>
        </w:rPr>
        <w:t xml:space="preserve"> </w:t>
      </w:r>
      <w:r w:rsidRPr="0038389B">
        <w:rPr>
          <w:spacing w:val="-1"/>
        </w:rPr>
        <w:t>guaranteed</w:t>
      </w:r>
      <w:r w:rsidRPr="0038389B">
        <w:rPr>
          <w:spacing w:val="-10"/>
        </w:rPr>
        <w:t xml:space="preserve"> </w:t>
      </w:r>
      <w:r w:rsidRPr="0038389B">
        <w:t>investment</w:t>
      </w:r>
      <w:r w:rsidRPr="0038389B">
        <w:rPr>
          <w:spacing w:val="-11"/>
        </w:rPr>
        <w:t xml:space="preserve"> </w:t>
      </w:r>
      <w:r w:rsidRPr="0038389B">
        <w:t>contract</w:t>
      </w:r>
      <w:r w:rsidRPr="0038389B">
        <w:rPr>
          <w:spacing w:val="-9"/>
        </w:rPr>
        <w:t xml:space="preserve"> </w:t>
      </w:r>
      <w:r w:rsidRPr="0038389B">
        <w:t>(GIC),</w:t>
      </w:r>
      <w:r w:rsidRPr="0038389B">
        <w:rPr>
          <w:spacing w:val="-47"/>
        </w:rPr>
        <w:t xml:space="preserve"> </w:t>
      </w:r>
      <w:r w:rsidRPr="0038389B">
        <w:t>as</w:t>
      </w:r>
      <w:r w:rsidRPr="0038389B">
        <w:rPr>
          <w:spacing w:val="-8"/>
        </w:rPr>
        <w:t xml:space="preserve"> </w:t>
      </w:r>
      <w:r w:rsidRPr="0038389B">
        <w:t>defined</w:t>
      </w:r>
      <w:r w:rsidRPr="0038389B">
        <w:rPr>
          <w:spacing w:val="-7"/>
        </w:rPr>
        <w:t xml:space="preserve"> </w:t>
      </w:r>
      <w:r w:rsidRPr="0038389B">
        <w:t>in</w:t>
      </w:r>
      <w:r w:rsidRPr="0038389B">
        <w:rPr>
          <w:spacing w:val="-7"/>
        </w:rPr>
        <w:t xml:space="preserve"> </w:t>
      </w:r>
      <w:r w:rsidRPr="0038389B">
        <w:t>Regulations</w:t>
      </w:r>
      <w:r w:rsidRPr="0038389B">
        <w:rPr>
          <w:spacing w:val="-8"/>
        </w:rPr>
        <w:t xml:space="preserve"> </w:t>
      </w:r>
      <w:r w:rsidRPr="0038389B">
        <w:t>section</w:t>
      </w:r>
      <w:r w:rsidR="000E483F" w:rsidRPr="0038389B">
        <w:t xml:space="preserve"> </w:t>
      </w:r>
      <w:r w:rsidRPr="0038389B">
        <w:t>1.148-1(b),</w:t>
      </w:r>
      <w:r w:rsidRPr="0038389B">
        <w:rPr>
          <w:spacing w:val="-12"/>
        </w:rPr>
        <w:t xml:space="preserve"> </w:t>
      </w:r>
      <w:r w:rsidRPr="0038389B">
        <w:t>enter</w:t>
      </w:r>
      <w:r w:rsidRPr="0038389B">
        <w:rPr>
          <w:spacing w:val="-12"/>
        </w:rPr>
        <w:t xml:space="preserve"> </w:t>
      </w:r>
      <w:r w:rsidRPr="0038389B">
        <w:t>the</w:t>
      </w:r>
      <w:r w:rsidRPr="0038389B">
        <w:rPr>
          <w:spacing w:val="-12"/>
        </w:rPr>
        <w:t xml:space="preserve"> </w:t>
      </w:r>
      <w:r w:rsidRPr="0038389B">
        <w:t>amount</w:t>
      </w:r>
      <w:r w:rsidRPr="0038389B">
        <w:rPr>
          <w:spacing w:val="-12"/>
        </w:rPr>
        <w:t xml:space="preserve"> </w:t>
      </w:r>
      <w:r w:rsidRPr="0038389B">
        <w:t>of</w:t>
      </w:r>
      <w:r w:rsidRPr="0038389B">
        <w:rPr>
          <w:spacing w:val="-12"/>
        </w:rPr>
        <w:t xml:space="preserve"> </w:t>
      </w:r>
      <w:r w:rsidRPr="0038389B">
        <w:t>the</w:t>
      </w:r>
      <w:r w:rsidRPr="0038389B">
        <w:rPr>
          <w:spacing w:val="-12"/>
        </w:rPr>
        <w:t xml:space="preserve"> </w:t>
      </w:r>
      <w:r w:rsidRPr="0038389B">
        <w:t>gross</w:t>
      </w:r>
      <w:r w:rsidRPr="0038389B">
        <w:rPr>
          <w:spacing w:val="-47"/>
        </w:rPr>
        <w:t xml:space="preserve"> </w:t>
      </w:r>
      <w:r w:rsidRPr="0038389B">
        <w:t>proceeds</w:t>
      </w:r>
      <w:r w:rsidRPr="0038389B">
        <w:rPr>
          <w:spacing w:val="-9"/>
        </w:rPr>
        <w:t xml:space="preserve"> </w:t>
      </w:r>
      <w:r w:rsidRPr="0038389B">
        <w:t>so</w:t>
      </w:r>
      <w:r w:rsidRPr="0038389B">
        <w:rPr>
          <w:spacing w:val="-9"/>
        </w:rPr>
        <w:t xml:space="preserve"> </w:t>
      </w:r>
      <w:r w:rsidRPr="0038389B">
        <w:t>invested,</w:t>
      </w:r>
      <w:r w:rsidRPr="0038389B">
        <w:rPr>
          <w:spacing w:val="-9"/>
        </w:rPr>
        <w:t xml:space="preserve"> </w:t>
      </w:r>
      <w:r w:rsidRPr="0038389B">
        <w:t>as</w:t>
      </w:r>
      <w:r w:rsidRPr="0038389B">
        <w:rPr>
          <w:spacing w:val="-9"/>
        </w:rPr>
        <w:t xml:space="preserve"> </w:t>
      </w:r>
      <w:r w:rsidRPr="0038389B">
        <w:t>well</w:t>
      </w:r>
      <w:r w:rsidRPr="0038389B">
        <w:rPr>
          <w:spacing w:val="-9"/>
        </w:rPr>
        <w:t xml:space="preserve"> </w:t>
      </w:r>
      <w:r w:rsidRPr="0038389B">
        <w:t>as</w:t>
      </w:r>
      <w:r w:rsidRPr="0038389B">
        <w:rPr>
          <w:spacing w:val="-9"/>
        </w:rPr>
        <w:t xml:space="preserve"> </w:t>
      </w:r>
      <w:r w:rsidRPr="0038389B">
        <w:t>the</w:t>
      </w:r>
      <w:r w:rsidRPr="0038389B">
        <w:rPr>
          <w:spacing w:val="-9"/>
        </w:rPr>
        <w:t xml:space="preserve"> </w:t>
      </w:r>
      <w:r w:rsidRPr="0038389B">
        <w:t>final</w:t>
      </w:r>
      <w:r w:rsidRPr="0038389B">
        <w:rPr>
          <w:spacing w:val="-48"/>
        </w:rPr>
        <w:t xml:space="preserve"> </w:t>
      </w:r>
      <w:r w:rsidRPr="0038389B">
        <w:t>maturity</w:t>
      </w:r>
      <w:r w:rsidRPr="0038389B">
        <w:rPr>
          <w:spacing w:val="-10"/>
        </w:rPr>
        <w:t xml:space="preserve"> </w:t>
      </w:r>
      <w:r w:rsidRPr="0038389B">
        <w:t>date</w:t>
      </w:r>
      <w:r w:rsidRPr="0038389B">
        <w:rPr>
          <w:spacing w:val="-10"/>
        </w:rPr>
        <w:t xml:space="preserve"> </w:t>
      </w:r>
      <w:r w:rsidRPr="0038389B">
        <w:t>of</w:t>
      </w:r>
      <w:r w:rsidRPr="0038389B">
        <w:rPr>
          <w:spacing w:val="-10"/>
        </w:rPr>
        <w:t xml:space="preserve"> </w:t>
      </w:r>
      <w:r w:rsidRPr="0038389B">
        <w:t>the</w:t>
      </w:r>
      <w:r w:rsidRPr="0038389B">
        <w:rPr>
          <w:spacing w:val="-10"/>
        </w:rPr>
        <w:t xml:space="preserve"> </w:t>
      </w:r>
      <w:r w:rsidRPr="0038389B">
        <w:t>GIC</w:t>
      </w:r>
      <w:r w:rsidRPr="0038389B">
        <w:rPr>
          <w:spacing w:val="-10"/>
        </w:rPr>
        <w:t xml:space="preserve"> </w:t>
      </w:r>
      <w:r w:rsidRPr="0038389B">
        <w:t>and</w:t>
      </w:r>
      <w:r w:rsidRPr="0038389B">
        <w:rPr>
          <w:spacing w:val="-9"/>
        </w:rPr>
        <w:t xml:space="preserve"> </w:t>
      </w:r>
      <w:r w:rsidRPr="0038389B">
        <w:t>the</w:t>
      </w:r>
      <w:r w:rsidRPr="0038389B">
        <w:rPr>
          <w:spacing w:val="-10"/>
        </w:rPr>
        <w:t xml:space="preserve"> </w:t>
      </w:r>
      <w:r w:rsidRPr="0038389B">
        <w:t>name</w:t>
      </w:r>
      <w:r w:rsidRPr="0038389B">
        <w:rPr>
          <w:spacing w:val="-9"/>
        </w:rPr>
        <w:t xml:space="preserve"> </w:t>
      </w:r>
      <w:r w:rsidRPr="0038389B">
        <w:t>of</w:t>
      </w:r>
      <w:r w:rsidRPr="0038389B">
        <w:rPr>
          <w:spacing w:val="1"/>
        </w:rPr>
        <w:t xml:space="preserve"> </w:t>
      </w:r>
      <w:r w:rsidRPr="0038389B">
        <w:t>the</w:t>
      </w:r>
      <w:r w:rsidRPr="0038389B">
        <w:rPr>
          <w:spacing w:val="-7"/>
        </w:rPr>
        <w:t xml:space="preserve"> </w:t>
      </w:r>
      <w:r w:rsidRPr="0038389B">
        <w:t>provider</w:t>
      </w:r>
      <w:r w:rsidRPr="0038389B">
        <w:rPr>
          <w:spacing w:val="-7"/>
        </w:rPr>
        <w:t xml:space="preserve"> </w:t>
      </w:r>
      <w:r w:rsidRPr="0038389B">
        <w:t>of</w:t>
      </w:r>
      <w:r w:rsidRPr="0038389B">
        <w:rPr>
          <w:spacing w:val="-7"/>
        </w:rPr>
        <w:t xml:space="preserve"> </w:t>
      </w:r>
      <w:r w:rsidRPr="0038389B">
        <w:t>such</w:t>
      </w:r>
      <w:r w:rsidRPr="0038389B">
        <w:rPr>
          <w:spacing w:val="-7"/>
        </w:rPr>
        <w:t xml:space="preserve"> </w:t>
      </w:r>
      <w:r w:rsidRPr="0038389B">
        <w:t>contract.</w:t>
      </w:r>
    </w:p>
    <w:p w14:paraId="3FEE3360" w14:textId="77777777" w:rsidR="00F13DD9" w:rsidRPr="0038389B" w:rsidRDefault="00F13DD9" w:rsidP="000E483F">
      <w:pPr>
        <w:pStyle w:val="Body"/>
      </w:pPr>
      <w:r w:rsidRPr="0038389B">
        <w:rPr>
          <w:b/>
        </w:rPr>
        <w:t xml:space="preserve">Line 37. </w:t>
      </w:r>
      <w:r w:rsidRPr="0038389B">
        <w:t>If the issue is a pooled financing</w:t>
      </w:r>
      <w:r w:rsidRPr="0038389B">
        <w:rPr>
          <w:spacing w:val="-47"/>
        </w:rPr>
        <w:t xml:space="preserve"> </w:t>
      </w:r>
      <w:r w:rsidRPr="0038389B">
        <w:t xml:space="preserve">issue (as defined under </w:t>
      </w:r>
      <w:r w:rsidRPr="0038389B">
        <w:rPr>
          <w:i/>
        </w:rPr>
        <w:t>Pooled financing</w:t>
      </w:r>
      <w:r w:rsidRPr="0038389B">
        <w:rPr>
          <w:i/>
          <w:spacing w:val="-47"/>
        </w:rPr>
        <w:t xml:space="preserve"> </w:t>
      </w:r>
      <w:r w:rsidRPr="0038389B">
        <w:rPr>
          <w:i/>
        </w:rPr>
        <w:t xml:space="preserve">issue </w:t>
      </w:r>
      <w:r w:rsidRPr="0038389B">
        <w:t xml:space="preserve">in </w:t>
      </w:r>
      <w:r w:rsidRPr="0038389B">
        <w:rPr>
          <w:i/>
        </w:rPr>
        <w:t>Definitions</w:t>
      </w:r>
      <w:r w:rsidRPr="0038389B">
        <w:t>, earlier), enter the</w:t>
      </w:r>
      <w:r w:rsidRPr="0038389B">
        <w:rPr>
          <w:spacing w:val="1"/>
        </w:rPr>
        <w:t xml:space="preserve"> </w:t>
      </w:r>
      <w:r w:rsidRPr="0038389B">
        <w:t>amount of the proceeds used to make</w:t>
      </w:r>
      <w:r w:rsidRPr="0038389B">
        <w:rPr>
          <w:spacing w:val="1"/>
        </w:rPr>
        <w:t xml:space="preserve"> </w:t>
      </w:r>
      <w:r w:rsidRPr="0038389B">
        <w:t>loans to other governmental units, the</w:t>
      </w:r>
      <w:r w:rsidRPr="0038389B">
        <w:rPr>
          <w:spacing w:val="1"/>
        </w:rPr>
        <w:t xml:space="preserve"> </w:t>
      </w:r>
      <w:r w:rsidRPr="0038389B">
        <w:t>interest</w:t>
      </w:r>
      <w:r w:rsidRPr="0038389B">
        <w:rPr>
          <w:spacing w:val="-8"/>
        </w:rPr>
        <w:t xml:space="preserve"> </w:t>
      </w:r>
      <w:r w:rsidRPr="0038389B">
        <w:t>on</w:t>
      </w:r>
      <w:r w:rsidRPr="0038389B">
        <w:rPr>
          <w:spacing w:val="-9"/>
        </w:rPr>
        <w:t xml:space="preserve"> </w:t>
      </w:r>
      <w:r w:rsidRPr="0038389B">
        <w:t>which</w:t>
      </w:r>
      <w:r w:rsidRPr="0038389B">
        <w:rPr>
          <w:spacing w:val="-8"/>
        </w:rPr>
        <w:t xml:space="preserve"> </w:t>
      </w:r>
      <w:r w:rsidRPr="0038389B">
        <w:t>is</w:t>
      </w:r>
      <w:r w:rsidRPr="0038389B">
        <w:rPr>
          <w:spacing w:val="-8"/>
        </w:rPr>
        <w:t xml:space="preserve"> </w:t>
      </w:r>
      <w:r w:rsidRPr="0038389B">
        <w:t>tax</w:t>
      </w:r>
      <w:r w:rsidRPr="0038389B">
        <w:rPr>
          <w:spacing w:val="-8"/>
        </w:rPr>
        <w:t xml:space="preserve"> </w:t>
      </w:r>
      <w:r w:rsidRPr="0038389B">
        <w:t>exempt.</w:t>
      </w:r>
    </w:p>
    <w:p w14:paraId="3035D1CD" w14:textId="77777777" w:rsidR="00F13DD9" w:rsidRPr="0038389B" w:rsidRDefault="00F13DD9" w:rsidP="000E483F">
      <w:pPr>
        <w:pStyle w:val="Body"/>
      </w:pPr>
      <w:r w:rsidRPr="0038389B">
        <w:rPr>
          <w:b/>
        </w:rPr>
        <w:t>Line</w:t>
      </w:r>
      <w:r w:rsidRPr="0038389B">
        <w:rPr>
          <w:b/>
          <w:spacing w:val="-4"/>
        </w:rPr>
        <w:t xml:space="preserve"> </w:t>
      </w:r>
      <w:r w:rsidRPr="0038389B">
        <w:rPr>
          <w:b/>
        </w:rPr>
        <w:t>38.</w:t>
      </w:r>
      <w:r w:rsidRPr="0038389B">
        <w:rPr>
          <w:b/>
          <w:spacing w:val="38"/>
        </w:rPr>
        <w:t xml:space="preserve"> </w:t>
      </w:r>
      <w:r w:rsidRPr="0038389B">
        <w:t>If</w:t>
      </w:r>
      <w:r w:rsidRPr="0038389B">
        <w:rPr>
          <w:spacing w:val="-8"/>
        </w:rPr>
        <w:t xml:space="preserve"> </w:t>
      </w:r>
      <w:r w:rsidRPr="0038389B">
        <w:t>the</w:t>
      </w:r>
      <w:r w:rsidRPr="0038389B">
        <w:rPr>
          <w:spacing w:val="-8"/>
        </w:rPr>
        <w:t xml:space="preserve"> </w:t>
      </w:r>
      <w:r w:rsidRPr="0038389B">
        <w:t>issue</w:t>
      </w:r>
      <w:r w:rsidRPr="0038389B">
        <w:rPr>
          <w:spacing w:val="-8"/>
        </w:rPr>
        <w:t xml:space="preserve"> </w:t>
      </w:r>
      <w:r w:rsidRPr="0038389B">
        <w:t>is</w:t>
      </w:r>
      <w:r w:rsidRPr="0038389B">
        <w:rPr>
          <w:spacing w:val="-9"/>
        </w:rPr>
        <w:t xml:space="preserve"> </w:t>
      </w:r>
      <w:r w:rsidRPr="0038389B">
        <w:t>a</w:t>
      </w:r>
      <w:r w:rsidRPr="0038389B">
        <w:rPr>
          <w:spacing w:val="-8"/>
        </w:rPr>
        <w:t xml:space="preserve"> </w:t>
      </w:r>
      <w:r w:rsidRPr="0038389B">
        <w:t>loan</w:t>
      </w:r>
      <w:r w:rsidRPr="0038389B">
        <w:rPr>
          <w:spacing w:val="-8"/>
        </w:rPr>
        <w:t xml:space="preserve"> </w:t>
      </w:r>
      <w:r w:rsidRPr="0038389B">
        <w:t>of</w:t>
      </w:r>
      <w:r w:rsidRPr="0038389B">
        <w:rPr>
          <w:spacing w:val="-8"/>
        </w:rPr>
        <w:t xml:space="preserve"> </w:t>
      </w:r>
      <w:r w:rsidRPr="0038389B">
        <w:t>proceeds</w:t>
      </w:r>
      <w:r w:rsidRPr="0038389B">
        <w:rPr>
          <w:spacing w:val="-47"/>
        </w:rPr>
        <w:t xml:space="preserve"> </w:t>
      </w:r>
      <w:r w:rsidRPr="0038389B">
        <w:t>from a pooled financing issue (as defined</w:t>
      </w:r>
      <w:r w:rsidRPr="0038389B">
        <w:rPr>
          <w:spacing w:val="-47"/>
        </w:rPr>
        <w:t xml:space="preserve"> </w:t>
      </w:r>
      <w:r w:rsidRPr="0038389B">
        <w:t xml:space="preserve">under </w:t>
      </w:r>
      <w:r w:rsidRPr="0038389B">
        <w:rPr>
          <w:i/>
        </w:rPr>
        <w:t xml:space="preserve">Pooled financing issue </w:t>
      </w:r>
      <w:r w:rsidRPr="0038389B">
        <w:t>in</w:t>
      </w:r>
      <w:r w:rsidRPr="0038389B">
        <w:rPr>
          <w:spacing w:val="1"/>
        </w:rPr>
        <w:t xml:space="preserve"> </w:t>
      </w:r>
      <w:r w:rsidRPr="0038389B">
        <w:rPr>
          <w:i/>
        </w:rPr>
        <w:t>Definitions</w:t>
      </w:r>
      <w:r w:rsidRPr="0038389B">
        <w:t>, earlier), check the box and</w:t>
      </w:r>
      <w:r w:rsidRPr="0038389B">
        <w:rPr>
          <w:spacing w:val="1"/>
        </w:rPr>
        <w:t xml:space="preserve"> </w:t>
      </w:r>
      <w:r w:rsidRPr="0038389B">
        <w:t>where asked for the date of issue, EIN,</w:t>
      </w:r>
      <w:r w:rsidRPr="0038389B">
        <w:rPr>
          <w:spacing w:val="1"/>
        </w:rPr>
        <w:t xml:space="preserve"> </w:t>
      </w:r>
      <w:r w:rsidRPr="0038389B">
        <w:t>and</w:t>
      </w:r>
      <w:r w:rsidRPr="0038389B">
        <w:rPr>
          <w:spacing w:val="-10"/>
        </w:rPr>
        <w:t xml:space="preserve"> </w:t>
      </w:r>
      <w:r w:rsidRPr="0038389B">
        <w:t>name</w:t>
      </w:r>
      <w:r w:rsidRPr="0038389B">
        <w:rPr>
          <w:spacing w:val="-9"/>
        </w:rPr>
        <w:t xml:space="preserve"> </w:t>
      </w:r>
      <w:r w:rsidRPr="0038389B">
        <w:t>of</w:t>
      </w:r>
      <w:r w:rsidRPr="0038389B">
        <w:rPr>
          <w:spacing w:val="-9"/>
        </w:rPr>
        <w:t xml:space="preserve"> </w:t>
      </w:r>
      <w:r w:rsidRPr="0038389B">
        <w:t>the</w:t>
      </w:r>
      <w:r w:rsidRPr="0038389B">
        <w:rPr>
          <w:spacing w:val="-9"/>
        </w:rPr>
        <w:t xml:space="preserve"> </w:t>
      </w:r>
      <w:r w:rsidRPr="0038389B">
        <w:t>issuer</w:t>
      </w:r>
      <w:r w:rsidRPr="0038389B">
        <w:rPr>
          <w:spacing w:val="-10"/>
        </w:rPr>
        <w:t xml:space="preserve"> </w:t>
      </w:r>
      <w:r w:rsidRPr="0038389B">
        <w:t>of</w:t>
      </w:r>
      <w:r w:rsidRPr="0038389B">
        <w:rPr>
          <w:spacing w:val="-9"/>
        </w:rPr>
        <w:t xml:space="preserve"> </w:t>
      </w:r>
      <w:r w:rsidRPr="0038389B">
        <w:t>the</w:t>
      </w:r>
      <w:r w:rsidRPr="0038389B">
        <w:rPr>
          <w:spacing w:val="-10"/>
        </w:rPr>
        <w:t xml:space="preserve"> </w:t>
      </w:r>
      <w:r w:rsidRPr="0038389B">
        <w:t>master</w:t>
      </w:r>
      <w:r w:rsidRPr="0038389B">
        <w:rPr>
          <w:spacing w:val="-9"/>
        </w:rPr>
        <w:t xml:space="preserve"> </w:t>
      </w:r>
      <w:r w:rsidRPr="0038389B">
        <w:t>pool</w:t>
      </w:r>
      <w:r w:rsidRPr="0038389B">
        <w:rPr>
          <w:spacing w:val="1"/>
        </w:rPr>
        <w:t xml:space="preserve"> </w:t>
      </w:r>
      <w:r w:rsidRPr="0038389B">
        <w:t>bond, enter the date of issue, EIN, and</w:t>
      </w:r>
      <w:r w:rsidRPr="0038389B">
        <w:rPr>
          <w:spacing w:val="1"/>
        </w:rPr>
        <w:t xml:space="preserve"> </w:t>
      </w:r>
      <w:r w:rsidRPr="0038389B">
        <w:t>name</w:t>
      </w:r>
      <w:r w:rsidRPr="0038389B">
        <w:rPr>
          <w:spacing w:val="-8"/>
        </w:rPr>
        <w:t xml:space="preserve"> </w:t>
      </w:r>
      <w:r w:rsidRPr="0038389B">
        <w:t>of</w:t>
      </w:r>
      <w:r w:rsidRPr="0038389B">
        <w:rPr>
          <w:spacing w:val="-9"/>
        </w:rPr>
        <w:t xml:space="preserve"> </w:t>
      </w:r>
      <w:r w:rsidRPr="0038389B">
        <w:t>the</w:t>
      </w:r>
      <w:r w:rsidRPr="0038389B">
        <w:rPr>
          <w:spacing w:val="-9"/>
        </w:rPr>
        <w:t xml:space="preserve"> </w:t>
      </w:r>
      <w:r w:rsidRPr="0038389B">
        <w:t>issuer</w:t>
      </w:r>
      <w:r w:rsidRPr="0038389B">
        <w:rPr>
          <w:spacing w:val="-8"/>
        </w:rPr>
        <w:t xml:space="preserve"> </w:t>
      </w:r>
      <w:r w:rsidRPr="0038389B">
        <w:t>of</w:t>
      </w:r>
      <w:r w:rsidRPr="0038389B">
        <w:rPr>
          <w:spacing w:val="-9"/>
        </w:rPr>
        <w:t xml:space="preserve"> </w:t>
      </w:r>
      <w:r w:rsidRPr="0038389B">
        <w:t>the</w:t>
      </w:r>
      <w:r w:rsidRPr="0038389B">
        <w:rPr>
          <w:spacing w:val="-9"/>
        </w:rPr>
        <w:t xml:space="preserve"> </w:t>
      </w:r>
      <w:r w:rsidRPr="0038389B">
        <w:t>pooled</w:t>
      </w:r>
      <w:r w:rsidRPr="0038389B">
        <w:rPr>
          <w:spacing w:val="-8"/>
        </w:rPr>
        <w:t xml:space="preserve"> </w:t>
      </w:r>
      <w:r w:rsidRPr="0038389B">
        <w:t>financing</w:t>
      </w:r>
      <w:r w:rsidRPr="0038389B">
        <w:rPr>
          <w:spacing w:val="-47"/>
        </w:rPr>
        <w:t xml:space="preserve"> </w:t>
      </w:r>
      <w:r w:rsidRPr="0038389B">
        <w:t>issue.</w:t>
      </w:r>
    </w:p>
    <w:p w14:paraId="1800EC4C" w14:textId="02828D23" w:rsidR="00F13DD9" w:rsidRPr="0038389B" w:rsidRDefault="00F13DD9" w:rsidP="000E483F">
      <w:pPr>
        <w:pStyle w:val="Body"/>
      </w:pPr>
      <w:r w:rsidRPr="0038389B">
        <w:rPr>
          <w:b/>
        </w:rPr>
        <w:lastRenderedPageBreak/>
        <w:t>Line 40.</w:t>
      </w:r>
      <w:r w:rsidRPr="0038389B">
        <w:rPr>
          <w:b/>
          <w:spacing w:val="1"/>
        </w:rPr>
        <w:t xml:space="preserve"> </w:t>
      </w:r>
      <w:r w:rsidRPr="0038389B">
        <w:t>Check this box if the issue is a</w:t>
      </w:r>
      <w:r w:rsidRPr="0038389B">
        <w:rPr>
          <w:spacing w:val="1"/>
        </w:rPr>
        <w:t xml:space="preserve"> </w:t>
      </w:r>
      <w:r w:rsidRPr="0038389B">
        <w:t>construction issue and an irrevocable</w:t>
      </w:r>
      <w:r w:rsidRPr="0038389B">
        <w:rPr>
          <w:spacing w:val="1"/>
        </w:rPr>
        <w:t xml:space="preserve"> </w:t>
      </w:r>
      <w:r w:rsidRPr="0038389B">
        <w:t>election to pay a penalty in lieu of</w:t>
      </w:r>
      <w:r w:rsidRPr="0038389B">
        <w:rPr>
          <w:spacing w:val="1"/>
        </w:rPr>
        <w:t xml:space="preserve"> </w:t>
      </w:r>
      <w:r w:rsidRPr="0038389B">
        <w:t>arbitrage rebate has been made on or</w:t>
      </w:r>
      <w:r w:rsidRPr="0038389B">
        <w:rPr>
          <w:spacing w:val="1"/>
        </w:rPr>
        <w:t xml:space="preserve"> </w:t>
      </w:r>
      <w:r w:rsidRPr="0038389B">
        <w:t>before the date the bonds were issued.</w:t>
      </w:r>
      <w:r w:rsidRPr="0038389B">
        <w:rPr>
          <w:spacing w:val="1"/>
        </w:rPr>
        <w:t xml:space="preserve"> </w:t>
      </w:r>
      <w:r w:rsidRPr="0038389B">
        <w:t>The</w:t>
      </w:r>
      <w:r w:rsidRPr="0038389B">
        <w:rPr>
          <w:spacing w:val="-10"/>
        </w:rPr>
        <w:t xml:space="preserve"> </w:t>
      </w:r>
      <w:r w:rsidRPr="0038389B">
        <w:t>penalty</w:t>
      </w:r>
      <w:r w:rsidRPr="0038389B">
        <w:rPr>
          <w:spacing w:val="-10"/>
        </w:rPr>
        <w:t xml:space="preserve"> </w:t>
      </w:r>
      <w:r w:rsidRPr="0038389B">
        <w:t>is</w:t>
      </w:r>
      <w:r w:rsidRPr="0038389B">
        <w:rPr>
          <w:spacing w:val="-10"/>
        </w:rPr>
        <w:t xml:space="preserve"> </w:t>
      </w:r>
      <w:r w:rsidRPr="0038389B">
        <w:t>payable</w:t>
      </w:r>
      <w:r w:rsidRPr="0038389B">
        <w:rPr>
          <w:spacing w:val="-9"/>
        </w:rPr>
        <w:t xml:space="preserve"> </w:t>
      </w:r>
      <w:r w:rsidRPr="0038389B">
        <w:t>with</w:t>
      </w:r>
      <w:r w:rsidRPr="0038389B">
        <w:rPr>
          <w:spacing w:val="-10"/>
        </w:rPr>
        <w:t xml:space="preserve"> </w:t>
      </w:r>
      <w:r w:rsidRPr="0038389B">
        <w:t>a</w:t>
      </w:r>
      <w:r w:rsidRPr="0038389B">
        <w:rPr>
          <w:spacing w:val="-10"/>
        </w:rPr>
        <w:t xml:space="preserve"> </w:t>
      </w:r>
      <w:r w:rsidRPr="0038389B">
        <w:t>Form</w:t>
      </w:r>
      <w:r w:rsidRPr="0038389B">
        <w:rPr>
          <w:spacing w:val="-9"/>
        </w:rPr>
        <w:t xml:space="preserve"> </w:t>
      </w:r>
      <w:r w:rsidRPr="0038389B">
        <w:t>8038-T</w:t>
      </w:r>
      <w:r w:rsidRPr="0038389B">
        <w:rPr>
          <w:spacing w:val="-47"/>
        </w:rPr>
        <w:t xml:space="preserve"> </w:t>
      </w:r>
      <w:r w:rsidRPr="0038389B">
        <w:t>for each 6-month period after the date the</w:t>
      </w:r>
      <w:r w:rsidRPr="0038389B">
        <w:rPr>
          <w:spacing w:val="-47"/>
        </w:rPr>
        <w:t xml:space="preserve"> </w:t>
      </w:r>
      <w:r w:rsidRPr="0038389B">
        <w:t>bonds are issued. Do not make any</w:t>
      </w:r>
      <w:r w:rsidRPr="0038389B">
        <w:rPr>
          <w:spacing w:val="1"/>
        </w:rPr>
        <w:t xml:space="preserve"> </w:t>
      </w:r>
      <w:r w:rsidRPr="0038389B">
        <w:t>payment of penalty in lieu of arbitrage</w:t>
      </w:r>
      <w:r w:rsidRPr="0038389B">
        <w:rPr>
          <w:spacing w:val="1"/>
        </w:rPr>
        <w:t xml:space="preserve"> </w:t>
      </w:r>
      <w:r w:rsidRPr="0038389B">
        <w:t>rebate</w:t>
      </w:r>
      <w:r w:rsidRPr="0038389B">
        <w:rPr>
          <w:spacing w:val="-8"/>
        </w:rPr>
        <w:t xml:space="preserve"> </w:t>
      </w:r>
      <w:r w:rsidRPr="0038389B">
        <w:t>with</w:t>
      </w:r>
      <w:r w:rsidRPr="0038389B">
        <w:rPr>
          <w:spacing w:val="-8"/>
        </w:rPr>
        <w:t xml:space="preserve"> </w:t>
      </w:r>
      <w:r w:rsidRPr="0038389B">
        <w:t>this</w:t>
      </w:r>
      <w:r w:rsidRPr="0038389B">
        <w:rPr>
          <w:spacing w:val="-8"/>
        </w:rPr>
        <w:t xml:space="preserve"> </w:t>
      </w:r>
      <w:r w:rsidRPr="0038389B">
        <w:t>form.</w:t>
      </w:r>
      <w:r w:rsidRPr="0038389B">
        <w:rPr>
          <w:spacing w:val="-9"/>
        </w:rPr>
        <w:t xml:space="preserve"> </w:t>
      </w:r>
      <w:r w:rsidRPr="0038389B">
        <w:t>See</w:t>
      </w:r>
      <w:r w:rsidRPr="0038389B">
        <w:rPr>
          <w:spacing w:val="-8"/>
        </w:rPr>
        <w:t xml:space="preserve"> </w:t>
      </w:r>
      <w:r w:rsidRPr="0038389B">
        <w:t>Rev.</w:t>
      </w:r>
      <w:r w:rsidRPr="0038389B">
        <w:rPr>
          <w:spacing w:val="-8"/>
        </w:rPr>
        <w:t xml:space="preserve"> </w:t>
      </w:r>
      <w:r w:rsidRPr="0038389B">
        <w:t>Proc.</w:t>
      </w:r>
      <w:r w:rsidR="000E483F" w:rsidRPr="0038389B">
        <w:t xml:space="preserve"> </w:t>
      </w:r>
      <w:r w:rsidRPr="0038389B">
        <w:t>92-22,</w:t>
      </w:r>
      <w:r w:rsidRPr="0038389B">
        <w:rPr>
          <w:spacing w:val="-10"/>
        </w:rPr>
        <w:t xml:space="preserve"> </w:t>
      </w:r>
      <w:r w:rsidRPr="0038389B">
        <w:t>1992-1</w:t>
      </w:r>
      <w:r w:rsidRPr="0038389B">
        <w:rPr>
          <w:spacing w:val="-10"/>
        </w:rPr>
        <w:t xml:space="preserve"> </w:t>
      </w:r>
      <w:r w:rsidRPr="0038389B">
        <w:t>C.B.</w:t>
      </w:r>
      <w:r w:rsidRPr="0038389B">
        <w:rPr>
          <w:spacing w:val="-10"/>
        </w:rPr>
        <w:t xml:space="preserve"> </w:t>
      </w:r>
      <w:r w:rsidRPr="0038389B">
        <w:t>736,</w:t>
      </w:r>
      <w:r w:rsidRPr="0038389B">
        <w:rPr>
          <w:spacing w:val="-9"/>
        </w:rPr>
        <w:t xml:space="preserve"> </w:t>
      </w:r>
      <w:r w:rsidRPr="0038389B">
        <w:t>for</w:t>
      </w:r>
      <w:r w:rsidRPr="0038389B">
        <w:rPr>
          <w:spacing w:val="-10"/>
        </w:rPr>
        <w:t xml:space="preserve"> </w:t>
      </w:r>
      <w:r w:rsidRPr="0038389B">
        <w:t>rules</w:t>
      </w:r>
      <w:r w:rsidR="000E483F" w:rsidRPr="0038389B">
        <w:t xml:space="preserve"> </w:t>
      </w:r>
      <w:r w:rsidRPr="0038389B">
        <w:t>regarding</w:t>
      </w:r>
      <w:r w:rsidRPr="0038389B">
        <w:rPr>
          <w:spacing w:val="-7"/>
        </w:rPr>
        <w:t xml:space="preserve"> </w:t>
      </w:r>
      <w:r w:rsidRPr="0038389B">
        <w:t>the</w:t>
      </w:r>
      <w:r w:rsidRPr="0038389B">
        <w:rPr>
          <w:spacing w:val="-7"/>
        </w:rPr>
        <w:t xml:space="preserve"> </w:t>
      </w:r>
      <w:r w:rsidRPr="0038389B">
        <w:t>“election</w:t>
      </w:r>
      <w:r w:rsidRPr="0038389B">
        <w:rPr>
          <w:spacing w:val="-7"/>
        </w:rPr>
        <w:t xml:space="preserve"> </w:t>
      </w:r>
      <w:r w:rsidRPr="0038389B">
        <w:t>document.”</w:t>
      </w:r>
    </w:p>
    <w:p w14:paraId="2357ABD6" w14:textId="7BC881D7" w:rsidR="00F13DD9" w:rsidRPr="0038389B" w:rsidRDefault="00F13DD9" w:rsidP="000E483F">
      <w:pPr>
        <w:pStyle w:val="Body"/>
      </w:pPr>
      <w:r w:rsidRPr="0038389B">
        <w:rPr>
          <w:b/>
        </w:rPr>
        <w:t>Line 41a.</w:t>
      </w:r>
      <w:r w:rsidR="0052622D" w:rsidRPr="0038389B">
        <w:rPr>
          <w:b/>
        </w:rPr>
        <w:t xml:space="preserve"> </w:t>
      </w:r>
      <w:r w:rsidRPr="0038389B">
        <w:rPr>
          <w:b/>
        </w:rPr>
        <w:t xml:space="preserve"> </w:t>
      </w:r>
      <w:r w:rsidRPr="0038389B">
        <w:t>Check this box if the issuer</w:t>
      </w:r>
      <w:r w:rsidRPr="0038389B">
        <w:rPr>
          <w:spacing w:val="1"/>
        </w:rPr>
        <w:t xml:space="preserve"> </w:t>
      </w:r>
      <w:r w:rsidRPr="0038389B">
        <w:t>has identified a hedge on its books and</w:t>
      </w:r>
      <w:r w:rsidRPr="0038389B">
        <w:rPr>
          <w:spacing w:val="1"/>
        </w:rPr>
        <w:t xml:space="preserve"> </w:t>
      </w:r>
      <w:r w:rsidRPr="0038389B">
        <w:t>records</w:t>
      </w:r>
      <w:r w:rsidRPr="0038389B">
        <w:rPr>
          <w:spacing w:val="-8"/>
        </w:rPr>
        <w:t xml:space="preserve"> </w:t>
      </w:r>
      <w:r w:rsidRPr="0038389B">
        <w:t>according</w:t>
      </w:r>
      <w:r w:rsidRPr="0038389B">
        <w:rPr>
          <w:spacing w:val="-8"/>
        </w:rPr>
        <w:t xml:space="preserve"> </w:t>
      </w:r>
      <w:r w:rsidRPr="0038389B">
        <w:t>to</w:t>
      </w:r>
      <w:r w:rsidRPr="0038389B">
        <w:rPr>
          <w:spacing w:val="-8"/>
        </w:rPr>
        <w:t xml:space="preserve"> </w:t>
      </w:r>
      <w:r w:rsidRPr="0038389B">
        <w:t>Regulations</w:t>
      </w:r>
      <w:r w:rsidRPr="0038389B">
        <w:rPr>
          <w:spacing w:val="-8"/>
        </w:rPr>
        <w:t xml:space="preserve"> </w:t>
      </w:r>
      <w:r w:rsidRPr="0038389B">
        <w:t>sections</w:t>
      </w:r>
      <w:r w:rsidRPr="0038389B">
        <w:rPr>
          <w:spacing w:val="-47"/>
        </w:rPr>
        <w:t xml:space="preserve"> </w:t>
      </w:r>
      <w:r w:rsidRPr="0038389B">
        <w:t>1.148-4(h)(2)(viii)</w:t>
      </w:r>
      <w:r w:rsidRPr="0038389B">
        <w:rPr>
          <w:spacing w:val="-11"/>
        </w:rPr>
        <w:t xml:space="preserve"> </w:t>
      </w:r>
      <w:r w:rsidRPr="0038389B">
        <w:t>and</w:t>
      </w:r>
      <w:r w:rsidRPr="0038389B">
        <w:rPr>
          <w:spacing w:val="-10"/>
        </w:rPr>
        <w:t xml:space="preserve"> </w:t>
      </w:r>
      <w:r w:rsidRPr="0038389B">
        <w:t>1.148-4(h)(5)(iv)</w:t>
      </w:r>
      <w:r w:rsidR="000E483F" w:rsidRPr="0038389B">
        <w:t xml:space="preserve"> </w:t>
      </w:r>
      <w:r w:rsidRPr="0038389B">
        <w:t>that</w:t>
      </w:r>
      <w:r w:rsidRPr="0038389B">
        <w:rPr>
          <w:spacing w:val="-10"/>
        </w:rPr>
        <w:t xml:space="preserve"> </w:t>
      </w:r>
      <w:r w:rsidRPr="0038389B">
        <w:t>permit</w:t>
      </w:r>
      <w:r w:rsidRPr="0038389B">
        <w:rPr>
          <w:spacing w:val="-9"/>
        </w:rPr>
        <w:t xml:space="preserve"> </w:t>
      </w:r>
      <w:r w:rsidRPr="0038389B">
        <w:t>an</w:t>
      </w:r>
      <w:r w:rsidRPr="0038389B">
        <w:rPr>
          <w:spacing w:val="-9"/>
        </w:rPr>
        <w:t xml:space="preserve"> </w:t>
      </w:r>
      <w:r w:rsidRPr="0038389B">
        <w:t>issuer</w:t>
      </w:r>
      <w:r w:rsidRPr="0038389B">
        <w:rPr>
          <w:spacing w:val="-9"/>
        </w:rPr>
        <w:t xml:space="preserve"> </w:t>
      </w:r>
      <w:r w:rsidRPr="0038389B">
        <w:t>of</w:t>
      </w:r>
      <w:r w:rsidRPr="0038389B">
        <w:rPr>
          <w:spacing w:val="-9"/>
        </w:rPr>
        <w:t xml:space="preserve"> </w:t>
      </w:r>
      <w:r w:rsidRPr="0038389B">
        <w:t>tax-exempt</w:t>
      </w:r>
      <w:r w:rsidRPr="0038389B">
        <w:rPr>
          <w:spacing w:val="-9"/>
        </w:rPr>
        <w:t xml:space="preserve"> </w:t>
      </w:r>
      <w:r w:rsidRPr="0038389B">
        <w:t>bonds</w:t>
      </w:r>
      <w:r w:rsidRPr="0038389B">
        <w:rPr>
          <w:spacing w:val="-47"/>
        </w:rPr>
        <w:t xml:space="preserve"> </w:t>
      </w:r>
      <w:r w:rsidRPr="0038389B">
        <w:t>to identify a hedge for it to be included in</w:t>
      </w:r>
      <w:r w:rsidRPr="0038389B">
        <w:rPr>
          <w:spacing w:val="-47"/>
        </w:rPr>
        <w:t xml:space="preserve"> </w:t>
      </w:r>
      <w:r w:rsidRPr="0038389B">
        <w:t>yield</w:t>
      </w:r>
      <w:r w:rsidRPr="0038389B">
        <w:rPr>
          <w:spacing w:val="-10"/>
        </w:rPr>
        <w:t xml:space="preserve"> </w:t>
      </w:r>
      <w:r w:rsidRPr="0038389B">
        <w:t>calculations</w:t>
      </w:r>
      <w:r w:rsidRPr="0038389B">
        <w:rPr>
          <w:spacing w:val="-8"/>
        </w:rPr>
        <w:t xml:space="preserve"> </w:t>
      </w:r>
      <w:r w:rsidRPr="0038389B">
        <w:t>for</w:t>
      </w:r>
      <w:r w:rsidRPr="0038389B">
        <w:rPr>
          <w:spacing w:val="-9"/>
        </w:rPr>
        <w:t xml:space="preserve"> </w:t>
      </w:r>
      <w:r w:rsidRPr="0038389B">
        <w:t>figuring</w:t>
      </w:r>
      <w:r w:rsidRPr="0038389B">
        <w:rPr>
          <w:spacing w:val="-10"/>
        </w:rPr>
        <w:t xml:space="preserve"> </w:t>
      </w:r>
      <w:r w:rsidRPr="0038389B">
        <w:t>arbitrage.</w:t>
      </w:r>
    </w:p>
    <w:p w14:paraId="7567F24D" w14:textId="77777777" w:rsidR="00F13DD9" w:rsidRPr="0038389B" w:rsidRDefault="00F13DD9" w:rsidP="000E483F">
      <w:pPr>
        <w:pStyle w:val="Body"/>
      </w:pPr>
      <w:r w:rsidRPr="0038389B">
        <w:rPr>
          <w:b/>
        </w:rPr>
        <w:t xml:space="preserve">Line 42. </w:t>
      </w:r>
      <w:r w:rsidRPr="0038389B">
        <w:t>In determining if the issuer has</w:t>
      </w:r>
      <w:r w:rsidRPr="0038389B">
        <w:rPr>
          <w:spacing w:val="1"/>
        </w:rPr>
        <w:t xml:space="preserve"> </w:t>
      </w:r>
      <w:r w:rsidRPr="0038389B">
        <w:t>super-integrated a hedge, apply the rules</w:t>
      </w:r>
      <w:r w:rsidRPr="0038389B">
        <w:rPr>
          <w:spacing w:val="1"/>
        </w:rPr>
        <w:t xml:space="preserve"> </w:t>
      </w:r>
      <w:r w:rsidRPr="0038389B">
        <w:t>of</w:t>
      </w:r>
      <w:r w:rsidRPr="0038389B">
        <w:rPr>
          <w:spacing w:val="-12"/>
        </w:rPr>
        <w:t xml:space="preserve"> </w:t>
      </w:r>
      <w:r w:rsidRPr="0038389B">
        <w:t>Regulations</w:t>
      </w:r>
      <w:r w:rsidRPr="0038389B">
        <w:rPr>
          <w:spacing w:val="-11"/>
        </w:rPr>
        <w:t xml:space="preserve"> </w:t>
      </w:r>
      <w:r w:rsidRPr="0038389B">
        <w:t>section</w:t>
      </w:r>
      <w:r w:rsidRPr="0038389B">
        <w:rPr>
          <w:spacing w:val="-11"/>
        </w:rPr>
        <w:t xml:space="preserve"> </w:t>
      </w:r>
      <w:r w:rsidRPr="0038389B">
        <w:t>1.148-4(h)(4).</w:t>
      </w:r>
      <w:r w:rsidRPr="0038389B">
        <w:rPr>
          <w:spacing w:val="-11"/>
        </w:rPr>
        <w:t xml:space="preserve"> </w:t>
      </w:r>
      <w:r w:rsidRPr="0038389B">
        <w:t>If</w:t>
      </w:r>
      <w:r w:rsidRPr="0038389B">
        <w:rPr>
          <w:spacing w:val="-11"/>
        </w:rPr>
        <w:t xml:space="preserve"> </w:t>
      </w:r>
      <w:r w:rsidRPr="0038389B">
        <w:t>the</w:t>
      </w:r>
      <w:r w:rsidRPr="0038389B">
        <w:rPr>
          <w:spacing w:val="-47"/>
        </w:rPr>
        <w:t xml:space="preserve"> </w:t>
      </w:r>
      <w:r w:rsidRPr="0038389B">
        <w:t>hedge</w:t>
      </w:r>
      <w:r w:rsidRPr="0038389B">
        <w:rPr>
          <w:spacing w:val="-6"/>
        </w:rPr>
        <w:t xml:space="preserve"> </w:t>
      </w:r>
      <w:r w:rsidRPr="0038389B">
        <w:t>is</w:t>
      </w:r>
      <w:r w:rsidRPr="0038389B">
        <w:rPr>
          <w:spacing w:val="-7"/>
        </w:rPr>
        <w:t xml:space="preserve"> </w:t>
      </w:r>
      <w:r w:rsidRPr="0038389B">
        <w:t>super-integrated,</w:t>
      </w:r>
      <w:r w:rsidRPr="0038389B">
        <w:rPr>
          <w:spacing w:val="-7"/>
        </w:rPr>
        <w:t xml:space="preserve"> </w:t>
      </w:r>
      <w:r w:rsidRPr="0038389B">
        <w:t>check</w:t>
      </w:r>
      <w:r w:rsidRPr="0038389B">
        <w:rPr>
          <w:spacing w:val="-6"/>
        </w:rPr>
        <w:t xml:space="preserve"> </w:t>
      </w:r>
      <w:r w:rsidRPr="0038389B">
        <w:t>the</w:t>
      </w:r>
      <w:r w:rsidRPr="0038389B">
        <w:rPr>
          <w:spacing w:val="-7"/>
        </w:rPr>
        <w:t xml:space="preserve"> </w:t>
      </w:r>
      <w:r w:rsidRPr="0038389B">
        <w:t>box.</w:t>
      </w:r>
    </w:p>
    <w:p w14:paraId="71B9168D" w14:textId="4E24814E" w:rsidR="00F13DD9" w:rsidRPr="0038389B" w:rsidRDefault="00F13DD9" w:rsidP="000E483F">
      <w:pPr>
        <w:pStyle w:val="Body"/>
      </w:pPr>
      <w:r w:rsidRPr="0038389B">
        <w:rPr>
          <w:b/>
        </w:rPr>
        <w:t xml:space="preserve">Line 43. </w:t>
      </w:r>
      <w:r w:rsidRPr="0038389B">
        <w:t>If the issuer takes a “deliberate</w:t>
      </w:r>
      <w:r w:rsidRPr="0038389B">
        <w:rPr>
          <w:spacing w:val="1"/>
        </w:rPr>
        <w:t xml:space="preserve"> </w:t>
      </w:r>
      <w:r w:rsidRPr="0038389B">
        <w:t>action”</w:t>
      </w:r>
      <w:r w:rsidRPr="0038389B">
        <w:rPr>
          <w:spacing w:val="-11"/>
        </w:rPr>
        <w:t xml:space="preserve"> </w:t>
      </w:r>
      <w:r w:rsidRPr="0038389B">
        <w:t>after</w:t>
      </w:r>
      <w:r w:rsidRPr="0038389B">
        <w:rPr>
          <w:spacing w:val="-10"/>
        </w:rPr>
        <w:t xml:space="preserve"> </w:t>
      </w:r>
      <w:r w:rsidRPr="0038389B">
        <w:t>the</w:t>
      </w:r>
      <w:r w:rsidRPr="0038389B">
        <w:rPr>
          <w:spacing w:val="-10"/>
        </w:rPr>
        <w:t xml:space="preserve"> </w:t>
      </w:r>
      <w:r w:rsidRPr="0038389B">
        <w:t>issue</w:t>
      </w:r>
      <w:r w:rsidRPr="0038389B">
        <w:rPr>
          <w:spacing w:val="-10"/>
        </w:rPr>
        <w:t xml:space="preserve"> </w:t>
      </w:r>
      <w:r w:rsidRPr="0038389B">
        <w:t>date</w:t>
      </w:r>
      <w:r w:rsidRPr="0038389B">
        <w:rPr>
          <w:spacing w:val="-11"/>
        </w:rPr>
        <w:t xml:space="preserve"> </w:t>
      </w:r>
      <w:r w:rsidRPr="0038389B">
        <w:t>that</w:t>
      </w:r>
      <w:r w:rsidRPr="0038389B">
        <w:rPr>
          <w:spacing w:val="-10"/>
        </w:rPr>
        <w:t xml:space="preserve"> </w:t>
      </w:r>
      <w:r w:rsidRPr="0038389B">
        <w:t>causes</w:t>
      </w:r>
      <w:r w:rsidRPr="0038389B">
        <w:rPr>
          <w:spacing w:val="-9"/>
        </w:rPr>
        <w:t xml:space="preserve"> </w:t>
      </w:r>
      <w:r w:rsidRPr="0038389B">
        <w:t>the</w:t>
      </w:r>
      <w:r w:rsidRPr="0038389B">
        <w:rPr>
          <w:spacing w:val="-47"/>
        </w:rPr>
        <w:t xml:space="preserve"> </w:t>
      </w:r>
      <w:r w:rsidRPr="0038389B">
        <w:t>conditions of the private business tests or</w:t>
      </w:r>
      <w:r w:rsidRPr="0038389B">
        <w:rPr>
          <w:spacing w:val="-47"/>
        </w:rPr>
        <w:t xml:space="preserve"> </w:t>
      </w:r>
      <w:r w:rsidRPr="0038389B">
        <w:t xml:space="preserve">the </w:t>
      </w:r>
      <w:r w:rsidRPr="0038389B">
        <w:lastRenderedPageBreak/>
        <w:t>private loan financing test to be met,</w:t>
      </w:r>
      <w:r w:rsidRPr="0038389B">
        <w:rPr>
          <w:spacing w:val="1"/>
        </w:rPr>
        <w:t xml:space="preserve"> </w:t>
      </w:r>
      <w:r w:rsidRPr="0038389B">
        <w:t>then such issue is also an issue of private</w:t>
      </w:r>
      <w:r w:rsidRPr="0038389B">
        <w:rPr>
          <w:spacing w:val="-47"/>
        </w:rPr>
        <w:t xml:space="preserve"> </w:t>
      </w:r>
      <w:r w:rsidRPr="0038389B">
        <w:t>activity</w:t>
      </w:r>
      <w:r w:rsidRPr="0038389B">
        <w:rPr>
          <w:spacing w:val="-8"/>
        </w:rPr>
        <w:t xml:space="preserve"> </w:t>
      </w:r>
      <w:r w:rsidRPr="0038389B">
        <w:t>bonds.</w:t>
      </w:r>
      <w:r w:rsidRPr="0038389B">
        <w:rPr>
          <w:spacing w:val="-7"/>
        </w:rPr>
        <w:t xml:space="preserve"> </w:t>
      </w:r>
      <w:r w:rsidRPr="0038389B">
        <w:t>Regulations</w:t>
      </w:r>
      <w:r w:rsidRPr="0038389B">
        <w:rPr>
          <w:spacing w:val="-8"/>
        </w:rPr>
        <w:t xml:space="preserve"> </w:t>
      </w:r>
      <w:r w:rsidRPr="0038389B">
        <w:t>section</w:t>
      </w:r>
      <w:r w:rsidR="000E483F" w:rsidRPr="0038389B">
        <w:t xml:space="preserve"> </w:t>
      </w:r>
      <w:r w:rsidRPr="0038389B">
        <w:t>1.141-2(d)(3)</w:t>
      </w:r>
      <w:r w:rsidRPr="0038389B">
        <w:rPr>
          <w:spacing w:val="-11"/>
        </w:rPr>
        <w:t xml:space="preserve"> </w:t>
      </w:r>
      <w:r w:rsidRPr="0038389B">
        <w:t>defines</w:t>
      </w:r>
      <w:r w:rsidRPr="0038389B">
        <w:rPr>
          <w:spacing w:val="-11"/>
        </w:rPr>
        <w:t xml:space="preserve"> </w:t>
      </w:r>
      <w:r w:rsidRPr="0038389B">
        <w:t>a</w:t>
      </w:r>
      <w:r w:rsidRPr="0038389B">
        <w:rPr>
          <w:spacing w:val="-10"/>
        </w:rPr>
        <w:t xml:space="preserve"> </w:t>
      </w:r>
      <w:r w:rsidRPr="0038389B">
        <w:t>deliberate</w:t>
      </w:r>
      <w:r w:rsidRPr="0038389B">
        <w:rPr>
          <w:spacing w:val="-11"/>
        </w:rPr>
        <w:t xml:space="preserve"> </w:t>
      </w:r>
      <w:r w:rsidRPr="0038389B">
        <w:t>action</w:t>
      </w:r>
      <w:r w:rsidRPr="0038389B">
        <w:rPr>
          <w:spacing w:val="-47"/>
        </w:rPr>
        <w:t xml:space="preserve"> </w:t>
      </w:r>
      <w:r w:rsidRPr="0038389B">
        <w:t>as any action taken by the issuer that is</w:t>
      </w:r>
      <w:r w:rsidRPr="0038389B">
        <w:rPr>
          <w:spacing w:val="-47"/>
        </w:rPr>
        <w:t xml:space="preserve"> </w:t>
      </w:r>
      <w:r w:rsidRPr="0038389B">
        <w:t>within its control regardless of whether</w:t>
      </w:r>
      <w:r w:rsidRPr="0038389B">
        <w:rPr>
          <w:spacing w:val="1"/>
        </w:rPr>
        <w:t xml:space="preserve"> </w:t>
      </w:r>
      <w:r w:rsidRPr="0038389B">
        <w:t>there</w:t>
      </w:r>
      <w:r w:rsidRPr="0038389B">
        <w:rPr>
          <w:spacing w:val="-9"/>
        </w:rPr>
        <w:t xml:space="preserve"> </w:t>
      </w:r>
      <w:r w:rsidRPr="0038389B">
        <w:t>is</w:t>
      </w:r>
      <w:r w:rsidRPr="0038389B">
        <w:rPr>
          <w:spacing w:val="-8"/>
        </w:rPr>
        <w:t xml:space="preserve"> </w:t>
      </w:r>
      <w:r w:rsidRPr="0038389B">
        <w:t>intent</w:t>
      </w:r>
      <w:r w:rsidRPr="0038389B">
        <w:rPr>
          <w:spacing w:val="-8"/>
        </w:rPr>
        <w:t xml:space="preserve"> </w:t>
      </w:r>
      <w:r w:rsidRPr="0038389B">
        <w:t>to</w:t>
      </w:r>
      <w:r w:rsidRPr="0038389B">
        <w:rPr>
          <w:spacing w:val="-8"/>
        </w:rPr>
        <w:t xml:space="preserve"> </w:t>
      </w:r>
      <w:r w:rsidRPr="0038389B">
        <w:t>violate</w:t>
      </w:r>
      <w:r w:rsidRPr="0038389B">
        <w:rPr>
          <w:spacing w:val="-9"/>
        </w:rPr>
        <w:t xml:space="preserve"> </w:t>
      </w:r>
      <w:r w:rsidRPr="0038389B">
        <w:t>such</w:t>
      </w:r>
      <w:r w:rsidRPr="0038389B">
        <w:rPr>
          <w:spacing w:val="-8"/>
        </w:rPr>
        <w:t xml:space="preserve"> </w:t>
      </w:r>
      <w:r w:rsidRPr="0038389B">
        <w:t>tests.</w:t>
      </w:r>
      <w:r w:rsidR="000E483F" w:rsidRPr="0038389B">
        <w:t xml:space="preserve"> </w:t>
      </w:r>
      <w:r w:rsidRPr="0038389B">
        <w:t>Regulations</w:t>
      </w:r>
      <w:r w:rsidRPr="0038389B">
        <w:rPr>
          <w:spacing w:val="-12"/>
        </w:rPr>
        <w:t xml:space="preserve"> </w:t>
      </w:r>
      <w:r w:rsidRPr="0038389B">
        <w:t>section</w:t>
      </w:r>
      <w:r w:rsidRPr="0038389B">
        <w:rPr>
          <w:spacing w:val="-11"/>
        </w:rPr>
        <w:t xml:space="preserve"> </w:t>
      </w:r>
      <w:r w:rsidRPr="0038389B">
        <w:t>1.141-12</w:t>
      </w:r>
      <w:r w:rsidRPr="0038389B">
        <w:rPr>
          <w:spacing w:val="-12"/>
        </w:rPr>
        <w:t xml:space="preserve"> </w:t>
      </w:r>
      <w:r w:rsidRPr="0038389B">
        <w:t>explains</w:t>
      </w:r>
      <w:r w:rsidRPr="0038389B">
        <w:rPr>
          <w:spacing w:val="-11"/>
        </w:rPr>
        <w:t xml:space="preserve"> </w:t>
      </w:r>
      <w:r w:rsidRPr="0038389B">
        <w:t>the</w:t>
      </w:r>
      <w:r w:rsidRPr="0038389B">
        <w:rPr>
          <w:spacing w:val="-47"/>
        </w:rPr>
        <w:t xml:space="preserve"> </w:t>
      </w:r>
      <w:r w:rsidRPr="0038389B">
        <w:t>conditions to taking remedial action that</w:t>
      </w:r>
      <w:r w:rsidRPr="0038389B">
        <w:rPr>
          <w:spacing w:val="1"/>
        </w:rPr>
        <w:t xml:space="preserve"> </w:t>
      </w:r>
      <w:r w:rsidRPr="0038389B">
        <w:t>prevent an action that causes an issue to</w:t>
      </w:r>
      <w:r w:rsidRPr="0038389B">
        <w:rPr>
          <w:spacing w:val="-47"/>
        </w:rPr>
        <w:t xml:space="preserve"> </w:t>
      </w:r>
      <w:r w:rsidRPr="0038389B">
        <w:t>meet the private business tests or private</w:t>
      </w:r>
      <w:r w:rsidRPr="0038389B">
        <w:rPr>
          <w:spacing w:val="-47"/>
        </w:rPr>
        <w:t xml:space="preserve"> </w:t>
      </w:r>
      <w:r w:rsidRPr="0038389B">
        <w:t>loan</w:t>
      </w:r>
      <w:r w:rsidRPr="0038389B">
        <w:rPr>
          <w:spacing w:val="-9"/>
        </w:rPr>
        <w:t xml:space="preserve"> </w:t>
      </w:r>
      <w:r w:rsidRPr="0038389B">
        <w:t>financing</w:t>
      </w:r>
      <w:r w:rsidRPr="0038389B">
        <w:rPr>
          <w:spacing w:val="-9"/>
        </w:rPr>
        <w:t xml:space="preserve"> </w:t>
      </w:r>
      <w:r w:rsidRPr="0038389B">
        <w:t>test</w:t>
      </w:r>
      <w:r w:rsidRPr="0038389B">
        <w:rPr>
          <w:spacing w:val="-9"/>
        </w:rPr>
        <w:t xml:space="preserve"> </w:t>
      </w:r>
      <w:r w:rsidRPr="0038389B">
        <w:t>from</w:t>
      </w:r>
      <w:r w:rsidRPr="0038389B">
        <w:rPr>
          <w:spacing w:val="-8"/>
        </w:rPr>
        <w:t xml:space="preserve"> </w:t>
      </w:r>
      <w:r w:rsidRPr="0038389B">
        <w:t>being</w:t>
      </w:r>
      <w:r w:rsidRPr="0038389B">
        <w:rPr>
          <w:spacing w:val="-9"/>
        </w:rPr>
        <w:t xml:space="preserve"> </w:t>
      </w:r>
      <w:r w:rsidRPr="0038389B">
        <w:t>treated</w:t>
      </w:r>
      <w:r w:rsidRPr="0038389B">
        <w:rPr>
          <w:spacing w:val="-9"/>
        </w:rPr>
        <w:t xml:space="preserve"> </w:t>
      </w:r>
      <w:r w:rsidRPr="0038389B">
        <w:t>as</w:t>
      </w:r>
      <w:r w:rsidRPr="0038389B">
        <w:rPr>
          <w:spacing w:val="-8"/>
        </w:rPr>
        <w:t xml:space="preserve"> </w:t>
      </w:r>
      <w:r w:rsidRPr="0038389B">
        <w:t>a</w:t>
      </w:r>
      <w:r w:rsidRPr="0038389B">
        <w:rPr>
          <w:spacing w:val="-47"/>
        </w:rPr>
        <w:t xml:space="preserve"> </w:t>
      </w:r>
      <w:r w:rsidRPr="0038389B">
        <w:t>deliberate action. Check the box if the</w:t>
      </w:r>
      <w:r w:rsidRPr="0038389B">
        <w:rPr>
          <w:spacing w:val="1"/>
        </w:rPr>
        <w:t xml:space="preserve"> </w:t>
      </w:r>
      <w:r w:rsidRPr="0038389B">
        <w:t>issuer</w:t>
      </w:r>
      <w:r w:rsidRPr="0038389B">
        <w:rPr>
          <w:spacing w:val="-13"/>
        </w:rPr>
        <w:t xml:space="preserve"> </w:t>
      </w:r>
      <w:r w:rsidRPr="0038389B">
        <w:t>has</w:t>
      </w:r>
      <w:r w:rsidRPr="0038389B">
        <w:rPr>
          <w:spacing w:val="-11"/>
        </w:rPr>
        <w:t xml:space="preserve"> </w:t>
      </w:r>
      <w:r w:rsidRPr="0038389B">
        <w:t>established</w:t>
      </w:r>
      <w:r w:rsidRPr="0038389B">
        <w:rPr>
          <w:spacing w:val="-12"/>
        </w:rPr>
        <w:t xml:space="preserve"> </w:t>
      </w:r>
      <w:r w:rsidRPr="0038389B">
        <w:t>written</w:t>
      </w:r>
      <w:r w:rsidRPr="0038389B">
        <w:rPr>
          <w:spacing w:val="-12"/>
        </w:rPr>
        <w:t xml:space="preserve"> </w:t>
      </w:r>
      <w:r w:rsidRPr="0038389B">
        <w:t>procedures</w:t>
      </w:r>
      <w:r w:rsidRPr="0038389B">
        <w:rPr>
          <w:spacing w:val="-47"/>
        </w:rPr>
        <w:t xml:space="preserve"> </w:t>
      </w:r>
      <w:r w:rsidRPr="0038389B">
        <w:t>to ensure timely remedial action for all</w:t>
      </w:r>
      <w:r w:rsidRPr="0038389B">
        <w:rPr>
          <w:spacing w:val="1"/>
        </w:rPr>
        <w:t xml:space="preserve"> </w:t>
      </w:r>
      <w:r w:rsidRPr="0038389B">
        <w:t>nonqualified bonds according to</w:t>
      </w:r>
      <w:r w:rsidRPr="0038389B">
        <w:rPr>
          <w:spacing w:val="1"/>
        </w:rPr>
        <w:t xml:space="preserve"> </w:t>
      </w:r>
      <w:r w:rsidRPr="0038389B">
        <w:t>Regulations section 1.141-12 or other</w:t>
      </w:r>
      <w:r w:rsidRPr="0038389B">
        <w:rPr>
          <w:spacing w:val="1"/>
        </w:rPr>
        <w:t xml:space="preserve"> </w:t>
      </w:r>
      <w:r w:rsidRPr="0038389B">
        <w:t>remedial actions authorized by the</w:t>
      </w:r>
      <w:r w:rsidRPr="0038389B">
        <w:rPr>
          <w:spacing w:val="1"/>
        </w:rPr>
        <w:t xml:space="preserve"> </w:t>
      </w:r>
      <w:r w:rsidRPr="0038389B">
        <w:t>Commissioner under Regulations section</w:t>
      </w:r>
      <w:r w:rsidRPr="0038389B">
        <w:rPr>
          <w:spacing w:val="-47"/>
        </w:rPr>
        <w:t xml:space="preserve"> </w:t>
      </w:r>
      <w:r w:rsidRPr="0038389B">
        <w:t>1.141-12(h).</w:t>
      </w:r>
    </w:p>
    <w:p w14:paraId="64A32591" w14:textId="77777777" w:rsidR="00F13DD9" w:rsidRPr="0038389B" w:rsidRDefault="00F13DD9" w:rsidP="000E483F">
      <w:pPr>
        <w:pStyle w:val="Body"/>
      </w:pPr>
      <w:r w:rsidRPr="0038389B">
        <w:rPr>
          <w:b/>
        </w:rPr>
        <w:t xml:space="preserve">Line 44. </w:t>
      </w:r>
      <w:r w:rsidRPr="0038389B">
        <w:t>Check the box if the issuer has</w:t>
      </w:r>
      <w:r w:rsidRPr="0038389B">
        <w:rPr>
          <w:spacing w:val="1"/>
        </w:rPr>
        <w:t xml:space="preserve"> </w:t>
      </w:r>
      <w:r w:rsidRPr="0038389B">
        <w:t>established</w:t>
      </w:r>
      <w:r w:rsidRPr="0038389B">
        <w:rPr>
          <w:spacing w:val="-13"/>
        </w:rPr>
        <w:t xml:space="preserve"> </w:t>
      </w:r>
      <w:r w:rsidRPr="0038389B">
        <w:t>written</w:t>
      </w:r>
      <w:r w:rsidRPr="0038389B">
        <w:rPr>
          <w:spacing w:val="-12"/>
        </w:rPr>
        <w:t xml:space="preserve"> </w:t>
      </w:r>
      <w:r w:rsidRPr="0038389B">
        <w:t>procedures</w:t>
      </w:r>
      <w:r w:rsidRPr="0038389B">
        <w:rPr>
          <w:spacing w:val="-13"/>
        </w:rPr>
        <w:t xml:space="preserve"> </w:t>
      </w:r>
      <w:r w:rsidRPr="0038389B">
        <w:t>to</w:t>
      </w:r>
      <w:r w:rsidRPr="0038389B">
        <w:rPr>
          <w:spacing w:val="-12"/>
        </w:rPr>
        <w:t xml:space="preserve"> </w:t>
      </w:r>
      <w:r w:rsidRPr="0038389B">
        <w:t>monitor</w:t>
      </w:r>
      <w:r w:rsidRPr="0038389B">
        <w:rPr>
          <w:spacing w:val="-47"/>
        </w:rPr>
        <w:t xml:space="preserve"> </w:t>
      </w:r>
      <w:r w:rsidRPr="0038389B">
        <w:t>compliance with the arbitrage, yield</w:t>
      </w:r>
      <w:r w:rsidRPr="0038389B">
        <w:rPr>
          <w:spacing w:val="1"/>
        </w:rPr>
        <w:t xml:space="preserve"> </w:t>
      </w:r>
      <w:r w:rsidRPr="0038389B">
        <w:t>restriction, and rebate requirements of</w:t>
      </w:r>
      <w:r w:rsidRPr="0038389B">
        <w:rPr>
          <w:spacing w:val="1"/>
        </w:rPr>
        <w:t xml:space="preserve"> </w:t>
      </w:r>
      <w:r w:rsidRPr="0038389B">
        <w:t>section</w:t>
      </w:r>
      <w:r w:rsidRPr="0038389B">
        <w:rPr>
          <w:spacing w:val="-8"/>
        </w:rPr>
        <w:t xml:space="preserve"> </w:t>
      </w:r>
      <w:r w:rsidRPr="0038389B">
        <w:t>148.</w:t>
      </w:r>
    </w:p>
    <w:p w14:paraId="2DFF7D5D" w14:textId="792A33A8" w:rsidR="00F13DD9" w:rsidRPr="0038389B" w:rsidRDefault="00F13DD9" w:rsidP="000E483F">
      <w:pPr>
        <w:pStyle w:val="Body"/>
      </w:pPr>
      <w:r w:rsidRPr="0038389B">
        <w:rPr>
          <w:b/>
        </w:rPr>
        <w:t xml:space="preserve">Line 45a. </w:t>
      </w:r>
      <w:r w:rsidRPr="0038389B">
        <w:t>Check the box if some part of</w:t>
      </w:r>
      <w:r w:rsidRPr="0038389B">
        <w:rPr>
          <w:spacing w:val="1"/>
        </w:rPr>
        <w:t xml:space="preserve"> </w:t>
      </w:r>
      <w:r w:rsidRPr="0038389B">
        <w:t>the proceeds was used to reimburse</w:t>
      </w:r>
      <w:r w:rsidRPr="0038389B">
        <w:rPr>
          <w:spacing w:val="1"/>
        </w:rPr>
        <w:t xml:space="preserve"> </w:t>
      </w:r>
      <w:r w:rsidRPr="0038389B">
        <w:lastRenderedPageBreak/>
        <w:t>expenditures. Figure and then enter the</w:t>
      </w:r>
      <w:r w:rsidRPr="0038389B">
        <w:rPr>
          <w:spacing w:val="1"/>
        </w:rPr>
        <w:t xml:space="preserve"> </w:t>
      </w:r>
      <w:r w:rsidRPr="0038389B">
        <w:t>amount of proceeds that are used to</w:t>
      </w:r>
      <w:r w:rsidRPr="0038389B">
        <w:rPr>
          <w:spacing w:val="1"/>
        </w:rPr>
        <w:t xml:space="preserve"> </w:t>
      </w:r>
      <w:r w:rsidRPr="0038389B">
        <w:t>reimburse the issuer for amounts paid for</w:t>
      </w:r>
      <w:r w:rsidRPr="0038389B">
        <w:rPr>
          <w:spacing w:val="1"/>
        </w:rPr>
        <w:t xml:space="preserve"> </w:t>
      </w:r>
      <w:r w:rsidRPr="0038389B">
        <w:t>a</w:t>
      </w:r>
      <w:r w:rsidRPr="0038389B">
        <w:rPr>
          <w:spacing w:val="-9"/>
        </w:rPr>
        <w:t xml:space="preserve"> </w:t>
      </w:r>
      <w:r w:rsidRPr="0038389B">
        <w:t>qualified</w:t>
      </w:r>
      <w:r w:rsidRPr="0038389B">
        <w:rPr>
          <w:spacing w:val="-9"/>
        </w:rPr>
        <w:t xml:space="preserve"> </w:t>
      </w:r>
      <w:r w:rsidRPr="0038389B">
        <w:t>purpose</w:t>
      </w:r>
      <w:r w:rsidRPr="0038389B">
        <w:rPr>
          <w:spacing w:val="-9"/>
        </w:rPr>
        <w:t xml:space="preserve"> </w:t>
      </w:r>
      <w:r w:rsidRPr="0038389B">
        <w:t>prior</w:t>
      </w:r>
      <w:r w:rsidRPr="0038389B">
        <w:rPr>
          <w:spacing w:val="-9"/>
        </w:rPr>
        <w:t xml:space="preserve"> </w:t>
      </w:r>
      <w:r w:rsidRPr="0038389B">
        <w:t>to</w:t>
      </w:r>
      <w:r w:rsidRPr="0038389B">
        <w:rPr>
          <w:spacing w:val="-8"/>
        </w:rPr>
        <w:t xml:space="preserve"> </w:t>
      </w:r>
      <w:r w:rsidRPr="0038389B">
        <w:t>the</w:t>
      </w:r>
      <w:r w:rsidRPr="0038389B">
        <w:rPr>
          <w:spacing w:val="-9"/>
        </w:rPr>
        <w:t xml:space="preserve"> </w:t>
      </w:r>
      <w:r w:rsidRPr="0038389B">
        <w:t>issuance</w:t>
      </w:r>
      <w:r w:rsidRPr="0038389B">
        <w:rPr>
          <w:spacing w:val="-9"/>
        </w:rPr>
        <w:t xml:space="preserve"> </w:t>
      </w:r>
      <w:r w:rsidRPr="0038389B">
        <w:t>of</w:t>
      </w:r>
      <w:r w:rsidRPr="0038389B">
        <w:rPr>
          <w:spacing w:val="-47"/>
        </w:rPr>
        <w:t xml:space="preserve"> </w:t>
      </w:r>
      <w:r w:rsidRPr="0038389B">
        <w:t>the</w:t>
      </w:r>
      <w:r w:rsidRPr="0038389B">
        <w:rPr>
          <w:spacing w:val="-8"/>
        </w:rPr>
        <w:t xml:space="preserve"> </w:t>
      </w:r>
      <w:r w:rsidRPr="0038389B">
        <w:t>bonds.</w:t>
      </w:r>
      <w:r w:rsidRPr="0038389B">
        <w:rPr>
          <w:spacing w:val="-7"/>
        </w:rPr>
        <w:t xml:space="preserve"> </w:t>
      </w:r>
      <w:r w:rsidRPr="0038389B">
        <w:t>See</w:t>
      </w:r>
      <w:r w:rsidRPr="0038389B">
        <w:rPr>
          <w:spacing w:val="-7"/>
        </w:rPr>
        <w:t xml:space="preserve"> </w:t>
      </w:r>
      <w:r w:rsidRPr="0038389B">
        <w:t>Regulations</w:t>
      </w:r>
      <w:r w:rsidRPr="0038389B">
        <w:rPr>
          <w:spacing w:val="-8"/>
        </w:rPr>
        <w:t xml:space="preserve"> </w:t>
      </w:r>
      <w:r w:rsidRPr="0038389B">
        <w:t>section</w:t>
      </w:r>
      <w:r w:rsidR="000E483F" w:rsidRPr="0038389B">
        <w:t xml:space="preserve"> </w:t>
      </w:r>
      <w:r w:rsidRPr="0038389B">
        <w:t>1.150-2.</w:t>
      </w:r>
    </w:p>
    <w:p w14:paraId="6DF67976" w14:textId="3A6471EC" w:rsidR="00F13DD9" w:rsidRPr="0038389B" w:rsidRDefault="00F13DD9" w:rsidP="000E483F">
      <w:pPr>
        <w:pStyle w:val="Body"/>
      </w:pPr>
      <w:r w:rsidRPr="0038389B">
        <w:rPr>
          <w:b/>
        </w:rPr>
        <w:t>Line</w:t>
      </w:r>
      <w:r w:rsidRPr="0038389B">
        <w:rPr>
          <w:b/>
          <w:spacing w:val="-4"/>
        </w:rPr>
        <w:t xml:space="preserve"> </w:t>
      </w:r>
      <w:r w:rsidRPr="0038389B">
        <w:rPr>
          <w:b/>
        </w:rPr>
        <w:t>45b.</w:t>
      </w:r>
      <w:r w:rsidRPr="0038389B">
        <w:rPr>
          <w:b/>
          <w:spacing w:val="37"/>
        </w:rPr>
        <w:t xml:space="preserve"> </w:t>
      </w:r>
      <w:r w:rsidRPr="0038389B">
        <w:t>Subject</w:t>
      </w:r>
      <w:r w:rsidRPr="0038389B">
        <w:rPr>
          <w:spacing w:val="-9"/>
        </w:rPr>
        <w:t xml:space="preserve"> </w:t>
      </w:r>
      <w:r w:rsidRPr="0038389B">
        <w:t>to</w:t>
      </w:r>
      <w:r w:rsidRPr="0038389B">
        <w:rPr>
          <w:spacing w:val="-8"/>
        </w:rPr>
        <w:t xml:space="preserve"> </w:t>
      </w:r>
      <w:r w:rsidRPr="0038389B">
        <w:t>certain</w:t>
      </w:r>
      <w:r w:rsidRPr="0038389B">
        <w:rPr>
          <w:spacing w:val="-8"/>
        </w:rPr>
        <w:t xml:space="preserve"> </w:t>
      </w:r>
      <w:r w:rsidRPr="0038389B">
        <w:t>exceptions</w:t>
      </w:r>
      <w:r w:rsidRPr="0038389B">
        <w:rPr>
          <w:spacing w:val="-47"/>
        </w:rPr>
        <w:t xml:space="preserve"> </w:t>
      </w:r>
      <w:r w:rsidRPr="0038389B">
        <w:t>under</w:t>
      </w:r>
      <w:r w:rsidRPr="0038389B">
        <w:rPr>
          <w:spacing w:val="-12"/>
        </w:rPr>
        <w:t xml:space="preserve"> </w:t>
      </w:r>
      <w:r w:rsidRPr="0038389B">
        <w:t>Regulations</w:t>
      </w:r>
      <w:r w:rsidRPr="0038389B">
        <w:rPr>
          <w:spacing w:val="-11"/>
        </w:rPr>
        <w:t xml:space="preserve"> </w:t>
      </w:r>
      <w:r w:rsidRPr="0038389B">
        <w:t>section</w:t>
      </w:r>
      <w:r w:rsidRPr="0038389B">
        <w:rPr>
          <w:spacing w:val="-12"/>
        </w:rPr>
        <w:t xml:space="preserve"> </w:t>
      </w:r>
      <w:r w:rsidRPr="0038389B">
        <w:t>1.150-2(f),</w:t>
      </w:r>
      <w:r w:rsidRPr="0038389B">
        <w:rPr>
          <w:spacing w:val="-11"/>
        </w:rPr>
        <w:t xml:space="preserve"> </w:t>
      </w:r>
      <w:r w:rsidRPr="0038389B">
        <w:t>an</w:t>
      </w:r>
      <w:r w:rsidRPr="0038389B">
        <w:rPr>
          <w:spacing w:val="-47"/>
        </w:rPr>
        <w:t xml:space="preserve"> </w:t>
      </w:r>
      <w:r w:rsidRPr="0038389B">
        <w:t>issuer must adopt an official intent, as</w:t>
      </w:r>
      <w:r w:rsidRPr="0038389B">
        <w:rPr>
          <w:spacing w:val="1"/>
        </w:rPr>
        <w:t xml:space="preserve"> </w:t>
      </w:r>
      <w:r w:rsidRPr="0038389B">
        <w:t>described</w:t>
      </w:r>
      <w:r w:rsidRPr="0038389B">
        <w:rPr>
          <w:spacing w:val="-7"/>
        </w:rPr>
        <w:t xml:space="preserve"> </w:t>
      </w:r>
      <w:r w:rsidRPr="0038389B">
        <w:t>in</w:t>
      </w:r>
      <w:r w:rsidRPr="0038389B">
        <w:rPr>
          <w:spacing w:val="-7"/>
        </w:rPr>
        <w:t xml:space="preserve"> </w:t>
      </w:r>
      <w:r w:rsidRPr="0038389B">
        <w:t>Regulations</w:t>
      </w:r>
      <w:r w:rsidRPr="0038389B">
        <w:rPr>
          <w:spacing w:val="-7"/>
        </w:rPr>
        <w:t xml:space="preserve"> </w:t>
      </w:r>
      <w:r w:rsidRPr="0038389B">
        <w:t>section</w:t>
      </w:r>
      <w:r w:rsidR="000E483F" w:rsidRPr="0038389B">
        <w:t xml:space="preserve"> </w:t>
      </w:r>
      <w:r w:rsidRPr="0038389B">
        <w:t>1.150-2(e), to reimburse itself for</w:t>
      </w:r>
      <w:r w:rsidRPr="0038389B">
        <w:rPr>
          <w:spacing w:val="1"/>
        </w:rPr>
        <w:t xml:space="preserve"> </w:t>
      </w:r>
      <w:r w:rsidRPr="0038389B">
        <w:t>preissuance</w:t>
      </w:r>
      <w:r w:rsidRPr="0038389B">
        <w:rPr>
          <w:spacing w:val="-12"/>
        </w:rPr>
        <w:t xml:space="preserve"> </w:t>
      </w:r>
      <w:r w:rsidRPr="0038389B">
        <w:t>expenditures</w:t>
      </w:r>
      <w:r w:rsidRPr="0038389B">
        <w:rPr>
          <w:spacing w:val="-11"/>
        </w:rPr>
        <w:t xml:space="preserve"> </w:t>
      </w:r>
      <w:r w:rsidRPr="0038389B">
        <w:t>within</w:t>
      </w:r>
      <w:r w:rsidRPr="0038389B">
        <w:rPr>
          <w:spacing w:val="-12"/>
        </w:rPr>
        <w:t xml:space="preserve"> </w:t>
      </w:r>
      <w:r w:rsidRPr="0038389B">
        <w:t>60</w:t>
      </w:r>
      <w:r w:rsidRPr="0038389B">
        <w:rPr>
          <w:spacing w:val="-11"/>
        </w:rPr>
        <w:t xml:space="preserve"> </w:t>
      </w:r>
      <w:r w:rsidRPr="0038389B">
        <w:t>days</w:t>
      </w:r>
      <w:r w:rsidRPr="0038389B">
        <w:rPr>
          <w:spacing w:val="-47"/>
        </w:rPr>
        <w:t xml:space="preserve"> </w:t>
      </w:r>
      <w:r w:rsidRPr="0038389B">
        <w:rPr>
          <w:spacing w:val="-1"/>
        </w:rPr>
        <w:t>after</w:t>
      </w:r>
      <w:r w:rsidRPr="0038389B">
        <w:rPr>
          <w:spacing w:val="-12"/>
        </w:rPr>
        <w:t xml:space="preserve"> </w:t>
      </w:r>
      <w:r w:rsidRPr="0038389B">
        <w:rPr>
          <w:spacing w:val="-1"/>
        </w:rPr>
        <w:t>payment</w:t>
      </w:r>
      <w:r w:rsidRPr="0038389B">
        <w:rPr>
          <w:spacing w:val="-11"/>
        </w:rPr>
        <w:t xml:space="preserve"> </w:t>
      </w:r>
      <w:r w:rsidRPr="0038389B">
        <w:t>of</w:t>
      </w:r>
      <w:r w:rsidRPr="0038389B">
        <w:rPr>
          <w:spacing w:val="-11"/>
        </w:rPr>
        <w:t xml:space="preserve"> </w:t>
      </w:r>
      <w:r w:rsidRPr="0038389B">
        <w:t>the</w:t>
      </w:r>
      <w:r w:rsidRPr="0038389B">
        <w:rPr>
          <w:spacing w:val="-11"/>
        </w:rPr>
        <w:t xml:space="preserve"> </w:t>
      </w:r>
      <w:r w:rsidRPr="0038389B">
        <w:t>original</w:t>
      </w:r>
      <w:r w:rsidRPr="0038389B">
        <w:rPr>
          <w:spacing w:val="-11"/>
        </w:rPr>
        <w:t xml:space="preserve"> </w:t>
      </w:r>
      <w:r w:rsidRPr="0038389B">
        <w:t>expenditure.</w:t>
      </w:r>
      <w:r w:rsidR="000E483F" w:rsidRPr="0038389B">
        <w:t xml:space="preserve"> </w:t>
      </w:r>
      <w:r w:rsidRPr="0038389B">
        <w:t>Enter</w:t>
      </w:r>
      <w:r w:rsidRPr="0038389B">
        <w:rPr>
          <w:spacing w:val="-11"/>
        </w:rPr>
        <w:t xml:space="preserve"> </w:t>
      </w:r>
      <w:r w:rsidRPr="0038389B">
        <w:t>the</w:t>
      </w:r>
      <w:r w:rsidRPr="0038389B">
        <w:rPr>
          <w:spacing w:val="-11"/>
        </w:rPr>
        <w:t xml:space="preserve"> </w:t>
      </w:r>
      <w:r w:rsidRPr="0038389B">
        <w:t>date</w:t>
      </w:r>
      <w:r w:rsidRPr="0038389B">
        <w:rPr>
          <w:spacing w:val="-11"/>
        </w:rPr>
        <w:t xml:space="preserve"> </w:t>
      </w:r>
      <w:r w:rsidRPr="0038389B">
        <w:t>the</w:t>
      </w:r>
      <w:r w:rsidRPr="0038389B">
        <w:rPr>
          <w:spacing w:val="-11"/>
        </w:rPr>
        <w:t xml:space="preserve"> </w:t>
      </w:r>
      <w:r w:rsidRPr="0038389B">
        <w:t>official</w:t>
      </w:r>
      <w:r w:rsidRPr="0038389B">
        <w:rPr>
          <w:spacing w:val="-11"/>
        </w:rPr>
        <w:t xml:space="preserve"> </w:t>
      </w:r>
      <w:r w:rsidRPr="0038389B">
        <w:t>intent</w:t>
      </w:r>
      <w:r w:rsidRPr="0038389B">
        <w:rPr>
          <w:spacing w:val="-11"/>
        </w:rPr>
        <w:t xml:space="preserve"> </w:t>
      </w:r>
      <w:r w:rsidRPr="0038389B">
        <w:t>was</w:t>
      </w:r>
      <w:r w:rsidRPr="0038389B">
        <w:rPr>
          <w:spacing w:val="-47"/>
        </w:rPr>
        <w:t xml:space="preserve"> </w:t>
      </w:r>
      <w:r w:rsidRPr="0038389B">
        <w:t>adopted.</w:t>
      </w:r>
    </w:p>
    <w:p w14:paraId="239E8833" w14:textId="77777777" w:rsidR="00F13DD9" w:rsidRPr="0038389B" w:rsidRDefault="00F13DD9" w:rsidP="000E483F">
      <w:pPr>
        <w:pStyle w:val="Heading2"/>
      </w:pPr>
      <w:bookmarkStart w:id="16" w:name="Signature_and_Consent"/>
      <w:bookmarkEnd w:id="16"/>
      <w:r w:rsidRPr="0038389B">
        <w:t>Signature</w:t>
      </w:r>
      <w:r w:rsidRPr="0038389B">
        <w:rPr>
          <w:spacing w:val="-1"/>
        </w:rPr>
        <w:t xml:space="preserve"> </w:t>
      </w:r>
      <w:r w:rsidRPr="0038389B">
        <w:t>and</w:t>
      </w:r>
      <w:r w:rsidRPr="0038389B">
        <w:rPr>
          <w:spacing w:val="-1"/>
        </w:rPr>
        <w:t xml:space="preserve"> </w:t>
      </w:r>
      <w:r w:rsidRPr="0038389B">
        <w:t>Consent</w:t>
      </w:r>
    </w:p>
    <w:p w14:paraId="13DBC866" w14:textId="77777777" w:rsidR="00F13DD9" w:rsidRPr="0038389B" w:rsidRDefault="00F13DD9" w:rsidP="000E483F">
      <w:pPr>
        <w:pStyle w:val="Body"/>
      </w:pPr>
      <w:r w:rsidRPr="0038389B">
        <w:rPr>
          <w:spacing w:val="-1"/>
        </w:rPr>
        <w:t>An</w:t>
      </w:r>
      <w:r w:rsidRPr="0038389B">
        <w:rPr>
          <w:spacing w:val="-11"/>
        </w:rPr>
        <w:t xml:space="preserve"> </w:t>
      </w:r>
      <w:r w:rsidRPr="0038389B">
        <w:rPr>
          <w:spacing w:val="-1"/>
        </w:rPr>
        <w:t>authorized</w:t>
      </w:r>
      <w:r w:rsidRPr="0038389B">
        <w:rPr>
          <w:spacing w:val="-10"/>
        </w:rPr>
        <w:t xml:space="preserve"> </w:t>
      </w:r>
      <w:r w:rsidRPr="0038389B">
        <w:t>representative</w:t>
      </w:r>
      <w:r w:rsidRPr="0038389B">
        <w:rPr>
          <w:spacing w:val="-10"/>
        </w:rPr>
        <w:t xml:space="preserve"> </w:t>
      </w:r>
      <w:r w:rsidRPr="0038389B">
        <w:t>of</w:t>
      </w:r>
      <w:r w:rsidRPr="0038389B">
        <w:rPr>
          <w:spacing w:val="-10"/>
        </w:rPr>
        <w:t xml:space="preserve"> </w:t>
      </w:r>
      <w:r w:rsidRPr="0038389B">
        <w:t>the</w:t>
      </w:r>
      <w:r w:rsidRPr="0038389B">
        <w:rPr>
          <w:spacing w:val="-11"/>
        </w:rPr>
        <w:t xml:space="preserve"> </w:t>
      </w:r>
      <w:r w:rsidRPr="0038389B">
        <w:t>issuer</w:t>
      </w:r>
      <w:r w:rsidRPr="0038389B">
        <w:rPr>
          <w:spacing w:val="-47"/>
        </w:rPr>
        <w:t xml:space="preserve"> </w:t>
      </w:r>
      <w:r w:rsidRPr="0038389B">
        <w:t>must sign Form 8038-G and any</w:t>
      </w:r>
      <w:r w:rsidRPr="0038389B">
        <w:rPr>
          <w:spacing w:val="1"/>
        </w:rPr>
        <w:t xml:space="preserve"> </w:t>
      </w:r>
      <w:r w:rsidRPr="0038389B">
        <w:t>applicable certification. Also print the</w:t>
      </w:r>
      <w:r w:rsidRPr="0038389B">
        <w:rPr>
          <w:spacing w:val="1"/>
        </w:rPr>
        <w:t xml:space="preserve"> </w:t>
      </w:r>
      <w:r w:rsidRPr="0038389B">
        <w:t>name</w:t>
      </w:r>
      <w:r w:rsidRPr="0038389B">
        <w:rPr>
          <w:spacing w:val="-8"/>
        </w:rPr>
        <w:t xml:space="preserve"> </w:t>
      </w:r>
      <w:r w:rsidRPr="0038389B">
        <w:t>and</w:t>
      </w:r>
      <w:r w:rsidRPr="0038389B">
        <w:rPr>
          <w:spacing w:val="-9"/>
        </w:rPr>
        <w:t xml:space="preserve"> </w:t>
      </w:r>
      <w:r w:rsidRPr="0038389B">
        <w:t>title</w:t>
      </w:r>
      <w:r w:rsidRPr="0038389B">
        <w:rPr>
          <w:spacing w:val="-9"/>
        </w:rPr>
        <w:t xml:space="preserve"> </w:t>
      </w:r>
      <w:r w:rsidRPr="0038389B">
        <w:t>of</w:t>
      </w:r>
      <w:r w:rsidRPr="0038389B">
        <w:rPr>
          <w:spacing w:val="-8"/>
        </w:rPr>
        <w:t xml:space="preserve"> </w:t>
      </w:r>
      <w:r w:rsidRPr="0038389B">
        <w:t>the</w:t>
      </w:r>
      <w:r w:rsidRPr="0038389B">
        <w:rPr>
          <w:spacing w:val="-9"/>
        </w:rPr>
        <w:t xml:space="preserve"> </w:t>
      </w:r>
      <w:r w:rsidRPr="0038389B">
        <w:t>person</w:t>
      </w:r>
      <w:r w:rsidRPr="0038389B">
        <w:rPr>
          <w:spacing w:val="-9"/>
        </w:rPr>
        <w:t xml:space="preserve"> </w:t>
      </w:r>
      <w:r w:rsidRPr="0038389B">
        <w:t>signing</w:t>
      </w:r>
      <w:r w:rsidRPr="0038389B">
        <w:rPr>
          <w:spacing w:val="-8"/>
        </w:rPr>
        <w:t xml:space="preserve"> </w:t>
      </w:r>
      <w:r w:rsidRPr="0038389B">
        <w:t>Form</w:t>
      </w:r>
      <w:r w:rsidRPr="0038389B">
        <w:rPr>
          <w:spacing w:val="-47"/>
        </w:rPr>
        <w:t xml:space="preserve"> </w:t>
      </w:r>
      <w:r w:rsidRPr="0038389B">
        <w:t>8038-G.</w:t>
      </w:r>
      <w:r w:rsidRPr="0038389B">
        <w:rPr>
          <w:spacing w:val="-13"/>
        </w:rPr>
        <w:t xml:space="preserve"> </w:t>
      </w:r>
      <w:r w:rsidRPr="0038389B">
        <w:t>The</w:t>
      </w:r>
      <w:r w:rsidRPr="0038389B">
        <w:rPr>
          <w:spacing w:val="-12"/>
        </w:rPr>
        <w:t xml:space="preserve"> </w:t>
      </w:r>
      <w:r w:rsidRPr="0038389B">
        <w:t>authorized</w:t>
      </w:r>
      <w:r w:rsidRPr="0038389B">
        <w:rPr>
          <w:spacing w:val="-13"/>
        </w:rPr>
        <w:t xml:space="preserve"> </w:t>
      </w:r>
      <w:r w:rsidRPr="0038389B">
        <w:t>representative</w:t>
      </w:r>
      <w:r w:rsidRPr="0038389B">
        <w:rPr>
          <w:spacing w:val="-11"/>
        </w:rPr>
        <w:t xml:space="preserve"> </w:t>
      </w:r>
      <w:r w:rsidRPr="0038389B">
        <w:t>of</w:t>
      </w:r>
      <w:r w:rsidRPr="0038389B">
        <w:rPr>
          <w:spacing w:val="-47"/>
        </w:rPr>
        <w:t xml:space="preserve"> </w:t>
      </w:r>
      <w:r w:rsidRPr="0038389B">
        <w:t>the</w:t>
      </w:r>
      <w:r w:rsidRPr="0038389B">
        <w:rPr>
          <w:spacing w:val="-10"/>
        </w:rPr>
        <w:t xml:space="preserve"> </w:t>
      </w:r>
      <w:r w:rsidRPr="0038389B">
        <w:t>issuer</w:t>
      </w:r>
      <w:r w:rsidRPr="0038389B">
        <w:rPr>
          <w:spacing w:val="-10"/>
        </w:rPr>
        <w:t xml:space="preserve"> </w:t>
      </w:r>
      <w:r w:rsidRPr="0038389B">
        <w:t>signing</w:t>
      </w:r>
      <w:r w:rsidRPr="0038389B">
        <w:rPr>
          <w:spacing w:val="-10"/>
        </w:rPr>
        <w:t xml:space="preserve"> </w:t>
      </w:r>
      <w:r w:rsidRPr="0038389B">
        <w:t>this</w:t>
      </w:r>
      <w:r w:rsidRPr="0038389B">
        <w:rPr>
          <w:spacing w:val="-10"/>
        </w:rPr>
        <w:t xml:space="preserve"> </w:t>
      </w:r>
      <w:r w:rsidRPr="0038389B">
        <w:t>form</w:t>
      </w:r>
      <w:r w:rsidRPr="0038389B">
        <w:rPr>
          <w:spacing w:val="-10"/>
        </w:rPr>
        <w:t xml:space="preserve"> </w:t>
      </w:r>
      <w:r w:rsidRPr="0038389B">
        <w:t>must</w:t>
      </w:r>
      <w:r w:rsidRPr="0038389B">
        <w:rPr>
          <w:spacing w:val="-10"/>
        </w:rPr>
        <w:t xml:space="preserve"> </w:t>
      </w:r>
      <w:r w:rsidRPr="0038389B">
        <w:t>have</w:t>
      </w:r>
      <w:r w:rsidRPr="0038389B">
        <w:rPr>
          <w:spacing w:val="-9"/>
        </w:rPr>
        <w:t xml:space="preserve"> </w:t>
      </w:r>
      <w:r w:rsidRPr="0038389B">
        <w:t>the</w:t>
      </w:r>
      <w:r w:rsidRPr="0038389B">
        <w:rPr>
          <w:spacing w:val="-47"/>
        </w:rPr>
        <w:t xml:space="preserve"> </w:t>
      </w:r>
      <w:r w:rsidRPr="0038389B">
        <w:t>authority to consent to the disclosure of</w:t>
      </w:r>
      <w:r w:rsidRPr="0038389B">
        <w:rPr>
          <w:spacing w:val="1"/>
        </w:rPr>
        <w:t xml:space="preserve"> </w:t>
      </w:r>
      <w:r w:rsidRPr="0038389B">
        <w:t>the issuer's return information, as</w:t>
      </w:r>
      <w:r w:rsidRPr="0038389B">
        <w:rPr>
          <w:spacing w:val="1"/>
        </w:rPr>
        <w:t xml:space="preserve"> </w:t>
      </w:r>
      <w:r w:rsidRPr="0038389B">
        <w:t>necessary to process this return, to the</w:t>
      </w:r>
      <w:r w:rsidRPr="0038389B">
        <w:rPr>
          <w:spacing w:val="1"/>
        </w:rPr>
        <w:t xml:space="preserve"> </w:t>
      </w:r>
      <w:r w:rsidRPr="0038389B">
        <w:t>person(s) that have been designated in</w:t>
      </w:r>
      <w:r w:rsidRPr="0038389B">
        <w:rPr>
          <w:spacing w:val="1"/>
        </w:rPr>
        <w:t xml:space="preserve"> </w:t>
      </w:r>
      <w:r w:rsidRPr="0038389B">
        <w:t>Form</w:t>
      </w:r>
      <w:r w:rsidRPr="0038389B">
        <w:rPr>
          <w:spacing w:val="-7"/>
        </w:rPr>
        <w:t xml:space="preserve"> </w:t>
      </w:r>
      <w:r w:rsidRPr="0038389B">
        <w:t>8038-G.</w:t>
      </w:r>
    </w:p>
    <w:p w14:paraId="71A3A98C" w14:textId="77777777" w:rsidR="00F13DD9" w:rsidRPr="0038389B" w:rsidRDefault="00F13DD9" w:rsidP="000E483F">
      <w:pPr>
        <w:pStyle w:val="Body"/>
      </w:pPr>
      <w:r w:rsidRPr="0038389B">
        <w:rPr>
          <w:b/>
        </w:rPr>
        <w:lastRenderedPageBreak/>
        <w:t xml:space="preserve">Note. </w:t>
      </w:r>
      <w:r w:rsidRPr="0038389B">
        <w:t>If the issuer in Part I, lines 3a and</w:t>
      </w:r>
      <w:r w:rsidRPr="0038389B">
        <w:rPr>
          <w:spacing w:val="1"/>
        </w:rPr>
        <w:t xml:space="preserve"> </w:t>
      </w:r>
      <w:r w:rsidRPr="0038389B">
        <w:t>3b, authorizes the IRS to communicate</w:t>
      </w:r>
      <w:r w:rsidRPr="0038389B">
        <w:rPr>
          <w:spacing w:val="1"/>
        </w:rPr>
        <w:t xml:space="preserve"> </w:t>
      </w:r>
      <w:r w:rsidRPr="0038389B">
        <w:t>(including</w:t>
      </w:r>
      <w:r w:rsidRPr="0038389B">
        <w:rPr>
          <w:spacing w:val="-10"/>
        </w:rPr>
        <w:t xml:space="preserve"> </w:t>
      </w:r>
      <w:r w:rsidRPr="0038389B">
        <w:t>in</w:t>
      </w:r>
      <w:r w:rsidRPr="0038389B">
        <w:rPr>
          <w:spacing w:val="-9"/>
        </w:rPr>
        <w:t xml:space="preserve"> </w:t>
      </w:r>
      <w:r w:rsidRPr="0038389B">
        <w:t>writing</w:t>
      </w:r>
      <w:r w:rsidRPr="0038389B">
        <w:rPr>
          <w:spacing w:val="-10"/>
        </w:rPr>
        <w:t xml:space="preserve"> </w:t>
      </w:r>
      <w:r w:rsidRPr="0038389B">
        <w:t>and</w:t>
      </w:r>
      <w:r w:rsidRPr="0038389B">
        <w:rPr>
          <w:spacing w:val="-9"/>
        </w:rPr>
        <w:t xml:space="preserve"> </w:t>
      </w:r>
      <w:r w:rsidRPr="0038389B">
        <w:t>by</w:t>
      </w:r>
      <w:r w:rsidRPr="0038389B">
        <w:rPr>
          <w:spacing w:val="-10"/>
        </w:rPr>
        <w:t xml:space="preserve"> </w:t>
      </w:r>
      <w:r w:rsidRPr="0038389B">
        <w:t>telephone)</w:t>
      </w:r>
      <w:r w:rsidRPr="0038389B">
        <w:rPr>
          <w:spacing w:val="-9"/>
        </w:rPr>
        <w:t xml:space="preserve"> </w:t>
      </w:r>
      <w:r w:rsidRPr="0038389B">
        <w:t>with</w:t>
      </w:r>
      <w:r w:rsidRPr="0038389B">
        <w:rPr>
          <w:spacing w:val="-47"/>
        </w:rPr>
        <w:t xml:space="preserve"> </w:t>
      </w:r>
      <w:bookmarkStart w:id="17" w:name="Paperwork_Reduction_Act_Notice."/>
      <w:bookmarkEnd w:id="17"/>
      <w:r w:rsidRPr="0038389B">
        <w:t>a person other than an officer or other</w:t>
      </w:r>
      <w:r w:rsidRPr="0038389B">
        <w:rPr>
          <w:spacing w:val="1"/>
        </w:rPr>
        <w:t xml:space="preserve"> </w:t>
      </w:r>
      <w:r w:rsidRPr="0038389B">
        <w:t>employee of the issuer, by signing this</w:t>
      </w:r>
      <w:r w:rsidRPr="0038389B">
        <w:rPr>
          <w:spacing w:val="1"/>
        </w:rPr>
        <w:t xml:space="preserve"> </w:t>
      </w:r>
      <w:r w:rsidRPr="0038389B">
        <w:t>form, the issuer's authorized</w:t>
      </w:r>
      <w:r w:rsidRPr="0038389B">
        <w:rPr>
          <w:spacing w:val="1"/>
        </w:rPr>
        <w:t xml:space="preserve"> </w:t>
      </w:r>
      <w:r w:rsidRPr="0038389B">
        <w:t>representative consents to the disclosure</w:t>
      </w:r>
      <w:r w:rsidRPr="0038389B">
        <w:rPr>
          <w:spacing w:val="1"/>
        </w:rPr>
        <w:t xml:space="preserve"> </w:t>
      </w:r>
      <w:r w:rsidRPr="0038389B">
        <w:t>of the issuer's return information, as</w:t>
      </w:r>
      <w:r w:rsidRPr="0038389B">
        <w:rPr>
          <w:spacing w:val="1"/>
        </w:rPr>
        <w:t xml:space="preserve"> </w:t>
      </w:r>
      <w:r w:rsidRPr="0038389B">
        <w:t>necessary to process this return, to such</w:t>
      </w:r>
      <w:r w:rsidRPr="0038389B">
        <w:rPr>
          <w:spacing w:val="1"/>
        </w:rPr>
        <w:t xml:space="preserve"> </w:t>
      </w:r>
      <w:r w:rsidRPr="0038389B">
        <w:t>person.</w:t>
      </w:r>
    </w:p>
    <w:p w14:paraId="2EAC5E6A" w14:textId="77777777" w:rsidR="00F13DD9" w:rsidRPr="0038389B" w:rsidRDefault="00F13DD9" w:rsidP="000E483F">
      <w:pPr>
        <w:pStyle w:val="Heading2"/>
      </w:pPr>
      <w:bookmarkStart w:id="18" w:name="Paid_Preparer"/>
      <w:bookmarkEnd w:id="18"/>
      <w:r w:rsidRPr="0038389B">
        <w:t>Paid</w:t>
      </w:r>
      <w:r w:rsidRPr="0038389B">
        <w:rPr>
          <w:spacing w:val="17"/>
        </w:rPr>
        <w:t xml:space="preserve"> </w:t>
      </w:r>
      <w:r w:rsidRPr="0038389B">
        <w:t>Preparer</w:t>
      </w:r>
    </w:p>
    <w:p w14:paraId="3FFD8FB6" w14:textId="1900D1A7" w:rsidR="00F13DD9" w:rsidRPr="0038389B" w:rsidRDefault="00F13DD9" w:rsidP="000E483F">
      <w:pPr>
        <w:pStyle w:val="Body"/>
      </w:pPr>
      <w:r w:rsidRPr="0038389B">
        <w:t>If</w:t>
      </w:r>
      <w:r w:rsidRPr="0038389B">
        <w:rPr>
          <w:spacing w:val="-12"/>
        </w:rPr>
        <w:t xml:space="preserve"> </w:t>
      </w:r>
      <w:r w:rsidRPr="0038389B">
        <w:t>an</w:t>
      </w:r>
      <w:r w:rsidRPr="0038389B">
        <w:rPr>
          <w:spacing w:val="-11"/>
        </w:rPr>
        <w:t xml:space="preserve"> </w:t>
      </w:r>
      <w:r w:rsidRPr="0038389B">
        <w:t>authorized</w:t>
      </w:r>
      <w:r w:rsidRPr="0038389B">
        <w:rPr>
          <w:spacing w:val="-12"/>
        </w:rPr>
        <w:t xml:space="preserve"> </w:t>
      </w:r>
      <w:r w:rsidRPr="0038389B">
        <w:t>officer</w:t>
      </w:r>
      <w:r w:rsidRPr="0038389B">
        <w:rPr>
          <w:spacing w:val="-11"/>
        </w:rPr>
        <w:t xml:space="preserve"> </w:t>
      </w:r>
      <w:r w:rsidRPr="0038389B">
        <w:t>of</w:t>
      </w:r>
      <w:r w:rsidRPr="0038389B">
        <w:rPr>
          <w:spacing w:val="-11"/>
        </w:rPr>
        <w:t xml:space="preserve"> </w:t>
      </w:r>
      <w:r w:rsidRPr="0038389B">
        <w:t>the</w:t>
      </w:r>
      <w:r w:rsidRPr="0038389B">
        <w:rPr>
          <w:spacing w:val="-12"/>
        </w:rPr>
        <w:t xml:space="preserve"> </w:t>
      </w:r>
      <w:r w:rsidRPr="0038389B">
        <w:t>issuer</w:t>
      </w:r>
      <w:r w:rsidRPr="0038389B">
        <w:rPr>
          <w:spacing w:val="-11"/>
        </w:rPr>
        <w:t xml:space="preserve"> </w:t>
      </w:r>
      <w:r w:rsidRPr="0038389B">
        <w:t>filled</w:t>
      </w:r>
      <w:r w:rsidRPr="0038389B">
        <w:rPr>
          <w:spacing w:val="-11"/>
        </w:rPr>
        <w:t xml:space="preserve"> </w:t>
      </w:r>
      <w:r w:rsidRPr="0038389B">
        <w:t>in</w:t>
      </w:r>
      <w:r w:rsidRPr="0038389B">
        <w:rPr>
          <w:spacing w:val="-47"/>
        </w:rPr>
        <w:t xml:space="preserve"> </w:t>
      </w:r>
      <w:r w:rsidRPr="0038389B">
        <w:t>this</w:t>
      </w:r>
      <w:r w:rsidRPr="0038389B">
        <w:rPr>
          <w:spacing w:val="-8"/>
        </w:rPr>
        <w:t xml:space="preserve"> </w:t>
      </w:r>
      <w:r w:rsidRPr="0038389B">
        <w:t>return,</w:t>
      </w:r>
      <w:r w:rsidRPr="0038389B">
        <w:rPr>
          <w:spacing w:val="-6"/>
        </w:rPr>
        <w:t xml:space="preserve"> </w:t>
      </w:r>
      <w:r w:rsidRPr="0038389B">
        <w:t>the</w:t>
      </w:r>
      <w:r w:rsidRPr="0038389B">
        <w:rPr>
          <w:spacing w:val="-8"/>
        </w:rPr>
        <w:t xml:space="preserve"> </w:t>
      </w:r>
      <w:r w:rsidRPr="0038389B">
        <w:t>paid</w:t>
      </w:r>
      <w:r w:rsidRPr="0038389B">
        <w:rPr>
          <w:spacing w:val="-7"/>
        </w:rPr>
        <w:t xml:space="preserve"> </w:t>
      </w:r>
      <w:r w:rsidRPr="0038389B">
        <w:t>preparer's</w:t>
      </w:r>
      <w:r w:rsidRPr="0038389B">
        <w:rPr>
          <w:spacing w:val="-7"/>
        </w:rPr>
        <w:t xml:space="preserve"> </w:t>
      </w:r>
      <w:r w:rsidRPr="0038389B">
        <w:t>space</w:t>
      </w:r>
      <w:r w:rsidR="000E483F" w:rsidRPr="0038389B">
        <w:t xml:space="preserve"> should</w:t>
      </w:r>
      <w:r w:rsidR="000E483F" w:rsidRPr="0038389B">
        <w:rPr>
          <w:spacing w:val="-9"/>
        </w:rPr>
        <w:t xml:space="preserve"> </w:t>
      </w:r>
      <w:r w:rsidR="000E483F" w:rsidRPr="0038389B">
        <w:t>remain</w:t>
      </w:r>
      <w:r w:rsidR="000E483F" w:rsidRPr="0038389B">
        <w:rPr>
          <w:spacing w:val="-8"/>
        </w:rPr>
        <w:t xml:space="preserve"> </w:t>
      </w:r>
      <w:r w:rsidR="000E483F" w:rsidRPr="0038389B">
        <w:t>blank.</w:t>
      </w:r>
      <w:r w:rsidR="000E483F" w:rsidRPr="0038389B">
        <w:rPr>
          <w:spacing w:val="-9"/>
        </w:rPr>
        <w:t xml:space="preserve"> </w:t>
      </w:r>
      <w:r w:rsidR="000E483F" w:rsidRPr="0038389B">
        <w:t>Anyone</w:t>
      </w:r>
      <w:r w:rsidR="000E483F" w:rsidRPr="0038389B">
        <w:rPr>
          <w:spacing w:val="-9"/>
        </w:rPr>
        <w:t xml:space="preserve"> </w:t>
      </w:r>
      <w:r w:rsidR="000E483F" w:rsidRPr="0038389B">
        <w:t xml:space="preserve">who </w:t>
      </w:r>
      <w:r w:rsidRPr="0038389B">
        <w:t>prepares the return but does not charge</w:t>
      </w:r>
      <w:r w:rsidRPr="0038389B">
        <w:rPr>
          <w:spacing w:val="1"/>
        </w:rPr>
        <w:t xml:space="preserve"> </w:t>
      </w:r>
      <w:r w:rsidRPr="0038389B">
        <w:t>the organization should not sign the</w:t>
      </w:r>
      <w:r w:rsidRPr="0038389B">
        <w:rPr>
          <w:spacing w:val="1"/>
        </w:rPr>
        <w:t xml:space="preserve"> </w:t>
      </w:r>
      <w:r w:rsidRPr="0038389B">
        <w:t>return. Certain others who prepare the</w:t>
      </w:r>
      <w:r w:rsidRPr="0038389B">
        <w:rPr>
          <w:spacing w:val="1"/>
        </w:rPr>
        <w:t xml:space="preserve"> </w:t>
      </w:r>
      <w:r w:rsidRPr="0038389B">
        <w:t>return should not sign. For example, a</w:t>
      </w:r>
      <w:r w:rsidRPr="0038389B">
        <w:rPr>
          <w:spacing w:val="1"/>
        </w:rPr>
        <w:t xml:space="preserve"> </w:t>
      </w:r>
      <w:r w:rsidRPr="0038389B">
        <w:t>regular, full-time employee of the issuer,</w:t>
      </w:r>
      <w:r w:rsidRPr="0038389B">
        <w:rPr>
          <w:spacing w:val="1"/>
        </w:rPr>
        <w:t xml:space="preserve"> </w:t>
      </w:r>
      <w:r w:rsidRPr="0038389B">
        <w:t>such</w:t>
      </w:r>
      <w:r w:rsidRPr="0038389B">
        <w:rPr>
          <w:spacing w:val="-9"/>
        </w:rPr>
        <w:t xml:space="preserve"> </w:t>
      </w:r>
      <w:r w:rsidRPr="0038389B">
        <w:t>as</w:t>
      </w:r>
      <w:r w:rsidRPr="0038389B">
        <w:rPr>
          <w:spacing w:val="-8"/>
        </w:rPr>
        <w:t xml:space="preserve"> </w:t>
      </w:r>
      <w:r w:rsidRPr="0038389B">
        <w:t>a</w:t>
      </w:r>
      <w:r w:rsidRPr="0038389B">
        <w:rPr>
          <w:spacing w:val="-8"/>
        </w:rPr>
        <w:t xml:space="preserve"> </w:t>
      </w:r>
      <w:r w:rsidRPr="0038389B">
        <w:t>clerk,</w:t>
      </w:r>
      <w:r w:rsidRPr="0038389B">
        <w:rPr>
          <w:spacing w:val="-7"/>
        </w:rPr>
        <w:t xml:space="preserve"> </w:t>
      </w:r>
      <w:r w:rsidRPr="0038389B">
        <w:t>secretary,</w:t>
      </w:r>
      <w:r w:rsidRPr="0038389B">
        <w:rPr>
          <w:spacing w:val="-8"/>
        </w:rPr>
        <w:t xml:space="preserve"> </w:t>
      </w:r>
      <w:r w:rsidRPr="0038389B">
        <w:t>etc.,</w:t>
      </w:r>
      <w:r w:rsidRPr="0038389B">
        <w:rPr>
          <w:spacing w:val="-9"/>
        </w:rPr>
        <w:t xml:space="preserve"> </w:t>
      </w:r>
      <w:r w:rsidRPr="0038389B">
        <w:t>should</w:t>
      </w:r>
      <w:r w:rsidRPr="0038389B">
        <w:rPr>
          <w:spacing w:val="-8"/>
        </w:rPr>
        <w:t xml:space="preserve"> </w:t>
      </w:r>
      <w:r w:rsidRPr="0038389B">
        <w:t>not</w:t>
      </w:r>
      <w:r w:rsidRPr="0038389B">
        <w:rPr>
          <w:spacing w:val="-47"/>
        </w:rPr>
        <w:t xml:space="preserve"> </w:t>
      </w:r>
      <w:r w:rsidRPr="0038389B">
        <w:t>sign.</w:t>
      </w:r>
    </w:p>
    <w:p w14:paraId="7D7F2157" w14:textId="77777777" w:rsidR="00F13DD9" w:rsidRPr="0038389B" w:rsidRDefault="00F13DD9" w:rsidP="000E483F">
      <w:pPr>
        <w:pStyle w:val="Body"/>
      </w:pPr>
      <w:r w:rsidRPr="0038389B">
        <w:t>Generally, anyone who is paid to</w:t>
      </w:r>
      <w:r w:rsidRPr="0038389B">
        <w:rPr>
          <w:spacing w:val="1"/>
        </w:rPr>
        <w:t xml:space="preserve"> </w:t>
      </w:r>
      <w:r w:rsidRPr="0038389B">
        <w:t>prepare a return must sign it and fill in the</w:t>
      </w:r>
      <w:r w:rsidRPr="0038389B">
        <w:rPr>
          <w:spacing w:val="1"/>
        </w:rPr>
        <w:t xml:space="preserve"> </w:t>
      </w:r>
      <w:r w:rsidRPr="0038389B">
        <w:t>other</w:t>
      </w:r>
      <w:r w:rsidRPr="0038389B">
        <w:rPr>
          <w:spacing w:val="-11"/>
        </w:rPr>
        <w:t xml:space="preserve"> </w:t>
      </w:r>
      <w:r w:rsidRPr="0038389B">
        <w:t>blanks</w:t>
      </w:r>
      <w:r w:rsidRPr="0038389B">
        <w:rPr>
          <w:spacing w:val="-11"/>
        </w:rPr>
        <w:t xml:space="preserve"> </w:t>
      </w:r>
      <w:r w:rsidRPr="0038389B">
        <w:t>in</w:t>
      </w:r>
      <w:r w:rsidRPr="0038389B">
        <w:rPr>
          <w:spacing w:val="-11"/>
        </w:rPr>
        <w:t xml:space="preserve"> </w:t>
      </w:r>
      <w:r w:rsidRPr="0038389B">
        <w:t>the</w:t>
      </w:r>
      <w:r w:rsidRPr="0038389B">
        <w:rPr>
          <w:spacing w:val="-10"/>
        </w:rPr>
        <w:t xml:space="preserve"> </w:t>
      </w:r>
      <w:r w:rsidRPr="0038389B">
        <w:rPr>
          <w:i/>
        </w:rPr>
        <w:t>Paid</w:t>
      </w:r>
      <w:r w:rsidRPr="0038389B">
        <w:rPr>
          <w:i/>
          <w:spacing w:val="-10"/>
        </w:rPr>
        <w:t xml:space="preserve"> </w:t>
      </w:r>
      <w:r w:rsidRPr="0038389B">
        <w:rPr>
          <w:i/>
        </w:rPr>
        <w:t>Preparer</w:t>
      </w:r>
      <w:r w:rsidRPr="0038389B">
        <w:rPr>
          <w:i/>
          <w:spacing w:val="-11"/>
        </w:rPr>
        <w:t xml:space="preserve"> </w:t>
      </w:r>
      <w:r w:rsidRPr="0038389B">
        <w:rPr>
          <w:i/>
        </w:rPr>
        <w:t>Use</w:t>
      </w:r>
      <w:r w:rsidRPr="0038389B">
        <w:rPr>
          <w:i/>
          <w:spacing w:val="-11"/>
        </w:rPr>
        <w:t xml:space="preserve"> </w:t>
      </w:r>
      <w:r w:rsidRPr="0038389B">
        <w:rPr>
          <w:i/>
        </w:rPr>
        <w:t>Only</w:t>
      </w:r>
      <w:r w:rsidRPr="0038389B">
        <w:rPr>
          <w:i/>
          <w:spacing w:val="-47"/>
        </w:rPr>
        <w:t xml:space="preserve"> </w:t>
      </w:r>
      <w:r w:rsidRPr="0038389B">
        <w:t>area</w:t>
      </w:r>
      <w:r w:rsidRPr="0038389B">
        <w:rPr>
          <w:spacing w:val="-8"/>
        </w:rPr>
        <w:t xml:space="preserve"> </w:t>
      </w:r>
      <w:r w:rsidRPr="0038389B">
        <w:t>of</w:t>
      </w:r>
      <w:r w:rsidRPr="0038389B">
        <w:rPr>
          <w:spacing w:val="-7"/>
        </w:rPr>
        <w:t xml:space="preserve"> </w:t>
      </w:r>
      <w:r w:rsidRPr="0038389B">
        <w:t>the</w:t>
      </w:r>
      <w:r w:rsidRPr="0038389B">
        <w:rPr>
          <w:spacing w:val="-7"/>
        </w:rPr>
        <w:t xml:space="preserve"> </w:t>
      </w:r>
      <w:r w:rsidRPr="0038389B">
        <w:t>return.</w:t>
      </w:r>
    </w:p>
    <w:p w14:paraId="112EF9D9" w14:textId="77777777" w:rsidR="00F13DD9" w:rsidRPr="0038389B" w:rsidRDefault="00F13DD9" w:rsidP="000E483F">
      <w:pPr>
        <w:pStyle w:val="Body"/>
      </w:pPr>
      <w:r w:rsidRPr="0038389B">
        <w:t>The</w:t>
      </w:r>
      <w:r w:rsidRPr="0038389B">
        <w:rPr>
          <w:spacing w:val="-10"/>
        </w:rPr>
        <w:t xml:space="preserve"> </w:t>
      </w:r>
      <w:r w:rsidRPr="0038389B">
        <w:t>paid</w:t>
      </w:r>
      <w:r w:rsidRPr="0038389B">
        <w:rPr>
          <w:spacing w:val="-10"/>
        </w:rPr>
        <w:t xml:space="preserve"> </w:t>
      </w:r>
      <w:r w:rsidRPr="0038389B">
        <w:t>preparer</w:t>
      </w:r>
      <w:r w:rsidRPr="0038389B">
        <w:rPr>
          <w:spacing w:val="-9"/>
        </w:rPr>
        <w:t xml:space="preserve"> </w:t>
      </w:r>
      <w:r w:rsidRPr="0038389B">
        <w:t>must:</w:t>
      </w:r>
    </w:p>
    <w:p w14:paraId="5233BB65" w14:textId="77777777" w:rsidR="00F13DD9" w:rsidRPr="0038389B" w:rsidRDefault="00F13DD9" w:rsidP="000E483F">
      <w:pPr>
        <w:pStyle w:val="Bullets"/>
      </w:pPr>
      <w:r w:rsidRPr="0038389B">
        <w:rPr>
          <w:position w:val="1"/>
        </w:rPr>
        <w:lastRenderedPageBreak/>
        <w:t>Sign</w:t>
      </w:r>
      <w:r w:rsidRPr="0038389B">
        <w:rPr>
          <w:spacing w:val="-9"/>
          <w:position w:val="1"/>
        </w:rPr>
        <w:t xml:space="preserve"> </w:t>
      </w:r>
      <w:r w:rsidRPr="0038389B">
        <w:rPr>
          <w:position w:val="1"/>
        </w:rPr>
        <w:t>the</w:t>
      </w:r>
      <w:r w:rsidRPr="0038389B">
        <w:rPr>
          <w:spacing w:val="-8"/>
          <w:position w:val="1"/>
        </w:rPr>
        <w:t xml:space="preserve"> </w:t>
      </w:r>
      <w:r w:rsidRPr="0038389B">
        <w:rPr>
          <w:position w:val="1"/>
        </w:rPr>
        <w:t>return</w:t>
      </w:r>
      <w:r w:rsidRPr="0038389B">
        <w:rPr>
          <w:spacing w:val="-7"/>
          <w:position w:val="1"/>
        </w:rPr>
        <w:t xml:space="preserve"> </w:t>
      </w:r>
      <w:r w:rsidRPr="0038389B">
        <w:rPr>
          <w:position w:val="1"/>
        </w:rPr>
        <w:t>in</w:t>
      </w:r>
      <w:r w:rsidRPr="0038389B">
        <w:rPr>
          <w:spacing w:val="-9"/>
          <w:position w:val="1"/>
        </w:rPr>
        <w:t xml:space="preserve"> </w:t>
      </w:r>
      <w:r w:rsidRPr="0038389B">
        <w:rPr>
          <w:position w:val="1"/>
        </w:rPr>
        <w:t>the</w:t>
      </w:r>
      <w:r w:rsidRPr="0038389B">
        <w:rPr>
          <w:spacing w:val="-8"/>
          <w:position w:val="1"/>
        </w:rPr>
        <w:t xml:space="preserve"> </w:t>
      </w:r>
      <w:r w:rsidRPr="0038389B">
        <w:rPr>
          <w:position w:val="1"/>
        </w:rPr>
        <w:t>space</w:t>
      </w:r>
      <w:r w:rsidRPr="0038389B">
        <w:rPr>
          <w:spacing w:val="-8"/>
          <w:position w:val="1"/>
        </w:rPr>
        <w:t xml:space="preserve"> </w:t>
      </w:r>
      <w:r w:rsidRPr="0038389B">
        <w:rPr>
          <w:position w:val="1"/>
        </w:rPr>
        <w:t>provided</w:t>
      </w:r>
      <w:r w:rsidRPr="0038389B">
        <w:rPr>
          <w:spacing w:val="-47"/>
          <w:position w:val="1"/>
        </w:rPr>
        <w:t xml:space="preserve"> </w:t>
      </w:r>
      <w:r w:rsidRPr="0038389B">
        <w:t>for the preparer's signature (a</w:t>
      </w:r>
      <w:r w:rsidRPr="0038389B">
        <w:rPr>
          <w:spacing w:val="1"/>
        </w:rPr>
        <w:t xml:space="preserve"> </w:t>
      </w:r>
      <w:r w:rsidRPr="0038389B">
        <w:t>facsimile</w:t>
      </w:r>
      <w:r w:rsidRPr="0038389B">
        <w:rPr>
          <w:spacing w:val="-9"/>
        </w:rPr>
        <w:t xml:space="preserve"> </w:t>
      </w:r>
      <w:r w:rsidRPr="0038389B">
        <w:t>signature</w:t>
      </w:r>
      <w:r w:rsidRPr="0038389B">
        <w:rPr>
          <w:spacing w:val="-9"/>
        </w:rPr>
        <w:t xml:space="preserve"> </w:t>
      </w:r>
      <w:r w:rsidRPr="0038389B">
        <w:t>is</w:t>
      </w:r>
      <w:r w:rsidRPr="0038389B">
        <w:rPr>
          <w:spacing w:val="-9"/>
        </w:rPr>
        <w:t xml:space="preserve"> </w:t>
      </w:r>
      <w:r w:rsidRPr="0038389B">
        <w:t>acceptable),</w:t>
      </w:r>
    </w:p>
    <w:p w14:paraId="25A8E90F" w14:textId="77777777" w:rsidR="00F13DD9" w:rsidRPr="0038389B" w:rsidRDefault="00F13DD9" w:rsidP="000E483F">
      <w:pPr>
        <w:pStyle w:val="Bullets"/>
      </w:pPr>
      <w:r w:rsidRPr="0038389B">
        <w:rPr>
          <w:position w:val="1"/>
        </w:rPr>
        <w:t>Enter</w:t>
      </w:r>
      <w:r w:rsidRPr="0038389B">
        <w:rPr>
          <w:spacing w:val="-13"/>
          <w:position w:val="1"/>
        </w:rPr>
        <w:t xml:space="preserve"> </w:t>
      </w:r>
      <w:r w:rsidRPr="0038389B">
        <w:rPr>
          <w:position w:val="1"/>
        </w:rPr>
        <w:t>the</w:t>
      </w:r>
      <w:r w:rsidRPr="0038389B">
        <w:rPr>
          <w:spacing w:val="-12"/>
          <w:position w:val="1"/>
        </w:rPr>
        <w:t xml:space="preserve"> </w:t>
      </w:r>
      <w:r w:rsidRPr="0038389B">
        <w:rPr>
          <w:position w:val="1"/>
        </w:rPr>
        <w:t>preparer</w:t>
      </w:r>
      <w:r w:rsidRPr="0038389B">
        <w:rPr>
          <w:spacing w:val="-12"/>
          <w:position w:val="1"/>
        </w:rPr>
        <w:t xml:space="preserve"> </w:t>
      </w:r>
      <w:r w:rsidRPr="0038389B">
        <w:rPr>
          <w:position w:val="1"/>
        </w:rPr>
        <w:t>information,</w:t>
      </w:r>
      <w:r w:rsidRPr="0038389B">
        <w:rPr>
          <w:spacing w:val="-12"/>
          <w:position w:val="1"/>
        </w:rPr>
        <w:t xml:space="preserve"> </w:t>
      </w:r>
      <w:r w:rsidRPr="0038389B">
        <w:rPr>
          <w:position w:val="1"/>
        </w:rPr>
        <w:t>and</w:t>
      </w:r>
    </w:p>
    <w:p w14:paraId="5C01B658" w14:textId="77777777" w:rsidR="00F13DD9" w:rsidRPr="0038389B" w:rsidRDefault="00F13DD9" w:rsidP="000E483F">
      <w:pPr>
        <w:pStyle w:val="Bullets"/>
      </w:pPr>
      <w:r w:rsidRPr="0038389B">
        <w:rPr>
          <w:position w:val="1"/>
        </w:rPr>
        <w:t>Give</w:t>
      </w:r>
      <w:r w:rsidRPr="0038389B">
        <w:rPr>
          <w:spacing w:val="-10"/>
          <w:position w:val="1"/>
        </w:rPr>
        <w:t xml:space="preserve"> </w:t>
      </w:r>
      <w:r w:rsidRPr="0038389B">
        <w:rPr>
          <w:position w:val="1"/>
        </w:rPr>
        <w:t>a</w:t>
      </w:r>
      <w:r w:rsidRPr="0038389B">
        <w:rPr>
          <w:spacing w:val="-9"/>
          <w:position w:val="1"/>
        </w:rPr>
        <w:t xml:space="preserve"> </w:t>
      </w:r>
      <w:r w:rsidRPr="0038389B">
        <w:rPr>
          <w:position w:val="1"/>
        </w:rPr>
        <w:t>copy</w:t>
      </w:r>
      <w:r w:rsidRPr="0038389B">
        <w:rPr>
          <w:spacing w:val="-8"/>
          <w:position w:val="1"/>
        </w:rPr>
        <w:t xml:space="preserve"> </w:t>
      </w:r>
      <w:r w:rsidRPr="0038389B">
        <w:rPr>
          <w:position w:val="1"/>
        </w:rPr>
        <w:t>of</w:t>
      </w:r>
      <w:r w:rsidRPr="0038389B">
        <w:rPr>
          <w:spacing w:val="-9"/>
          <w:position w:val="1"/>
        </w:rPr>
        <w:t xml:space="preserve"> </w:t>
      </w:r>
      <w:r w:rsidRPr="0038389B">
        <w:rPr>
          <w:position w:val="1"/>
        </w:rPr>
        <w:t>the</w:t>
      </w:r>
      <w:r w:rsidRPr="0038389B">
        <w:rPr>
          <w:spacing w:val="-9"/>
          <w:position w:val="1"/>
        </w:rPr>
        <w:t xml:space="preserve"> </w:t>
      </w:r>
      <w:r w:rsidRPr="0038389B">
        <w:rPr>
          <w:position w:val="1"/>
        </w:rPr>
        <w:t>return</w:t>
      </w:r>
      <w:r w:rsidRPr="0038389B">
        <w:rPr>
          <w:spacing w:val="-8"/>
          <w:position w:val="1"/>
        </w:rPr>
        <w:t xml:space="preserve"> </w:t>
      </w:r>
      <w:r w:rsidRPr="0038389B">
        <w:rPr>
          <w:position w:val="1"/>
        </w:rPr>
        <w:t>to</w:t>
      </w:r>
      <w:r w:rsidRPr="0038389B">
        <w:rPr>
          <w:spacing w:val="-9"/>
          <w:position w:val="1"/>
        </w:rPr>
        <w:t xml:space="preserve"> </w:t>
      </w:r>
      <w:r w:rsidRPr="0038389B">
        <w:rPr>
          <w:position w:val="1"/>
        </w:rPr>
        <w:t>the</w:t>
      </w:r>
      <w:r w:rsidRPr="0038389B">
        <w:rPr>
          <w:spacing w:val="-9"/>
          <w:position w:val="1"/>
        </w:rPr>
        <w:t xml:space="preserve"> </w:t>
      </w:r>
      <w:r w:rsidRPr="0038389B">
        <w:rPr>
          <w:position w:val="1"/>
        </w:rPr>
        <w:t>issuer.</w:t>
      </w:r>
    </w:p>
    <w:p w14:paraId="1EBDBE91" w14:textId="77777777" w:rsidR="00F13DD9" w:rsidRPr="0038389B" w:rsidRDefault="00F13DD9" w:rsidP="000E483F">
      <w:pPr>
        <w:pStyle w:val="Body"/>
      </w:pPr>
      <w:r w:rsidRPr="0038389B">
        <w:rPr>
          <w:b/>
        </w:rPr>
        <w:t>Paperwork Reduction Act Notice.</w:t>
      </w:r>
      <w:r w:rsidRPr="0038389B">
        <w:rPr>
          <w:b/>
          <w:spacing w:val="1"/>
        </w:rPr>
        <w:t xml:space="preserve"> </w:t>
      </w:r>
      <w:r w:rsidRPr="0038389B">
        <w:t>We</w:t>
      </w:r>
      <w:r w:rsidRPr="0038389B">
        <w:rPr>
          <w:spacing w:val="1"/>
        </w:rPr>
        <w:t xml:space="preserve"> </w:t>
      </w:r>
      <w:r w:rsidRPr="0038389B">
        <w:t>ask</w:t>
      </w:r>
      <w:r w:rsidRPr="0038389B">
        <w:rPr>
          <w:spacing w:val="-11"/>
        </w:rPr>
        <w:t xml:space="preserve"> </w:t>
      </w:r>
      <w:r w:rsidRPr="0038389B">
        <w:t>for</w:t>
      </w:r>
      <w:r w:rsidRPr="0038389B">
        <w:rPr>
          <w:spacing w:val="-10"/>
        </w:rPr>
        <w:t xml:space="preserve"> </w:t>
      </w:r>
      <w:r w:rsidRPr="0038389B">
        <w:t>the</w:t>
      </w:r>
      <w:r w:rsidRPr="0038389B">
        <w:rPr>
          <w:spacing w:val="-10"/>
        </w:rPr>
        <w:t xml:space="preserve"> </w:t>
      </w:r>
      <w:r w:rsidRPr="0038389B">
        <w:t>information</w:t>
      </w:r>
      <w:r w:rsidRPr="0038389B">
        <w:rPr>
          <w:spacing w:val="-10"/>
        </w:rPr>
        <w:t xml:space="preserve"> </w:t>
      </w:r>
      <w:r w:rsidRPr="0038389B">
        <w:t>on</w:t>
      </w:r>
      <w:r w:rsidRPr="0038389B">
        <w:rPr>
          <w:spacing w:val="-10"/>
        </w:rPr>
        <w:t xml:space="preserve"> </w:t>
      </w:r>
      <w:r w:rsidRPr="0038389B">
        <w:t>this</w:t>
      </w:r>
      <w:r w:rsidRPr="0038389B">
        <w:rPr>
          <w:spacing w:val="-10"/>
        </w:rPr>
        <w:t xml:space="preserve"> </w:t>
      </w:r>
      <w:r w:rsidRPr="0038389B">
        <w:t>form</w:t>
      </w:r>
      <w:r w:rsidRPr="0038389B">
        <w:rPr>
          <w:spacing w:val="-10"/>
        </w:rPr>
        <w:t xml:space="preserve"> </w:t>
      </w:r>
      <w:r w:rsidRPr="0038389B">
        <w:t>to</w:t>
      </w:r>
      <w:r w:rsidRPr="0038389B">
        <w:rPr>
          <w:spacing w:val="-10"/>
        </w:rPr>
        <w:t xml:space="preserve"> </w:t>
      </w:r>
      <w:r w:rsidRPr="0038389B">
        <w:t>carry</w:t>
      </w:r>
      <w:r w:rsidRPr="0038389B">
        <w:rPr>
          <w:spacing w:val="-47"/>
        </w:rPr>
        <w:t xml:space="preserve"> </w:t>
      </w:r>
      <w:r w:rsidRPr="0038389B">
        <w:t>out the Internal Revenue laws of the</w:t>
      </w:r>
      <w:r w:rsidRPr="0038389B">
        <w:rPr>
          <w:spacing w:val="1"/>
        </w:rPr>
        <w:t xml:space="preserve"> </w:t>
      </w:r>
      <w:r w:rsidRPr="0038389B">
        <w:t>United States. You are required to give us</w:t>
      </w:r>
      <w:r w:rsidRPr="0038389B">
        <w:rPr>
          <w:spacing w:val="-47"/>
        </w:rPr>
        <w:t xml:space="preserve"> </w:t>
      </w:r>
      <w:r w:rsidRPr="0038389B">
        <w:t>the information. We need it to ensure that</w:t>
      </w:r>
      <w:r w:rsidRPr="0038389B">
        <w:rPr>
          <w:spacing w:val="1"/>
        </w:rPr>
        <w:t xml:space="preserve"> </w:t>
      </w:r>
      <w:r w:rsidRPr="0038389B">
        <w:t>you</w:t>
      </w:r>
      <w:r w:rsidRPr="0038389B">
        <w:rPr>
          <w:spacing w:val="-8"/>
        </w:rPr>
        <w:t xml:space="preserve"> </w:t>
      </w:r>
      <w:r w:rsidRPr="0038389B">
        <w:t>are</w:t>
      </w:r>
      <w:r w:rsidRPr="0038389B">
        <w:rPr>
          <w:spacing w:val="-8"/>
        </w:rPr>
        <w:t xml:space="preserve"> </w:t>
      </w:r>
      <w:r w:rsidRPr="0038389B">
        <w:t>complying</w:t>
      </w:r>
      <w:r w:rsidRPr="0038389B">
        <w:rPr>
          <w:spacing w:val="-7"/>
        </w:rPr>
        <w:t xml:space="preserve"> </w:t>
      </w:r>
      <w:r w:rsidRPr="0038389B">
        <w:t>with</w:t>
      </w:r>
      <w:r w:rsidRPr="0038389B">
        <w:rPr>
          <w:spacing w:val="-8"/>
        </w:rPr>
        <w:t xml:space="preserve"> </w:t>
      </w:r>
      <w:r w:rsidRPr="0038389B">
        <w:t>these</w:t>
      </w:r>
      <w:r w:rsidRPr="0038389B">
        <w:rPr>
          <w:spacing w:val="-8"/>
        </w:rPr>
        <w:t xml:space="preserve"> </w:t>
      </w:r>
      <w:r w:rsidRPr="0038389B">
        <w:t>laws.</w:t>
      </w:r>
    </w:p>
    <w:p w14:paraId="10F74200" w14:textId="6DBF6F32" w:rsidR="00F13DD9" w:rsidRPr="0038389B" w:rsidRDefault="00F13DD9" w:rsidP="000E483F">
      <w:pPr>
        <w:pStyle w:val="Body"/>
      </w:pPr>
      <w:r w:rsidRPr="0038389B">
        <w:t>You are not required to provide the</w:t>
      </w:r>
      <w:r w:rsidRPr="0038389B">
        <w:rPr>
          <w:spacing w:val="1"/>
        </w:rPr>
        <w:t xml:space="preserve"> </w:t>
      </w:r>
      <w:r w:rsidRPr="0038389B">
        <w:t>information requested on a form that is</w:t>
      </w:r>
      <w:r w:rsidRPr="0038389B">
        <w:rPr>
          <w:spacing w:val="-47"/>
        </w:rPr>
        <w:t xml:space="preserve"> </w:t>
      </w:r>
      <w:r w:rsidRPr="0038389B">
        <w:t>subject</w:t>
      </w:r>
      <w:r w:rsidRPr="0038389B">
        <w:rPr>
          <w:spacing w:val="-9"/>
        </w:rPr>
        <w:t xml:space="preserve"> </w:t>
      </w:r>
      <w:r w:rsidRPr="0038389B">
        <w:t>to</w:t>
      </w:r>
      <w:r w:rsidRPr="0038389B">
        <w:rPr>
          <w:spacing w:val="-9"/>
        </w:rPr>
        <w:t xml:space="preserve"> </w:t>
      </w:r>
      <w:r w:rsidRPr="0038389B">
        <w:t>the</w:t>
      </w:r>
      <w:r w:rsidRPr="0038389B">
        <w:rPr>
          <w:spacing w:val="-9"/>
        </w:rPr>
        <w:t xml:space="preserve"> </w:t>
      </w:r>
      <w:r w:rsidRPr="0038389B">
        <w:t>Paperwork</w:t>
      </w:r>
      <w:r w:rsidRPr="0038389B">
        <w:rPr>
          <w:spacing w:val="-9"/>
        </w:rPr>
        <w:t xml:space="preserve"> </w:t>
      </w:r>
      <w:r w:rsidRPr="0038389B">
        <w:t>Reduction</w:t>
      </w:r>
      <w:r w:rsidRPr="0038389B">
        <w:rPr>
          <w:spacing w:val="-9"/>
        </w:rPr>
        <w:t xml:space="preserve"> </w:t>
      </w:r>
      <w:r w:rsidRPr="0038389B">
        <w:t>Act</w:t>
      </w:r>
      <w:r w:rsidRPr="0038389B">
        <w:rPr>
          <w:spacing w:val="-47"/>
        </w:rPr>
        <w:t xml:space="preserve"> </w:t>
      </w:r>
      <w:r w:rsidRPr="0038389B">
        <w:t>unless</w:t>
      </w:r>
      <w:r w:rsidRPr="0038389B">
        <w:rPr>
          <w:spacing w:val="-8"/>
        </w:rPr>
        <w:t xml:space="preserve"> </w:t>
      </w:r>
      <w:r w:rsidRPr="0038389B">
        <w:t>the</w:t>
      </w:r>
      <w:r w:rsidRPr="0038389B">
        <w:rPr>
          <w:spacing w:val="-8"/>
        </w:rPr>
        <w:t xml:space="preserve"> </w:t>
      </w:r>
      <w:r w:rsidRPr="0038389B">
        <w:t>form</w:t>
      </w:r>
      <w:r w:rsidRPr="0038389B">
        <w:rPr>
          <w:spacing w:val="-7"/>
        </w:rPr>
        <w:t xml:space="preserve"> </w:t>
      </w:r>
      <w:r w:rsidRPr="0038389B">
        <w:t>displays</w:t>
      </w:r>
      <w:r w:rsidRPr="0038389B">
        <w:rPr>
          <w:spacing w:val="-8"/>
        </w:rPr>
        <w:t xml:space="preserve"> </w:t>
      </w:r>
      <w:r w:rsidRPr="0038389B">
        <w:t>a</w:t>
      </w:r>
      <w:r w:rsidRPr="0038389B">
        <w:rPr>
          <w:spacing w:val="-7"/>
        </w:rPr>
        <w:t xml:space="preserve"> </w:t>
      </w:r>
      <w:r w:rsidRPr="0038389B">
        <w:t>valid</w:t>
      </w:r>
      <w:r w:rsidRPr="0038389B">
        <w:rPr>
          <w:spacing w:val="-8"/>
        </w:rPr>
        <w:t xml:space="preserve"> </w:t>
      </w:r>
      <w:r w:rsidRPr="0038389B">
        <w:t>OMB</w:t>
      </w:r>
      <w:r w:rsidR="000E483F" w:rsidRPr="0038389B">
        <w:t xml:space="preserve"> control</w:t>
      </w:r>
      <w:r w:rsidR="000E483F" w:rsidRPr="0038389B">
        <w:rPr>
          <w:spacing w:val="-7"/>
        </w:rPr>
        <w:t xml:space="preserve"> </w:t>
      </w:r>
      <w:r w:rsidR="000E483F" w:rsidRPr="0038389B">
        <w:t>number.</w:t>
      </w:r>
      <w:r w:rsidR="000E483F" w:rsidRPr="0038389B">
        <w:rPr>
          <w:spacing w:val="-7"/>
        </w:rPr>
        <w:t xml:space="preserve"> </w:t>
      </w:r>
      <w:r w:rsidR="000E483F" w:rsidRPr="0038389B">
        <w:t>Books</w:t>
      </w:r>
      <w:r w:rsidR="000E483F" w:rsidRPr="0038389B">
        <w:rPr>
          <w:spacing w:val="-8"/>
        </w:rPr>
        <w:t xml:space="preserve"> </w:t>
      </w:r>
      <w:r w:rsidR="000E483F" w:rsidRPr="0038389B">
        <w:t>or</w:t>
      </w:r>
      <w:r w:rsidR="000E483F" w:rsidRPr="0038389B">
        <w:rPr>
          <w:spacing w:val="-8"/>
        </w:rPr>
        <w:t xml:space="preserve"> </w:t>
      </w:r>
      <w:r w:rsidR="000E483F" w:rsidRPr="0038389B">
        <w:t>records</w:t>
      </w:r>
      <w:r w:rsidR="000E483F" w:rsidRPr="0038389B">
        <w:rPr>
          <w:spacing w:val="-6"/>
        </w:rPr>
        <w:t xml:space="preserve"> </w:t>
      </w:r>
      <w:r w:rsidR="000E483F" w:rsidRPr="0038389B">
        <w:t xml:space="preserve">relating </w:t>
      </w:r>
      <w:r w:rsidRPr="0038389B">
        <w:t>to a form or its instructions must be</w:t>
      </w:r>
      <w:r w:rsidRPr="0038389B">
        <w:rPr>
          <w:spacing w:val="1"/>
        </w:rPr>
        <w:t xml:space="preserve"> </w:t>
      </w:r>
      <w:r w:rsidRPr="0038389B">
        <w:t>retained as long as their contents may</w:t>
      </w:r>
      <w:r w:rsidRPr="0038389B">
        <w:rPr>
          <w:spacing w:val="1"/>
        </w:rPr>
        <w:t xml:space="preserve"> </w:t>
      </w:r>
      <w:r w:rsidRPr="0038389B">
        <w:t>become material in the administration of</w:t>
      </w:r>
      <w:r w:rsidRPr="0038389B">
        <w:rPr>
          <w:spacing w:val="1"/>
        </w:rPr>
        <w:t xml:space="preserve"> </w:t>
      </w:r>
      <w:r w:rsidRPr="0038389B">
        <w:t>any Internal Revenue law. Generally, tax</w:t>
      </w:r>
      <w:r w:rsidRPr="0038389B">
        <w:rPr>
          <w:spacing w:val="-47"/>
        </w:rPr>
        <w:t xml:space="preserve"> </w:t>
      </w:r>
      <w:r w:rsidRPr="0038389B">
        <w:t>returns and return information are</w:t>
      </w:r>
      <w:r w:rsidRPr="0038389B">
        <w:rPr>
          <w:spacing w:val="1"/>
        </w:rPr>
        <w:t xml:space="preserve"> </w:t>
      </w:r>
      <w:r w:rsidRPr="0038389B">
        <w:t>confidential,</w:t>
      </w:r>
      <w:r w:rsidRPr="0038389B">
        <w:rPr>
          <w:spacing w:val="-8"/>
        </w:rPr>
        <w:t xml:space="preserve"> </w:t>
      </w:r>
      <w:r w:rsidRPr="0038389B">
        <w:t>as</w:t>
      </w:r>
      <w:r w:rsidRPr="0038389B">
        <w:rPr>
          <w:spacing w:val="-8"/>
        </w:rPr>
        <w:t xml:space="preserve"> </w:t>
      </w:r>
      <w:r w:rsidRPr="0038389B">
        <w:t>required</w:t>
      </w:r>
      <w:r w:rsidRPr="0038389B">
        <w:rPr>
          <w:spacing w:val="-7"/>
        </w:rPr>
        <w:t xml:space="preserve"> </w:t>
      </w:r>
      <w:r w:rsidRPr="0038389B">
        <w:t>by</w:t>
      </w:r>
      <w:r w:rsidRPr="0038389B">
        <w:rPr>
          <w:spacing w:val="-8"/>
        </w:rPr>
        <w:t xml:space="preserve"> </w:t>
      </w:r>
      <w:r w:rsidRPr="0038389B">
        <w:t>section</w:t>
      </w:r>
      <w:r w:rsidRPr="0038389B">
        <w:rPr>
          <w:spacing w:val="-8"/>
        </w:rPr>
        <w:t xml:space="preserve"> </w:t>
      </w:r>
      <w:r w:rsidRPr="0038389B">
        <w:t>6103.</w:t>
      </w:r>
    </w:p>
    <w:p w14:paraId="78ABC380" w14:textId="77777777" w:rsidR="00F13DD9" w:rsidRPr="0038389B" w:rsidRDefault="00F13DD9" w:rsidP="000E483F">
      <w:pPr>
        <w:pStyle w:val="Body"/>
      </w:pPr>
      <w:r w:rsidRPr="0038389B">
        <w:t>The time needed to complete and file</w:t>
      </w:r>
      <w:r w:rsidRPr="0038389B">
        <w:rPr>
          <w:spacing w:val="1"/>
        </w:rPr>
        <w:t xml:space="preserve"> </w:t>
      </w:r>
      <w:r w:rsidRPr="0038389B">
        <w:t>this form will vary depending on the</w:t>
      </w:r>
      <w:r w:rsidRPr="0038389B">
        <w:rPr>
          <w:spacing w:val="1"/>
        </w:rPr>
        <w:t xml:space="preserve"> </w:t>
      </w:r>
      <w:r w:rsidRPr="0038389B">
        <w:t>individual circumstances. The estimated</w:t>
      </w:r>
      <w:r w:rsidRPr="0038389B">
        <w:rPr>
          <w:spacing w:val="1"/>
        </w:rPr>
        <w:t xml:space="preserve"> </w:t>
      </w:r>
      <w:r w:rsidRPr="0038389B">
        <w:t>burden</w:t>
      </w:r>
      <w:r w:rsidRPr="0038389B">
        <w:rPr>
          <w:spacing w:val="-13"/>
        </w:rPr>
        <w:t xml:space="preserve"> </w:t>
      </w:r>
      <w:r w:rsidRPr="0038389B">
        <w:t>for</w:t>
      </w:r>
      <w:r w:rsidRPr="0038389B">
        <w:rPr>
          <w:spacing w:val="-12"/>
        </w:rPr>
        <w:t xml:space="preserve"> </w:t>
      </w:r>
      <w:r w:rsidRPr="0038389B">
        <w:t>tax-</w:t>
      </w:r>
      <w:r w:rsidRPr="0038389B">
        <w:lastRenderedPageBreak/>
        <w:t>exempt</w:t>
      </w:r>
      <w:r w:rsidRPr="0038389B">
        <w:rPr>
          <w:spacing w:val="-12"/>
        </w:rPr>
        <w:t xml:space="preserve"> </w:t>
      </w:r>
      <w:r w:rsidRPr="0038389B">
        <w:t>organizations</w:t>
      </w:r>
      <w:r w:rsidRPr="0038389B">
        <w:rPr>
          <w:spacing w:val="-12"/>
        </w:rPr>
        <w:t xml:space="preserve"> </w:t>
      </w:r>
      <w:r w:rsidRPr="0038389B">
        <w:t>filing</w:t>
      </w:r>
      <w:r w:rsidRPr="0038389B">
        <w:rPr>
          <w:spacing w:val="-47"/>
        </w:rPr>
        <w:t xml:space="preserve"> </w:t>
      </w:r>
      <w:r w:rsidRPr="0038389B">
        <w:t>this form is approved under OMB control</w:t>
      </w:r>
      <w:r w:rsidRPr="0038389B">
        <w:rPr>
          <w:spacing w:val="-47"/>
        </w:rPr>
        <w:t xml:space="preserve"> </w:t>
      </w:r>
      <w:r w:rsidRPr="0038389B">
        <w:t>number 1545-0047 and is included in the</w:t>
      </w:r>
      <w:r w:rsidRPr="0038389B">
        <w:rPr>
          <w:spacing w:val="-47"/>
        </w:rPr>
        <w:t xml:space="preserve"> </w:t>
      </w:r>
      <w:r w:rsidRPr="0038389B">
        <w:t>estimates shown in the instructions for</w:t>
      </w:r>
      <w:r w:rsidRPr="0038389B">
        <w:rPr>
          <w:spacing w:val="1"/>
        </w:rPr>
        <w:t xml:space="preserve"> </w:t>
      </w:r>
      <w:r w:rsidRPr="0038389B">
        <w:t>their</w:t>
      </w:r>
      <w:r w:rsidRPr="0038389B">
        <w:rPr>
          <w:spacing w:val="-8"/>
        </w:rPr>
        <w:t xml:space="preserve"> </w:t>
      </w:r>
      <w:r w:rsidRPr="0038389B">
        <w:t>information</w:t>
      </w:r>
      <w:r w:rsidRPr="0038389B">
        <w:rPr>
          <w:spacing w:val="-8"/>
        </w:rPr>
        <w:t xml:space="preserve"> </w:t>
      </w:r>
      <w:r w:rsidRPr="0038389B">
        <w:t>return.</w:t>
      </w:r>
    </w:p>
    <w:p w14:paraId="70780CF8" w14:textId="77777777" w:rsidR="00F13DD9" w:rsidRPr="0038389B" w:rsidRDefault="00F13DD9" w:rsidP="000E483F">
      <w:pPr>
        <w:pStyle w:val="Body"/>
      </w:pPr>
      <w:r w:rsidRPr="0038389B">
        <w:t>If</w:t>
      </w:r>
      <w:r w:rsidRPr="0038389B">
        <w:rPr>
          <w:spacing w:val="-11"/>
        </w:rPr>
        <w:t xml:space="preserve"> </w:t>
      </w:r>
      <w:r w:rsidRPr="0038389B">
        <w:t>you</w:t>
      </w:r>
      <w:r w:rsidRPr="0038389B">
        <w:rPr>
          <w:spacing w:val="-10"/>
        </w:rPr>
        <w:t xml:space="preserve"> </w:t>
      </w:r>
      <w:r w:rsidRPr="0038389B">
        <w:t>have</w:t>
      </w:r>
      <w:r w:rsidRPr="0038389B">
        <w:rPr>
          <w:spacing w:val="-10"/>
        </w:rPr>
        <w:t xml:space="preserve"> </w:t>
      </w:r>
      <w:r w:rsidRPr="0038389B">
        <w:t>suggestions</w:t>
      </w:r>
      <w:r w:rsidRPr="0038389B">
        <w:rPr>
          <w:spacing w:val="-10"/>
        </w:rPr>
        <w:t xml:space="preserve"> </w:t>
      </w:r>
      <w:r w:rsidRPr="0038389B">
        <w:t>for</w:t>
      </w:r>
      <w:r w:rsidRPr="0038389B">
        <w:rPr>
          <w:spacing w:val="-11"/>
        </w:rPr>
        <w:t xml:space="preserve"> </w:t>
      </w:r>
      <w:r w:rsidRPr="0038389B">
        <w:t>making</w:t>
      </w:r>
      <w:r w:rsidRPr="0038389B">
        <w:rPr>
          <w:spacing w:val="-10"/>
        </w:rPr>
        <w:t xml:space="preserve"> </w:t>
      </w:r>
      <w:r w:rsidRPr="0038389B">
        <w:t>this</w:t>
      </w:r>
      <w:r w:rsidRPr="0038389B">
        <w:rPr>
          <w:spacing w:val="-47"/>
        </w:rPr>
        <w:t xml:space="preserve"> </w:t>
      </w:r>
      <w:r w:rsidRPr="0038389B">
        <w:t>form simpler, we would be happy to hear</w:t>
      </w:r>
      <w:r w:rsidRPr="0038389B">
        <w:rPr>
          <w:spacing w:val="1"/>
        </w:rPr>
        <w:t xml:space="preserve"> </w:t>
      </w:r>
      <w:r w:rsidRPr="0038389B">
        <w:t>from you. You can send us comments</w:t>
      </w:r>
      <w:r w:rsidRPr="0038389B">
        <w:rPr>
          <w:spacing w:val="1"/>
        </w:rPr>
        <w:t xml:space="preserve"> </w:t>
      </w:r>
      <w:r w:rsidRPr="0038389B">
        <w:t>through</w:t>
      </w:r>
      <w:r w:rsidRPr="0038389B">
        <w:rPr>
          <w:spacing w:val="-10"/>
        </w:rPr>
        <w:t xml:space="preserve"> </w:t>
      </w:r>
      <w:hyperlink r:id="rId16">
        <w:r w:rsidRPr="0038389B">
          <w:rPr>
            <w:i/>
            <w:u w:val="single" w:color="0055A1"/>
          </w:rPr>
          <w:t>IRS.gov/FormComments</w:t>
        </w:r>
      </w:hyperlink>
      <w:r w:rsidRPr="0038389B">
        <w:t>.</w:t>
      </w:r>
    </w:p>
    <w:p w14:paraId="48966F85" w14:textId="77777777" w:rsidR="00F13DD9" w:rsidRPr="0038389B" w:rsidRDefault="00F13DD9" w:rsidP="000E483F">
      <w:pPr>
        <w:pStyle w:val="Body"/>
      </w:pPr>
      <w:r w:rsidRPr="0038389B">
        <w:t>Or</w:t>
      </w:r>
      <w:r w:rsidRPr="0038389B">
        <w:rPr>
          <w:spacing w:val="-9"/>
        </w:rPr>
        <w:t xml:space="preserve"> </w:t>
      </w:r>
      <w:r w:rsidRPr="0038389B">
        <w:t>you</w:t>
      </w:r>
      <w:r w:rsidRPr="0038389B">
        <w:rPr>
          <w:spacing w:val="-9"/>
        </w:rPr>
        <w:t xml:space="preserve"> </w:t>
      </w:r>
      <w:r w:rsidRPr="0038389B">
        <w:t>can</w:t>
      </w:r>
      <w:r w:rsidRPr="0038389B">
        <w:rPr>
          <w:spacing w:val="-8"/>
        </w:rPr>
        <w:t xml:space="preserve"> </w:t>
      </w:r>
      <w:r w:rsidRPr="0038389B">
        <w:t>write</w:t>
      </w:r>
      <w:r w:rsidRPr="0038389B">
        <w:rPr>
          <w:spacing w:val="-9"/>
        </w:rPr>
        <w:t xml:space="preserve"> </w:t>
      </w:r>
      <w:r w:rsidRPr="0038389B">
        <w:t>to:</w:t>
      </w:r>
    </w:p>
    <w:p w14:paraId="07E43F8D" w14:textId="77777777" w:rsidR="000E483F" w:rsidRPr="0038389B" w:rsidRDefault="00F13DD9" w:rsidP="000E483F">
      <w:pPr>
        <w:pStyle w:val="Bullets"/>
        <w:numPr>
          <w:ilvl w:val="0"/>
          <w:numId w:val="0"/>
        </w:numPr>
        <w:spacing w:before="0" w:after="0"/>
        <w:ind w:left="720"/>
        <w:rPr>
          <w:spacing w:val="1"/>
        </w:rPr>
      </w:pPr>
      <w:r w:rsidRPr="0038389B">
        <w:t>Internal Revenue Service</w:t>
      </w:r>
      <w:r w:rsidRPr="0038389B">
        <w:rPr>
          <w:spacing w:val="1"/>
        </w:rPr>
        <w:t xml:space="preserve"> </w:t>
      </w:r>
    </w:p>
    <w:p w14:paraId="4E410AAC" w14:textId="58CB3CB1" w:rsidR="00F13DD9" w:rsidRPr="0038389B" w:rsidRDefault="00F13DD9" w:rsidP="000E483F">
      <w:pPr>
        <w:pStyle w:val="Bullets"/>
        <w:numPr>
          <w:ilvl w:val="0"/>
          <w:numId w:val="0"/>
        </w:numPr>
        <w:spacing w:before="0" w:after="0"/>
        <w:ind w:left="720"/>
      </w:pPr>
      <w:r w:rsidRPr="0038389B">
        <w:rPr>
          <w:spacing w:val="-1"/>
        </w:rPr>
        <w:t>Tax</w:t>
      </w:r>
      <w:r w:rsidRPr="0038389B">
        <w:rPr>
          <w:spacing w:val="-12"/>
        </w:rPr>
        <w:t xml:space="preserve"> </w:t>
      </w:r>
      <w:r w:rsidRPr="0038389B">
        <w:rPr>
          <w:spacing w:val="-1"/>
        </w:rPr>
        <w:t>Forms</w:t>
      </w:r>
      <w:r w:rsidRPr="0038389B">
        <w:rPr>
          <w:spacing w:val="-10"/>
        </w:rPr>
        <w:t xml:space="preserve"> </w:t>
      </w:r>
      <w:r w:rsidRPr="0038389B">
        <w:rPr>
          <w:spacing w:val="-1"/>
        </w:rPr>
        <w:t>and</w:t>
      </w:r>
      <w:r w:rsidRPr="0038389B">
        <w:rPr>
          <w:spacing w:val="-11"/>
        </w:rPr>
        <w:t xml:space="preserve"> </w:t>
      </w:r>
      <w:r w:rsidRPr="0038389B">
        <w:t>Publications</w:t>
      </w:r>
    </w:p>
    <w:p w14:paraId="30433BA8" w14:textId="77777777" w:rsidR="00F13DD9" w:rsidRPr="0038389B" w:rsidRDefault="00F13DD9" w:rsidP="000E483F">
      <w:pPr>
        <w:pStyle w:val="Bullets"/>
        <w:numPr>
          <w:ilvl w:val="0"/>
          <w:numId w:val="0"/>
        </w:numPr>
        <w:spacing w:before="0" w:after="0"/>
        <w:ind w:left="720"/>
      </w:pPr>
      <w:r w:rsidRPr="0038389B">
        <w:t>1111</w:t>
      </w:r>
      <w:r w:rsidRPr="0038389B">
        <w:rPr>
          <w:spacing w:val="-12"/>
        </w:rPr>
        <w:t xml:space="preserve"> </w:t>
      </w:r>
      <w:r w:rsidRPr="0038389B">
        <w:t>Constitution</w:t>
      </w:r>
      <w:r w:rsidRPr="0038389B">
        <w:rPr>
          <w:spacing w:val="-11"/>
        </w:rPr>
        <w:t xml:space="preserve"> </w:t>
      </w:r>
      <w:r w:rsidRPr="0038389B">
        <w:t>Ave.</w:t>
      </w:r>
      <w:r w:rsidRPr="0038389B">
        <w:rPr>
          <w:spacing w:val="-12"/>
        </w:rPr>
        <w:t xml:space="preserve"> </w:t>
      </w:r>
      <w:r w:rsidRPr="0038389B">
        <w:t>NW,</w:t>
      </w:r>
      <w:r w:rsidRPr="0038389B">
        <w:rPr>
          <w:spacing w:val="-11"/>
        </w:rPr>
        <w:t xml:space="preserve"> </w:t>
      </w:r>
      <w:r w:rsidRPr="0038389B">
        <w:t>IR-6526</w:t>
      </w:r>
      <w:r w:rsidRPr="0038389B">
        <w:rPr>
          <w:spacing w:val="-47"/>
        </w:rPr>
        <w:t xml:space="preserve"> </w:t>
      </w:r>
      <w:r w:rsidRPr="0038389B">
        <w:t>Washington,</w:t>
      </w:r>
      <w:r w:rsidRPr="0038389B">
        <w:rPr>
          <w:spacing w:val="-8"/>
        </w:rPr>
        <w:t xml:space="preserve"> </w:t>
      </w:r>
      <w:r w:rsidRPr="0038389B">
        <w:t>DC</w:t>
      </w:r>
      <w:r w:rsidRPr="0038389B">
        <w:rPr>
          <w:spacing w:val="-8"/>
        </w:rPr>
        <w:t xml:space="preserve"> </w:t>
      </w:r>
      <w:r w:rsidRPr="0038389B">
        <w:t>20224</w:t>
      </w:r>
    </w:p>
    <w:p w14:paraId="4EAC0141" w14:textId="2B2C95E1" w:rsidR="0038389B" w:rsidRDefault="00F13DD9" w:rsidP="000E483F">
      <w:pPr>
        <w:pStyle w:val="Body"/>
      </w:pPr>
      <w:r w:rsidRPr="0038389B">
        <w:rPr>
          <w:b/>
        </w:rPr>
        <w:t>Do</w:t>
      </w:r>
      <w:r w:rsidRPr="0038389B">
        <w:rPr>
          <w:b/>
          <w:spacing w:val="-4"/>
        </w:rPr>
        <w:t xml:space="preserve"> </w:t>
      </w:r>
      <w:r w:rsidRPr="0038389B">
        <w:rPr>
          <w:b/>
        </w:rPr>
        <w:t>not</w:t>
      </w:r>
      <w:r w:rsidRPr="0038389B">
        <w:rPr>
          <w:b/>
          <w:spacing w:val="-7"/>
        </w:rPr>
        <w:t xml:space="preserve"> </w:t>
      </w:r>
      <w:r w:rsidRPr="0038389B">
        <w:t>send</w:t>
      </w:r>
      <w:r w:rsidRPr="0038389B">
        <w:rPr>
          <w:spacing w:val="-8"/>
        </w:rPr>
        <w:t xml:space="preserve"> </w:t>
      </w:r>
      <w:r w:rsidRPr="0038389B">
        <w:t>the</w:t>
      </w:r>
      <w:r w:rsidRPr="0038389B">
        <w:rPr>
          <w:spacing w:val="-8"/>
        </w:rPr>
        <w:t xml:space="preserve"> </w:t>
      </w:r>
      <w:r w:rsidRPr="0038389B">
        <w:t>form</w:t>
      </w:r>
      <w:r w:rsidRPr="0038389B">
        <w:rPr>
          <w:spacing w:val="-9"/>
        </w:rPr>
        <w:t xml:space="preserve"> </w:t>
      </w:r>
      <w:r w:rsidRPr="0038389B">
        <w:t>to</w:t>
      </w:r>
      <w:r w:rsidRPr="0038389B">
        <w:rPr>
          <w:spacing w:val="-8"/>
        </w:rPr>
        <w:t xml:space="preserve"> </w:t>
      </w:r>
      <w:r w:rsidRPr="0038389B">
        <w:t>this</w:t>
      </w:r>
      <w:r w:rsidRPr="0038389B">
        <w:rPr>
          <w:spacing w:val="-8"/>
        </w:rPr>
        <w:t xml:space="preserve"> </w:t>
      </w:r>
      <w:r w:rsidRPr="0038389B">
        <w:t>address.</w:t>
      </w:r>
      <w:r w:rsidRPr="0038389B">
        <w:rPr>
          <w:spacing w:val="-47"/>
        </w:rPr>
        <w:t xml:space="preserve"> </w:t>
      </w:r>
      <w:r w:rsidRPr="0038389B">
        <w:t>Instead,</w:t>
      </w:r>
      <w:r w:rsidRPr="0038389B">
        <w:rPr>
          <w:spacing w:val="-10"/>
        </w:rPr>
        <w:t xml:space="preserve"> </w:t>
      </w:r>
      <w:r w:rsidRPr="0038389B">
        <w:t>see</w:t>
      </w:r>
      <w:r w:rsidRPr="0038389B">
        <w:rPr>
          <w:spacing w:val="-10"/>
        </w:rPr>
        <w:t xml:space="preserve"> </w:t>
      </w:r>
      <w:r w:rsidRPr="0038389B">
        <w:rPr>
          <w:i/>
        </w:rPr>
        <w:t>Where</w:t>
      </w:r>
      <w:r w:rsidRPr="0038389B">
        <w:rPr>
          <w:i/>
          <w:spacing w:val="-10"/>
        </w:rPr>
        <w:t xml:space="preserve"> </w:t>
      </w:r>
      <w:r w:rsidRPr="0038389B">
        <w:rPr>
          <w:i/>
        </w:rPr>
        <w:t>To</w:t>
      </w:r>
      <w:r w:rsidRPr="0038389B">
        <w:rPr>
          <w:i/>
          <w:spacing w:val="-10"/>
        </w:rPr>
        <w:t xml:space="preserve"> </w:t>
      </w:r>
      <w:r w:rsidRPr="0038389B">
        <w:rPr>
          <w:i/>
        </w:rPr>
        <w:t>File</w:t>
      </w:r>
      <w:r w:rsidRPr="0038389B">
        <w:t>,</w:t>
      </w:r>
      <w:r w:rsidRPr="0038389B">
        <w:rPr>
          <w:spacing w:val="-10"/>
        </w:rPr>
        <w:t xml:space="preserve"> </w:t>
      </w:r>
      <w:r w:rsidRPr="0038389B">
        <w:t>earlier.</w:t>
      </w:r>
      <w:r w:rsidR="000E483F" w:rsidRPr="0038389B">
        <w:t xml:space="preserve"> </w:t>
      </w:r>
    </w:p>
    <w:p w14:paraId="687EB13A" w14:textId="77777777" w:rsidR="0038389B" w:rsidRDefault="0038389B">
      <w:pPr>
        <w:widowControl/>
        <w:autoSpaceDE/>
        <w:autoSpaceDN/>
        <w:spacing w:before="240" w:after="240"/>
        <w:rPr>
          <w:rFonts w:ascii="Verdana" w:eastAsiaTheme="minorHAnsi" w:hAnsi="Verdana" w:cstheme="minorBidi"/>
          <w:sz w:val="40"/>
          <w:szCs w:val="40"/>
        </w:rPr>
      </w:pPr>
      <w:r>
        <w:br w:type="page"/>
      </w:r>
    </w:p>
    <w:p w14:paraId="56663C85" w14:textId="176053DA" w:rsidR="000E483F" w:rsidRPr="0038389B" w:rsidRDefault="0038389B" w:rsidP="0038389B">
      <w:pPr>
        <w:pStyle w:val="Body"/>
        <w:jc w:val="center"/>
      </w:pPr>
      <w:r>
        <w:lastRenderedPageBreak/>
        <w:t>This page is intentionally left blank</w:t>
      </w:r>
    </w:p>
    <w:sectPr w:rsidR="000E483F" w:rsidRPr="0038389B" w:rsidSect="002D421E">
      <w:footerReference w:type="even" r:id="rId17"/>
      <w:footerReference w:type="default" r:id="rId18"/>
      <w:type w:val="continuous"/>
      <w:pgSz w:w="12240" w:h="15840" w:code="1"/>
      <w:pgMar w:top="1440" w:right="1440" w:bottom="1440" w:left="1440" w:header="0" w:footer="61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12D45" w14:textId="77777777" w:rsidR="003D61B4" w:rsidRDefault="003D61B4">
      <w:r>
        <w:separator/>
      </w:r>
    </w:p>
  </w:endnote>
  <w:endnote w:type="continuationSeparator" w:id="0">
    <w:p w14:paraId="22FA4730" w14:textId="77777777" w:rsidR="003D61B4" w:rsidRDefault="003D6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ABF3F" w14:textId="130A6A09" w:rsidR="0010000E" w:rsidRDefault="00F13DD9">
    <w:pPr>
      <w:pStyle w:val="BodyText"/>
      <w:spacing w:line="14" w:lineRule="auto"/>
      <w:rPr>
        <w:sz w:val="20"/>
      </w:rPr>
    </w:pPr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49BDE90B" wp14:editId="5D474AB8">
              <wp:simplePos x="0" y="0"/>
              <wp:positionH relativeFrom="page">
                <wp:posOffset>4823460</wp:posOffset>
              </wp:positionH>
              <wp:positionV relativeFrom="page">
                <wp:posOffset>9526905</wp:posOffset>
              </wp:positionV>
              <wp:extent cx="2426970" cy="189230"/>
              <wp:effectExtent l="3810" t="1905" r="0" b="0"/>
              <wp:wrapNone/>
              <wp:docPr id="28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6970" cy="189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1EBB77" w14:textId="77777777" w:rsidR="0010000E" w:rsidRDefault="00F13DD9">
                          <w:pPr>
                            <w:spacing w:before="62"/>
                            <w:ind w:left="20"/>
                            <w:rPr>
                              <w:rFonts w:ascii="Arial"/>
                              <w:b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231F20"/>
                              <w:sz w:val="18"/>
                            </w:rPr>
                            <w:t>Instructions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z w:val="18"/>
                            </w:rPr>
                            <w:t>for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z w:val="18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z w:val="18"/>
                            </w:rPr>
                            <w:t>8038-G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z w:val="18"/>
                            </w:rPr>
                            <w:t>(Rev.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z w:val="18"/>
                            </w:rPr>
                            <w:t>10-2021)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BDE90B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7" type="#_x0000_t202" style="position:absolute;margin-left:379.8pt;margin-top:750.15pt;width:191.1pt;height:14.9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" filled="f" stroked="f">
              <v:textbox inset="0,0,0,0">
                <w:txbxContent>
                  <w:p w14:paraId="6A1EBB77" w14:textId="77777777" w:rsidR="0010000E" w:rsidRDefault="00F13DD9">
                    <w:pPr>
                      <w:spacing w:before="62"/>
                      <w:ind w:left="20"/>
                      <w:rPr>
                        <w:rFonts w:ascii="Arial"/>
                        <w:b/>
                        <w:sz w:val="18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8"/>
                      </w:rPr>
                      <w:t>Instructions</w:t>
                    </w:r>
                    <w:r>
                      <w:rPr>
                        <w:rFonts w:ascii="Arial"/>
                        <w:b/>
                        <w:color w:val="231F20"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31F20"/>
                        <w:sz w:val="18"/>
                      </w:rPr>
                      <w:t>for</w:t>
                    </w:r>
                    <w:r>
                      <w:rPr>
                        <w:rFonts w:ascii="Arial"/>
                        <w:b/>
                        <w:color w:val="231F20"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31F20"/>
                        <w:sz w:val="18"/>
                      </w:rPr>
                      <w:t>Form</w:t>
                    </w:r>
                    <w:r>
                      <w:rPr>
                        <w:rFonts w:ascii="Arial"/>
                        <w:b/>
                        <w:color w:val="231F20"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31F20"/>
                        <w:sz w:val="18"/>
                      </w:rPr>
                      <w:t>8038-G</w:t>
                    </w:r>
                    <w:r>
                      <w:rPr>
                        <w:rFonts w:ascii="Arial"/>
                        <w:b/>
                        <w:color w:val="231F20"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31F20"/>
                        <w:sz w:val="18"/>
                      </w:rPr>
                      <w:t>(Rev.</w:t>
                    </w:r>
                    <w:r>
                      <w:rPr>
                        <w:rFonts w:ascii="Arial"/>
                        <w:b/>
                        <w:color w:val="231F20"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31F20"/>
                        <w:sz w:val="18"/>
                      </w:rPr>
                      <w:t>10-2021)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15A21614" wp14:editId="6DFC2C46">
              <wp:simplePos x="0" y="0"/>
              <wp:positionH relativeFrom="page">
                <wp:posOffset>3802380</wp:posOffset>
              </wp:positionH>
              <wp:positionV relativeFrom="page">
                <wp:posOffset>9531350</wp:posOffset>
              </wp:positionV>
              <wp:extent cx="167640" cy="189230"/>
              <wp:effectExtent l="1905" t="0" r="1905" b="4445"/>
              <wp:wrapNone/>
              <wp:docPr id="27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640" cy="189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A0DBBB" w14:textId="77777777" w:rsidR="0010000E" w:rsidRDefault="00F13DD9">
                          <w:pPr>
                            <w:spacing w:before="62"/>
                            <w:ind w:left="20"/>
                            <w:rPr>
                              <w:rFonts w:ascii="Arial"/>
                              <w:b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231F20"/>
                              <w:sz w:val="18"/>
                            </w:rPr>
                            <w:t>-4-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5A21614" id="Text Box 27" o:spid="_x0000_s1028" type="#_x0000_t202" style="position:absolute;margin-left:299.4pt;margin-top:750.5pt;width:13.2pt;height:14.9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" filled="f" stroked="f">
              <v:textbox inset="0,0,0,0">
                <w:txbxContent>
                  <w:p w14:paraId="0BA0DBBB" w14:textId="77777777" w:rsidR="0010000E" w:rsidRDefault="00F13DD9">
                    <w:pPr>
                      <w:spacing w:before="62"/>
                      <w:ind w:left="20"/>
                      <w:rPr>
                        <w:rFonts w:ascii="Arial"/>
                        <w:b/>
                        <w:sz w:val="18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8"/>
                      </w:rPr>
                      <w:t>-4-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  <w:b/>
        <w:bCs/>
        <w:sz w:val="32"/>
        <w:szCs w:val="32"/>
      </w:rPr>
      <w:id w:val="16890982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E315C7" w14:textId="03E4B132" w:rsidR="002D421E" w:rsidRPr="002D421E" w:rsidRDefault="002D421E">
        <w:pPr>
          <w:pStyle w:val="Footer"/>
          <w:jc w:val="center"/>
          <w:rPr>
            <w:rFonts w:ascii="Verdana" w:hAnsi="Verdana"/>
            <w:b/>
            <w:bCs/>
            <w:sz w:val="32"/>
            <w:szCs w:val="32"/>
          </w:rPr>
        </w:pPr>
        <w:r w:rsidRPr="002D421E">
          <w:rPr>
            <w:rFonts w:ascii="Verdana" w:hAnsi="Verdana"/>
            <w:b/>
            <w:bCs/>
            <w:sz w:val="32"/>
            <w:szCs w:val="32"/>
          </w:rPr>
          <w:fldChar w:fldCharType="begin"/>
        </w:r>
        <w:r w:rsidRPr="002D421E">
          <w:rPr>
            <w:rFonts w:ascii="Verdana" w:hAnsi="Verdana"/>
            <w:b/>
            <w:bCs/>
            <w:sz w:val="32"/>
            <w:szCs w:val="32"/>
          </w:rPr>
          <w:instrText xml:space="preserve"> PAGE   \* MERGEFORMAT </w:instrText>
        </w:r>
        <w:r w:rsidRPr="002D421E">
          <w:rPr>
            <w:rFonts w:ascii="Verdana" w:hAnsi="Verdana"/>
            <w:b/>
            <w:bCs/>
            <w:sz w:val="32"/>
            <w:szCs w:val="32"/>
          </w:rPr>
          <w:fldChar w:fldCharType="separate"/>
        </w:r>
        <w:r w:rsidRPr="002D421E">
          <w:rPr>
            <w:rFonts w:ascii="Verdana" w:hAnsi="Verdana"/>
            <w:b/>
            <w:bCs/>
            <w:noProof/>
            <w:sz w:val="32"/>
            <w:szCs w:val="32"/>
          </w:rPr>
          <w:t>2</w:t>
        </w:r>
        <w:r w:rsidRPr="002D421E">
          <w:rPr>
            <w:rFonts w:ascii="Verdana" w:hAnsi="Verdana"/>
            <w:b/>
            <w:bCs/>
            <w:noProof/>
            <w:sz w:val="32"/>
            <w:szCs w:val="32"/>
          </w:rPr>
          <w:fldChar w:fldCharType="end"/>
        </w:r>
      </w:p>
    </w:sdtContent>
  </w:sdt>
  <w:p w14:paraId="3905301E" w14:textId="036A3015" w:rsidR="0010000E" w:rsidRPr="002D421E" w:rsidRDefault="0038389B" w:rsidP="002D421E">
    <w:pPr>
      <w:pStyle w:val="Footer"/>
      <w:rPr>
        <w:rFonts w:ascii="Verdana" w:hAnsi="Verdana"/>
        <w:b/>
        <w:bCs/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8C5E3" w14:textId="77777777" w:rsidR="003D61B4" w:rsidRDefault="003D61B4">
      <w:r>
        <w:separator/>
      </w:r>
    </w:p>
  </w:footnote>
  <w:footnote w:type="continuationSeparator" w:id="0">
    <w:p w14:paraId="650B08E8" w14:textId="77777777" w:rsidR="003D61B4" w:rsidRDefault="003D6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F4ADA"/>
    <w:multiLevelType w:val="hybridMultilevel"/>
    <w:tmpl w:val="84E27680"/>
    <w:lvl w:ilvl="0" w:tplc="7AC2E71C">
      <w:numFmt w:val="bullet"/>
      <w:lvlText w:val="•"/>
      <w:lvlJc w:val="left"/>
      <w:pPr>
        <w:ind w:left="459" w:hanging="220"/>
      </w:pPr>
      <w:rPr>
        <w:rFonts w:ascii="Helvetica" w:eastAsia="Helvetica" w:hAnsi="Helvetica" w:cs="Helvetica" w:hint="default"/>
        <w:b w:val="0"/>
        <w:bCs w:val="0"/>
        <w:i w:val="0"/>
        <w:iCs w:val="0"/>
        <w:color w:val="231F20"/>
        <w:w w:val="114"/>
        <w:sz w:val="21"/>
        <w:szCs w:val="21"/>
        <w:lang w:val="en-US" w:eastAsia="en-US" w:bidi="ar-SA"/>
      </w:rPr>
    </w:lvl>
    <w:lvl w:ilvl="1" w:tplc="B7E8E85E">
      <w:numFmt w:val="bullet"/>
      <w:lvlText w:val="•"/>
      <w:lvlJc w:val="left"/>
      <w:pPr>
        <w:ind w:left="778" w:hanging="220"/>
      </w:pPr>
      <w:rPr>
        <w:rFonts w:hint="default"/>
        <w:lang w:val="en-US" w:eastAsia="en-US" w:bidi="ar-SA"/>
      </w:rPr>
    </w:lvl>
    <w:lvl w:ilvl="2" w:tplc="E91A0DA4">
      <w:numFmt w:val="bullet"/>
      <w:lvlText w:val="•"/>
      <w:lvlJc w:val="left"/>
      <w:pPr>
        <w:ind w:left="1095" w:hanging="220"/>
      </w:pPr>
      <w:rPr>
        <w:rFonts w:hint="default"/>
        <w:lang w:val="en-US" w:eastAsia="en-US" w:bidi="ar-SA"/>
      </w:rPr>
    </w:lvl>
    <w:lvl w:ilvl="3" w:tplc="CD048764">
      <w:numFmt w:val="bullet"/>
      <w:lvlText w:val="•"/>
      <w:lvlJc w:val="left"/>
      <w:pPr>
        <w:ind w:left="1413" w:hanging="220"/>
      </w:pPr>
      <w:rPr>
        <w:rFonts w:hint="default"/>
        <w:lang w:val="en-US" w:eastAsia="en-US" w:bidi="ar-SA"/>
      </w:rPr>
    </w:lvl>
    <w:lvl w:ilvl="4" w:tplc="7EEEF9B8">
      <w:numFmt w:val="bullet"/>
      <w:lvlText w:val="•"/>
      <w:lvlJc w:val="left"/>
      <w:pPr>
        <w:ind w:left="1731" w:hanging="220"/>
      </w:pPr>
      <w:rPr>
        <w:rFonts w:hint="default"/>
        <w:lang w:val="en-US" w:eastAsia="en-US" w:bidi="ar-SA"/>
      </w:rPr>
    </w:lvl>
    <w:lvl w:ilvl="5" w:tplc="9DA41332">
      <w:numFmt w:val="bullet"/>
      <w:lvlText w:val="•"/>
      <w:lvlJc w:val="left"/>
      <w:pPr>
        <w:ind w:left="2049" w:hanging="220"/>
      </w:pPr>
      <w:rPr>
        <w:rFonts w:hint="default"/>
        <w:lang w:val="en-US" w:eastAsia="en-US" w:bidi="ar-SA"/>
      </w:rPr>
    </w:lvl>
    <w:lvl w:ilvl="6" w:tplc="BD6A141A">
      <w:numFmt w:val="bullet"/>
      <w:lvlText w:val="•"/>
      <w:lvlJc w:val="left"/>
      <w:pPr>
        <w:ind w:left="2367" w:hanging="220"/>
      </w:pPr>
      <w:rPr>
        <w:rFonts w:hint="default"/>
        <w:lang w:val="en-US" w:eastAsia="en-US" w:bidi="ar-SA"/>
      </w:rPr>
    </w:lvl>
    <w:lvl w:ilvl="7" w:tplc="8A3EF860">
      <w:numFmt w:val="bullet"/>
      <w:lvlText w:val="•"/>
      <w:lvlJc w:val="left"/>
      <w:pPr>
        <w:ind w:left="2685" w:hanging="220"/>
      </w:pPr>
      <w:rPr>
        <w:rFonts w:hint="default"/>
        <w:lang w:val="en-US" w:eastAsia="en-US" w:bidi="ar-SA"/>
      </w:rPr>
    </w:lvl>
    <w:lvl w:ilvl="8" w:tplc="FD426C58">
      <w:numFmt w:val="bullet"/>
      <w:lvlText w:val="•"/>
      <w:lvlJc w:val="left"/>
      <w:pPr>
        <w:ind w:left="3003" w:hanging="220"/>
      </w:pPr>
      <w:rPr>
        <w:rFonts w:hint="default"/>
        <w:lang w:val="en-US" w:eastAsia="en-US" w:bidi="ar-SA"/>
      </w:rPr>
    </w:lvl>
  </w:abstractNum>
  <w:abstractNum w:abstractNumId="1" w15:restartNumberingAfterBreak="0">
    <w:nsid w:val="1C8A0171"/>
    <w:multiLevelType w:val="hybridMultilevel"/>
    <w:tmpl w:val="D770950C"/>
    <w:lvl w:ilvl="0" w:tplc="80907D14">
      <w:numFmt w:val="bullet"/>
      <w:lvlText w:val="•"/>
      <w:lvlJc w:val="left"/>
      <w:pPr>
        <w:ind w:left="459" w:hanging="220"/>
      </w:pPr>
      <w:rPr>
        <w:rFonts w:ascii="Helvetica" w:eastAsia="Helvetica" w:hAnsi="Helvetica" w:cs="Helvetica" w:hint="default"/>
        <w:b w:val="0"/>
        <w:bCs w:val="0"/>
        <w:i w:val="0"/>
        <w:iCs w:val="0"/>
        <w:color w:val="231F20"/>
        <w:w w:val="114"/>
        <w:sz w:val="21"/>
        <w:szCs w:val="21"/>
        <w:lang w:val="en-US" w:eastAsia="en-US" w:bidi="ar-SA"/>
      </w:rPr>
    </w:lvl>
    <w:lvl w:ilvl="1" w:tplc="DABAD1C8">
      <w:numFmt w:val="bullet"/>
      <w:lvlText w:val="•"/>
      <w:lvlJc w:val="left"/>
      <w:pPr>
        <w:ind w:left="765" w:hanging="220"/>
      </w:pPr>
      <w:rPr>
        <w:rFonts w:hint="default"/>
        <w:lang w:val="en-US" w:eastAsia="en-US" w:bidi="ar-SA"/>
      </w:rPr>
    </w:lvl>
    <w:lvl w:ilvl="2" w:tplc="790E7D40">
      <w:numFmt w:val="bullet"/>
      <w:lvlText w:val="•"/>
      <w:lvlJc w:val="left"/>
      <w:pPr>
        <w:ind w:left="1071" w:hanging="220"/>
      </w:pPr>
      <w:rPr>
        <w:rFonts w:hint="default"/>
        <w:lang w:val="en-US" w:eastAsia="en-US" w:bidi="ar-SA"/>
      </w:rPr>
    </w:lvl>
    <w:lvl w:ilvl="3" w:tplc="82883968">
      <w:numFmt w:val="bullet"/>
      <w:lvlText w:val="•"/>
      <w:lvlJc w:val="left"/>
      <w:pPr>
        <w:ind w:left="1377" w:hanging="220"/>
      </w:pPr>
      <w:rPr>
        <w:rFonts w:hint="default"/>
        <w:lang w:val="en-US" w:eastAsia="en-US" w:bidi="ar-SA"/>
      </w:rPr>
    </w:lvl>
    <w:lvl w:ilvl="4" w:tplc="9B5EDEC8">
      <w:numFmt w:val="bullet"/>
      <w:lvlText w:val="•"/>
      <w:lvlJc w:val="left"/>
      <w:pPr>
        <w:ind w:left="1683" w:hanging="220"/>
      </w:pPr>
      <w:rPr>
        <w:rFonts w:hint="default"/>
        <w:lang w:val="en-US" w:eastAsia="en-US" w:bidi="ar-SA"/>
      </w:rPr>
    </w:lvl>
    <w:lvl w:ilvl="5" w:tplc="1F22E2DC">
      <w:numFmt w:val="bullet"/>
      <w:lvlText w:val="•"/>
      <w:lvlJc w:val="left"/>
      <w:pPr>
        <w:ind w:left="1989" w:hanging="220"/>
      </w:pPr>
      <w:rPr>
        <w:rFonts w:hint="default"/>
        <w:lang w:val="en-US" w:eastAsia="en-US" w:bidi="ar-SA"/>
      </w:rPr>
    </w:lvl>
    <w:lvl w:ilvl="6" w:tplc="99108A90">
      <w:numFmt w:val="bullet"/>
      <w:lvlText w:val="•"/>
      <w:lvlJc w:val="left"/>
      <w:pPr>
        <w:ind w:left="2295" w:hanging="220"/>
      </w:pPr>
      <w:rPr>
        <w:rFonts w:hint="default"/>
        <w:lang w:val="en-US" w:eastAsia="en-US" w:bidi="ar-SA"/>
      </w:rPr>
    </w:lvl>
    <w:lvl w:ilvl="7" w:tplc="23C81192">
      <w:numFmt w:val="bullet"/>
      <w:lvlText w:val="•"/>
      <w:lvlJc w:val="left"/>
      <w:pPr>
        <w:ind w:left="2601" w:hanging="220"/>
      </w:pPr>
      <w:rPr>
        <w:rFonts w:hint="default"/>
        <w:lang w:val="en-US" w:eastAsia="en-US" w:bidi="ar-SA"/>
      </w:rPr>
    </w:lvl>
    <w:lvl w:ilvl="8" w:tplc="4D9CCAB0">
      <w:numFmt w:val="bullet"/>
      <w:lvlText w:val="•"/>
      <w:lvlJc w:val="left"/>
      <w:pPr>
        <w:ind w:left="2907" w:hanging="220"/>
      </w:pPr>
      <w:rPr>
        <w:rFonts w:hint="default"/>
        <w:lang w:val="en-US" w:eastAsia="en-US" w:bidi="ar-SA"/>
      </w:rPr>
    </w:lvl>
  </w:abstractNum>
  <w:abstractNum w:abstractNumId="2" w15:restartNumberingAfterBreak="0">
    <w:nsid w:val="1E48714E"/>
    <w:multiLevelType w:val="hybridMultilevel"/>
    <w:tmpl w:val="3F3AD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40"/>
        <w:szCs w:val="4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613B21"/>
    <w:multiLevelType w:val="hybridMultilevel"/>
    <w:tmpl w:val="5F0CC7A2"/>
    <w:lvl w:ilvl="0" w:tplc="31E47E6E">
      <w:start w:val="1"/>
      <w:numFmt w:val="decimal"/>
      <w:lvlText w:val="%1."/>
      <w:lvlJc w:val="left"/>
      <w:pPr>
        <w:ind w:left="490" w:hanging="251"/>
        <w:jc w:val="left"/>
      </w:pPr>
      <w:rPr>
        <w:rFonts w:ascii="Helvetica" w:eastAsia="Helvetica" w:hAnsi="Helvetica" w:cs="Helvetica" w:hint="default"/>
        <w:b w:val="0"/>
        <w:bCs w:val="0"/>
        <w:i w:val="0"/>
        <w:iCs w:val="0"/>
        <w:color w:val="231F20"/>
        <w:spacing w:val="-1"/>
        <w:w w:val="100"/>
        <w:sz w:val="18"/>
        <w:szCs w:val="18"/>
        <w:lang w:val="en-US" w:eastAsia="en-US" w:bidi="ar-SA"/>
      </w:rPr>
    </w:lvl>
    <w:lvl w:ilvl="1" w:tplc="BF70B648">
      <w:start w:val="3"/>
      <w:numFmt w:val="decimal"/>
      <w:lvlText w:val="(%2)"/>
      <w:lvlJc w:val="left"/>
      <w:pPr>
        <w:ind w:left="753" w:hanging="264"/>
        <w:jc w:val="left"/>
      </w:pPr>
      <w:rPr>
        <w:rFonts w:ascii="Helvetica" w:eastAsia="Helvetica" w:hAnsi="Helvetica" w:cs="Helvetica" w:hint="default"/>
        <w:b w:val="0"/>
        <w:bCs w:val="0"/>
        <w:i w:val="0"/>
        <w:iCs w:val="0"/>
        <w:color w:val="231F20"/>
        <w:w w:val="100"/>
        <w:sz w:val="18"/>
        <w:szCs w:val="18"/>
        <w:lang w:val="en-US" w:eastAsia="en-US" w:bidi="ar-SA"/>
      </w:rPr>
    </w:lvl>
    <w:lvl w:ilvl="2" w:tplc="89307E78">
      <w:numFmt w:val="bullet"/>
      <w:lvlText w:val="•"/>
      <w:lvlJc w:val="left"/>
      <w:pPr>
        <w:ind w:left="1065" w:hanging="264"/>
      </w:pPr>
      <w:rPr>
        <w:rFonts w:hint="default"/>
        <w:lang w:val="en-US" w:eastAsia="en-US" w:bidi="ar-SA"/>
      </w:rPr>
    </w:lvl>
    <w:lvl w:ilvl="3" w:tplc="53823AE0">
      <w:numFmt w:val="bullet"/>
      <w:lvlText w:val="•"/>
      <w:lvlJc w:val="left"/>
      <w:pPr>
        <w:ind w:left="1370" w:hanging="264"/>
      </w:pPr>
      <w:rPr>
        <w:rFonts w:hint="default"/>
        <w:lang w:val="en-US" w:eastAsia="en-US" w:bidi="ar-SA"/>
      </w:rPr>
    </w:lvl>
    <w:lvl w:ilvl="4" w:tplc="F62A4036">
      <w:numFmt w:val="bullet"/>
      <w:lvlText w:val="•"/>
      <w:lvlJc w:val="left"/>
      <w:pPr>
        <w:ind w:left="1675" w:hanging="264"/>
      </w:pPr>
      <w:rPr>
        <w:rFonts w:hint="default"/>
        <w:lang w:val="en-US" w:eastAsia="en-US" w:bidi="ar-SA"/>
      </w:rPr>
    </w:lvl>
    <w:lvl w:ilvl="5" w:tplc="EA1A738A">
      <w:numFmt w:val="bullet"/>
      <w:lvlText w:val="•"/>
      <w:lvlJc w:val="left"/>
      <w:pPr>
        <w:ind w:left="1980" w:hanging="264"/>
      </w:pPr>
      <w:rPr>
        <w:rFonts w:hint="default"/>
        <w:lang w:val="en-US" w:eastAsia="en-US" w:bidi="ar-SA"/>
      </w:rPr>
    </w:lvl>
    <w:lvl w:ilvl="6" w:tplc="FA88E9E2">
      <w:numFmt w:val="bullet"/>
      <w:lvlText w:val="•"/>
      <w:lvlJc w:val="left"/>
      <w:pPr>
        <w:ind w:left="2285" w:hanging="264"/>
      </w:pPr>
      <w:rPr>
        <w:rFonts w:hint="default"/>
        <w:lang w:val="en-US" w:eastAsia="en-US" w:bidi="ar-SA"/>
      </w:rPr>
    </w:lvl>
    <w:lvl w:ilvl="7" w:tplc="48DA2BF8">
      <w:numFmt w:val="bullet"/>
      <w:lvlText w:val="•"/>
      <w:lvlJc w:val="left"/>
      <w:pPr>
        <w:ind w:left="2590" w:hanging="264"/>
      </w:pPr>
      <w:rPr>
        <w:rFonts w:hint="default"/>
        <w:lang w:val="en-US" w:eastAsia="en-US" w:bidi="ar-SA"/>
      </w:rPr>
    </w:lvl>
    <w:lvl w:ilvl="8" w:tplc="22464F3C">
      <w:numFmt w:val="bullet"/>
      <w:lvlText w:val="•"/>
      <w:lvlJc w:val="left"/>
      <w:pPr>
        <w:ind w:left="2895" w:hanging="264"/>
      </w:pPr>
      <w:rPr>
        <w:rFonts w:hint="default"/>
        <w:lang w:val="en-US" w:eastAsia="en-US" w:bidi="ar-SA"/>
      </w:rPr>
    </w:lvl>
  </w:abstractNum>
  <w:abstractNum w:abstractNumId="4" w15:restartNumberingAfterBreak="0">
    <w:nsid w:val="57BD328A"/>
    <w:multiLevelType w:val="hybridMultilevel"/>
    <w:tmpl w:val="EA94B334"/>
    <w:lvl w:ilvl="0" w:tplc="6776A5A8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1"/>
  </w:num>
  <w:num w:numId="18">
    <w:abstractNumId w:val="3"/>
  </w:num>
  <w:num w:numId="19">
    <w:abstractNumId w:val="0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DD9"/>
    <w:rsid w:val="000B5256"/>
    <w:rsid w:val="000B7FA4"/>
    <w:rsid w:val="000E483F"/>
    <w:rsid w:val="000E568A"/>
    <w:rsid w:val="00102C4F"/>
    <w:rsid w:val="001032A5"/>
    <w:rsid w:val="0010366B"/>
    <w:rsid w:val="00105061"/>
    <w:rsid w:val="0012549D"/>
    <w:rsid w:val="0017163C"/>
    <w:rsid w:val="00190D93"/>
    <w:rsid w:val="001B002E"/>
    <w:rsid w:val="002005B3"/>
    <w:rsid w:val="00285BDC"/>
    <w:rsid w:val="002D421E"/>
    <w:rsid w:val="00302073"/>
    <w:rsid w:val="0038389B"/>
    <w:rsid w:val="003B30F3"/>
    <w:rsid w:val="003C2DA6"/>
    <w:rsid w:val="003D24B9"/>
    <w:rsid w:val="003D61B4"/>
    <w:rsid w:val="003F2696"/>
    <w:rsid w:val="00472095"/>
    <w:rsid w:val="00496C8B"/>
    <w:rsid w:val="004A5889"/>
    <w:rsid w:val="004B0A50"/>
    <w:rsid w:val="004F06BD"/>
    <w:rsid w:val="0052622D"/>
    <w:rsid w:val="005933B6"/>
    <w:rsid w:val="00596E65"/>
    <w:rsid w:val="005B227D"/>
    <w:rsid w:val="005C7405"/>
    <w:rsid w:val="005F2D3C"/>
    <w:rsid w:val="0066351F"/>
    <w:rsid w:val="0066593A"/>
    <w:rsid w:val="006B013E"/>
    <w:rsid w:val="006B3DE7"/>
    <w:rsid w:val="006C569E"/>
    <w:rsid w:val="006E06AE"/>
    <w:rsid w:val="006F2C1B"/>
    <w:rsid w:val="00706626"/>
    <w:rsid w:val="00791362"/>
    <w:rsid w:val="007A6B8F"/>
    <w:rsid w:val="007C0FDC"/>
    <w:rsid w:val="00836E6A"/>
    <w:rsid w:val="00892330"/>
    <w:rsid w:val="008A769D"/>
    <w:rsid w:val="009222CF"/>
    <w:rsid w:val="00923376"/>
    <w:rsid w:val="009A3DD2"/>
    <w:rsid w:val="009F53FB"/>
    <w:rsid w:val="00A15D84"/>
    <w:rsid w:val="00AB34AE"/>
    <w:rsid w:val="00AC2DD3"/>
    <w:rsid w:val="00B17F03"/>
    <w:rsid w:val="00B20725"/>
    <w:rsid w:val="00B46A65"/>
    <w:rsid w:val="00B544EE"/>
    <w:rsid w:val="00B740DC"/>
    <w:rsid w:val="00B852EB"/>
    <w:rsid w:val="00B94A35"/>
    <w:rsid w:val="00BD1C5E"/>
    <w:rsid w:val="00BD3102"/>
    <w:rsid w:val="00BE7737"/>
    <w:rsid w:val="00D81BE0"/>
    <w:rsid w:val="00DF47A6"/>
    <w:rsid w:val="00E7301E"/>
    <w:rsid w:val="00E86480"/>
    <w:rsid w:val="00EA4624"/>
    <w:rsid w:val="00EC4DF2"/>
    <w:rsid w:val="00F13DD9"/>
    <w:rsid w:val="00F3062A"/>
    <w:rsid w:val="00F738CB"/>
    <w:rsid w:val="00F9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1C75C"/>
  <w15:docId w15:val="{A0BD1879-EDA4-4FC3-9F5C-CDA94C01A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40"/>
        <w:szCs w:val="40"/>
        <w:lang w:val="en-US" w:eastAsia="en-US" w:bidi="ar-SA"/>
      </w:rPr>
    </w:rPrDefault>
    <w:pPrDefault>
      <w:pPr>
        <w:spacing w:before="240"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1"/>
    <w:lsdException w:name="toc 2" w:uiPriority="1"/>
    <w:lsdException w:name="toc 3" w:semiHidden="1" w:uiPriority="1" w:unhideWhenUsed="1"/>
    <w:lsdException w:name="toc 4" w:semiHidden="1" w:uiPriority="1" w:unhideWhenUsed="1"/>
    <w:lsdException w:name="toc 5" w:semiHidden="1" w:uiPriority="1" w:unhideWhenUsed="1"/>
    <w:lsdException w:name="toc 6" w:semiHidden="1" w:uiPriority="1" w:unhideWhenUsed="1"/>
    <w:lsdException w:name="toc 7" w:semiHidden="1" w:uiPriority="1" w:unhideWhenUsed="1"/>
    <w:lsdException w:name="toc 8" w:semiHidden="1" w:uiPriority="1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3DD9"/>
    <w:pPr>
      <w:widowControl w:val="0"/>
      <w:autoSpaceDE w:val="0"/>
      <w:autoSpaceDN w:val="0"/>
      <w:spacing w:before="0" w:after="0"/>
    </w:pPr>
    <w:rPr>
      <w:rFonts w:ascii="Helvetica" w:eastAsia="Helvetica" w:hAnsi="Helvetica" w:cs="Helvetica"/>
      <w:sz w:val="22"/>
      <w:szCs w:val="22"/>
    </w:rPr>
  </w:style>
  <w:style w:type="paragraph" w:styleId="Heading1">
    <w:name w:val="heading 1"/>
    <w:next w:val="Body"/>
    <w:link w:val="Heading1Char"/>
    <w:uiPriority w:val="9"/>
    <w:qFormat/>
    <w:rsid w:val="00892330"/>
    <w:pPr>
      <w:keepNext/>
      <w:keepLines/>
      <w:outlineLvl w:val="0"/>
    </w:pPr>
    <w:rPr>
      <w:rFonts w:eastAsiaTheme="majorEastAsia" w:cstheme="majorBidi"/>
      <w:b/>
      <w:bCs/>
      <w:sz w:val="56"/>
      <w:szCs w:val="28"/>
    </w:rPr>
  </w:style>
  <w:style w:type="paragraph" w:styleId="Heading2">
    <w:name w:val="heading 2"/>
    <w:next w:val="Body"/>
    <w:link w:val="Heading2Char"/>
    <w:uiPriority w:val="9"/>
    <w:qFormat/>
    <w:rsid w:val="00892330"/>
    <w:pPr>
      <w:keepNext/>
      <w:keepLines/>
      <w:outlineLvl w:val="1"/>
    </w:pPr>
    <w:rPr>
      <w:rFonts w:eastAsiaTheme="majorEastAsia" w:cstheme="majorBidi"/>
      <w:b/>
      <w:bCs/>
      <w:sz w:val="48"/>
      <w:szCs w:val="26"/>
    </w:rPr>
  </w:style>
  <w:style w:type="paragraph" w:styleId="Heading3">
    <w:name w:val="heading 3"/>
    <w:next w:val="Body"/>
    <w:link w:val="Heading3Char"/>
    <w:uiPriority w:val="9"/>
    <w:qFormat/>
    <w:rsid w:val="00892330"/>
    <w:pPr>
      <w:keepNext/>
      <w:keepLines/>
      <w:outlineLvl w:val="2"/>
    </w:pPr>
    <w:rPr>
      <w:rFonts w:eastAsiaTheme="majorEastAsia" w:cstheme="majorBidi"/>
      <w:b/>
      <w:bCs/>
      <w:sz w:val="44"/>
    </w:rPr>
  </w:style>
  <w:style w:type="paragraph" w:styleId="Heading4">
    <w:name w:val="heading 4"/>
    <w:next w:val="Body"/>
    <w:link w:val="Heading4Char"/>
    <w:uiPriority w:val="9"/>
    <w:unhideWhenUsed/>
    <w:rsid w:val="00B46A65"/>
    <w:pPr>
      <w:keepNext/>
      <w:keepLines/>
      <w:outlineLvl w:val="3"/>
    </w:pPr>
    <w:rPr>
      <w:rFonts w:eastAsiaTheme="majorEastAsia" w:cstheme="majorBidi"/>
      <w:b/>
      <w:bCs/>
      <w:iCs/>
      <w:sz w:val="48"/>
    </w:rPr>
  </w:style>
  <w:style w:type="paragraph" w:styleId="Heading5">
    <w:name w:val="heading 5"/>
    <w:next w:val="Body"/>
    <w:link w:val="Heading5Char"/>
    <w:uiPriority w:val="9"/>
    <w:unhideWhenUsed/>
    <w:rsid w:val="00B46A65"/>
    <w:pPr>
      <w:keepNext/>
      <w:keepLines/>
      <w:outlineLvl w:val="4"/>
    </w:pPr>
    <w:rPr>
      <w:rFonts w:eastAsiaTheme="majorEastAsia" w:cstheme="majorBidi"/>
      <w:b/>
      <w:sz w:val="48"/>
    </w:rPr>
  </w:style>
  <w:style w:type="paragraph" w:styleId="Heading6">
    <w:name w:val="heading 6"/>
    <w:basedOn w:val="Normal"/>
    <w:next w:val="Normal"/>
    <w:link w:val="Heading6Char"/>
    <w:unhideWhenUsed/>
    <w:rsid w:val="00B46A6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link w:val="Heading7Char"/>
    <w:uiPriority w:val="9"/>
    <w:unhideWhenUsed/>
    <w:rsid w:val="00B46A65"/>
    <w:pPr>
      <w:spacing w:before="107"/>
      <w:ind w:left="119"/>
      <w:outlineLvl w:val="6"/>
    </w:pPr>
    <w:rPr>
      <w:rFonts w:ascii="Arial" w:eastAsia="Arial" w:hAnsi="Arial" w:cs="Arial"/>
      <w:b/>
      <w:bCs/>
      <w:i/>
      <w:sz w:val="17"/>
      <w:szCs w:val="17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10366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Numbers">
    <w:name w:val="Chapter Numbers"/>
    <w:next w:val="Heading6"/>
    <w:unhideWhenUsed/>
    <w:rsid w:val="00B46A65"/>
    <w:rPr>
      <w:b/>
      <w:sz w:val="56"/>
    </w:rPr>
  </w:style>
  <w:style w:type="character" w:customStyle="1" w:styleId="Heading6Char">
    <w:name w:val="Heading 6 Char"/>
    <w:basedOn w:val="DefaultParagraphFont"/>
    <w:link w:val="Heading6"/>
    <w:rsid w:val="00B46A65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366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OC3">
    <w:name w:val="toc 3"/>
    <w:next w:val="Body"/>
    <w:uiPriority w:val="1"/>
    <w:unhideWhenUsed/>
    <w:rsid w:val="00B46A65"/>
    <w:pPr>
      <w:ind w:left="440"/>
    </w:pPr>
    <w:rPr>
      <w:b/>
    </w:rPr>
  </w:style>
  <w:style w:type="paragraph" w:customStyle="1" w:styleId="Body">
    <w:name w:val="Body"/>
    <w:qFormat/>
    <w:rsid w:val="00B46A65"/>
  </w:style>
  <w:style w:type="paragraph" w:customStyle="1" w:styleId="Bullets">
    <w:name w:val="Bullets"/>
    <w:next w:val="Body"/>
    <w:qFormat/>
    <w:rsid w:val="00AB34AE"/>
    <w:pPr>
      <w:numPr>
        <w:numId w:val="16"/>
      </w:numPr>
    </w:pPr>
  </w:style>
  <w:style w:type="paragraph" w:styleId="ListParagraph">
    <w:name w:val="List Paragraph"/>
    <w:basedOn w:val="Normal"/>
    <w:uiPriority w:val="1"/>
    <w:unhideWhenUsed/>
    <w:qFormat/>
    <w:rsid w:val="00B46A6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92330"/>
    <w:rPr>
      <w:rFonts w:eastAsiaTheme="majorEastAsia" w:cstheme="majorBidi"/>
      <w:b/>
      <w:bCs/>
      <w:sz w:val="5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92330"/>
    <w:rPr>
      <w:rFonts w:eastAsiaTheme="majorEastAsia" w:cstheme="majorBidi"/>
      <w:b/>
      <w:bCs/>
      <w:sz w:val="4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92330"/>
    <w:rPr>
      <w:rFonts w:eastAsiaTheme="majorEastAsia" w:cstheme="majorBidi"/>
      <w:b/>
      <w:bCs/>
      <w:sz w:val="44"/>
    </w:rPr>
  </w:style>
  <w:style w:type="character" w:customStyle="1" w:styleId="Heading4Char">
    <w:name w:val="Heading 4 Char"/>
    <w:basedOn w:val="DefaultParagraphFont"/>
    <w:link w:val="Heading4"/>
    <w:uiPriority w:val="9"/>
    <w:rsid w:val="00B46A65"/>
    <w:rPr>
      <w:rFonts w:eastAsiaTheme="majorEastAsia" w:cstheme="majorBidi"/>
      <w:b/>
      <w:bCs/>
      <w:iCs/>
      <w:sz w:val="48"/>
    </w:rPr>
  </w:style>
  <w:style w:type="character" w:customStyle="1" w:styleId="Heading5Char">
    <w:name w:val="Heading 5 Char"/>
    <w:basedOn w:val="DefaultParagraphFont"/>
    <w:link w:val="Heading5"/>
    <w:uiPriority w:val="9"/>
    <w:rsid w:val="00B46A65"/>
    <w:rPr>
      <w:rFonts w:eastAsiaTheme="majorEastAsia" w:cstheme="majorBidi"/>
      <w:b/>
      <w:sz w:val="48"/>
    </w:rPr>
  </w:style>
  <w:style w:type="paragraph" w:styleId="TOC1">
    <w:name w:val="toc 1"/>
    <w:next w:val="Body"/>
    <w:uiPriority w:val="1"/>
    <w:unhideWhenUsed/>
    <w:rsid w:val="00B46A65"/>
    <w:rPr>
      <w:b/>
    </w:rPr>
  </w:style>
  <w:style w:type="paragraph" w:styleId="TOC2">
    <w:name w:val="toc 2"/>
    <w:next w:val="Body"/>
    <w:uiPriority w:val="1"/>
    <w:unhideWhenUsed/>
    <w:rsid w:val="00B46A65"/>
    <w:pPr>
      <w:ind w:left="200"/>
    </w:pPr>
    <w:rPr>
      <w:b/>
    </w:rPr>
  </w:style>
  <w:style w:type="numbering" w:customStyle="1" w:styleId="NoList1">
    <w:name w:val="No List1"/>
    <w:next w:val="NoList"/>
    <w:uiPriority w:val="99"/>
    <w:semiHidden/>
    <w:unhideWhenUsed/>
    <w:rsid w:val="0010366B"/>
  </w:style>
  <w:style w:type="paragraph" w:customStyle="1" w:styleId="TableParagraph">
    <w:name w:val="Table Paragraph"/>
    <w:basedOn w:val="Normal"/>
    <w:uiPriority w:val="1"/>
    <w:unhideWhenUsed/>
    <w:qFormat/>
    <w:rsid w:val="00B46A65"/>
    <w:pPr>
      <w:spacing w:before="38" w:line="185" w:lineRule="exact"/>
      <w:ind w:right="305"/>
      <w:jc w:val="right"/>
    </w:pPr>
    <w:rPr>
      <w:rFonts w:ascii="Microsoft Sans Serif" w:eastAsia="Microsoft Sans Serif" w:hAnsi="Microsoft Sans Serif" w:cs="Microsoft Sans Serif"/>
      <w:lang w:bidi="en-US"/>
    </w:rPr>
  </w:style>
  <w:style w:type="paragraph" w:styleId="TOC4">
    <w:name w:val="toc 4"/>
    <w:basedOn w:val="Normal"/>
    <w:uiPriority w:val="1"/>
    <w:unhideWhenUsed/>
    <w:rsid w:val="00B46A65"/>
    <w:pPr>
      <w:spacing w:line="225" w:lineRule="exact"/>
      <w:ind w:left="720"/>
    </w:pPr>
    <w:rPr>
      <w:rFonts w:ascii="Microsoft Sans Serif" w:eastAsia="Microsoft Sans Serif" w:hAnsi="Microsoft Sans Serif" w:cs="Microsoft Sans Serif"/>
      <w:szCs w:val="20"/>
      <w:lang w:bidi="en-US"/>
    </w:rPr>
  </w:style>
  <w:style w:type="paragraph" w:styleId="TOC5">
    <w:name w:val="toc 5"/>
    <w:basedOn w:val="Normal"/>
    <w:uiPriority w:val="1"/>
    <w:unhideWhenUsed/>
    <w:rsid w:val="00B46A65"/>
    <w:pPr>
      <w:spacing w:line="225" w:lineRule="exact"/>
      <w:ind w:left="720"/>
    </w:pPr>
    <w:rPr>
      <w:rFonts w:ascii="Microsoft Sans Serif" w:eastAsia="Microsoft Sans Serif" w:hAnsi="Microsoft Sans Serif" w:cs="Microsoft Sans Serif"/>
      <w:b/>
      <w:bCs/>
      <w:i/>
      <w:lang w:bidi="en-US"/>
    </w:rPr>
  </w:style>
  <w:style w:type="paragraph" w:styleId="TOC6">
    <w:name w:val="toc 6"/>
    <w:basedOn w:val="Normal"/>
    <w:uiPriority w:val="1"/>
    <w:unhideWhenUsed/>
    <w:rsid w:val="00B46A65"/>
    <w:pPr>
      <w:spacing w:before="33"/>
      <w:ind w:left="840" w:hanging="240"/>
    </w:pPr>
    <w:rPr>
      <w:rFonts w:ascii="Microsoft Sans Serif" w:eastAsia="Microsoft Sans Serif" w:hAnsi="Microsoft Sans Serif" w:cs="Microsoft Sans Serif"/>
      <w:szCs w:val="20"/>
      <w:lang w:bidi="en-US"/>
    </w:rPr>
  </w:style>
  <w:style w:type="paragraph" w:styleId="TOC7">
    <w:name w:val="toc 7"/>
    <w:basedOn w:val="Normal"/>
    <w:uiPriority w:val="1"/>
    <w:unhideWhenUsed/>
    <w:rsid w:val="00B46A65"/>
    <w:pPr>
      <w:spacing w:line="225" w:lineRule="exact"/>
      <w:ind w:left="1080"/>
    </w:pPr>
    <w:rPr>
      <w:rFonts w:ascii="Microsoft Sans Serif" w:eastAsia="Microsoft Sans Serif" w:hAnsi="Microsoft Sans Serif" w:cs="Microsoft Sans Serif"/>
      <w:szCs w:val="20"/>
      <w:lang w:bidi="en-US"/>
    </w:rPr>
  </w:style>
  <w:style w:type="paragraph" w:styleId="TOC8">
    <w:name w:val="toc 8"/>
    <w:basedOn w:val="Normal"/>
    <w:uiPriority w:val="1"/>
    <w:unhideWhenUsed/>
    <w:rsid w:val="00B46A65"/>
    <w:pPr>
      <w:spacing w:line="222" w:lineRule="exact"/>
      <w:ind w:left="1080"/>
    </w:pPr>
    <w:rPr>
      <w:rFonts w:ascii="Microsoft Sans Serif" w:eastAsia="Microsoft Sans Serif" w:hAnsi="Microsoft Sans Serif" w:cs="Microsoft Sans Serif"/>
      <w:b/>
      <w:bCs/>
      <w:i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B46A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6A65"/>
    <w:rPr>
      <w:sz w:val="20"/>
    </w:rPr>
  </w:style>
  <w:style w:type="paragraph" w:styleId="Footer">
    <w:name w:val="footer"/>
    <w:basedOn w:val="Normal"/>
    <w:link w:val="FooterChar"/>
    <w:uiPriority w:val="99"/>
    <w:rsid w:val="00B46A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6A65"/>
    <w:rPr>
      <w:sz w:val="20"/>
    </w:rPr>
  </w:style>
  <w:style w:type="paragraph" w:styleId="BodyText">
    <w:name w:val="Body Text"/>
    <w:basedOn w:val="Normal"/>
    <w:link w:val="BodyTextChar"/>
    <w:uiPriority w:val="1"/>
    <w:qFormat/>
    <w:rsid w:val="00B46A65"/>
    <w:rPr>
      <w:rFonts w:ascii="Microsoft Sans Serif" w:eastAsia="Microsoft Sans Serif" w:hAnsi="Microsoft Sans Serif" w:cs="Microsoft Sans Serif"/>
      <w:szCs w:val="20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B46A65"/>
    <w:rPr>
      <w:rFonts w:ascii="Microsoft Sans Serif" w:eastAsia="Microsoft Sans Serif" w:hAnsi="Microsoft Sans Serif" w:cs="Microsoft Sans Serif"/>
      <w:sz w:val="20"/>
      <w:szCs w:val="20"/>
      <w:lang w:bidi="en-US"/>
    </w:rPr>
  </w:style>
  <w:style w:type="table" w:styleId="TableGrid">
    <w:name w:val="Table Grid"/>
    <w:basedOn w:val="TableNormal"/>
    <w:uiPriority w:val="59"/>
    <w:unhideWhenUsed/>
    <w:rsid w:val="00B46A65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10366B"/>
  </w:style>
  <w:style w:type="numbering" w:customStyle="1" w:styleId="NoList3">
    <w:name w:val="No List3"/>
    <w:next w:val="NoList"/>
    <w:uiPriority w:val="99"/>
    <w:semiHidden/>
    <w:unhideWhenUsed/>
    <w:rsid w:val="0010366B"/>
  </w:style>
  <w:style w:type="character" w:customStyle="1" w:styleId="Heading7Char">
    <w:name w:val="Heading 7 Char"/>
    <w:basedOn w:val="DefaultParagraphFont"/>
    <w:link w:val="Heading7"/>
    <w:uiPriority w:val="9"/>
    <w:rsid w:val="00B46A65"/>
    <w:rPr>
      <w:rFonts w:ascii="Arial" w:eastAsia="Arial" w:hAnsi="Arial" w:cs="Arial"/>
      <w:b/>
      <w:bCs/>
      <w:i/>
      <w:sz w:val="17"/>
      <w:szCs w:val="17"/>
      <w:lang w:bidi="en-US"/>
    </w:rPr>
  </w:style>
  <w:style w:type="paragraph" w:customStyle="1" w:styleId="Style1">
    <w:name w:val="Style1"/>
    <w:basedOn w:val="ChapterNumbers"/>
    <w:rsid w:val="00B46A65"/>
    <w:rPr>
      <w:sz w:val="32"/>
    </w:rPr>
  </w:style>
  <w:style w:type="paragraph" w:styleId="Title">
    <w:name w:val="Title"/>
    <w:basedOn w:val="Normal"/>
    <w:link w:val="TitleChar"/>
    <w:uiPriority w:val="10"/>
    <w:qFormat/>
    <w:rsid w:val="00F13DD9"/>
    <w:pPr>
      <w:spacing w:before="207"/>
      <w:ind w:left="120"/>
    </w:pPr>
    <w:rPr>
      <w:rFonts w:ascii="Arial" w:eastAsia="Arial" w:hAnsi="Arial" w:cs="Arial"/>
      <w:b/>
      <w:bC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13DD9"/>
    <w:rPr>
      <w:rFonts w:ascii="Arial" w:eastAsia="Arial" w:hAnsi="Arial" w:cs="Arial"/>
      <w:b/>
      <w:bCs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F13DD9"/>
    <w:rPr>
      <w:color w:val="0000FF" w:themeColor="hyperlink"/>
      <w:u w:val="single"/>
    </w:rPr>
  </w:style>
  <w:style w:type="paragraph" w:customStyle="1" w:styleId="Default">
    <w:name w:val="Default"/>
    <w:rsid w:val="00836E6A"/>
    <w:pPr>
      <w:widowControl w:val="0"/>
      <w:autoSpaceDE w:val="0"/>
      <w:autoSpaceDN w:val="0"/>
      <w:adjustRightInd w:val="0"/>
      <w:spacing w:before="0" w:after="0"/>
    </w:pPr>
    <w:rPr>
      <w:rFonts w:ascii="Arial" w:eastAsiaTheme="minorEastAsia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6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s://www.irs.gov/filing/submission-processing-center-street-addresses-for-private-delivery-service-pds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irs.gov/filing/submission-processing-center-street-addresses-for-private-delivery-service-pds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irs.gov/uac/comment-on-tax-forms-and-publications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rs.gov/uac/private-delivery-services-pd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irs.gov/businesses/small-businesses-self-employed/apply-for-an-employer-identification-number-ein-online" TargetMode="External"/><Relationship Id="rId10" Type="http://schemas.openxmlformats.org/officeDocument/2006/relationships/hyperlink" Target="https://www.irs.gov/form8038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irs.gov" TargetMode="External"/><Relationship Id="rId14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johnson\Desktop\Large%20Pubs\106S%20Templates%202021\Word%20Templates\IRS%20Styles%20Template%202021%20-%20TC%20Inst%20P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IRS Styles Template 2021 - TC Inst Pub</Template>
  <TotalTime>53</TotalTime>
  <Pages>30</Pages>
  <Words>3625</Words>
  <Characters>20668</Characters>
  <Application>Microsoft Office Word</Application>
  <DocSecurity>0</DocSecurity>
  <Lines>172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Johnson</dc:creator>
  <cp:lastModifiedBy>Whitney</cp:lastModifiedBy>
  <cp:revision>7</cp:revision>
  <dcterms:created xsi:type="dcterms:W3CDTF">2021-10-22T14:35:00Z</dcterms:created>
  <dcterms:modified xsi:type="dcterms:W3CDTF">2021-10-22T18:47:00Z</dcterms:modified>
</cp:coreProperties>
</file>